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1CE" w:rsidRDefault="00F331CE" w:rsidP="0026767D">
      <w:pPr>
        <w:adjustRightInd w:val="0"/>
        <w:snapToGrid w:val="0"/>
        <w:spacing w:line="360" w:lineRule="auto"/>
        <w:rPr>
          <w:rFonts w:ascii="微软简仿宋" w:eastAsia="微软简仿宋" w:hAnsi="仿宋"/>
          <w:b/>
          <w:bCs/>
          <w:sz w:val="24"/>
          <w:szCs w:val="24"/>
        </w:rPr>
      </w:pPr>
    </w:p>
    <w:tbl>
      <w:tblPr>
        <w:tblW w:w="0" w:type="auto"/>
        <w:tblInd w:w="-106" w:type="dxa"/>
        <w:tblLayout w:type="fixed"/>
        <w:tblLook w:val="00A0"/>
      </w:tblPr>
      <w:tblGrid>
        <w:gridCol w:w="633"/>
        <w:gridCol w:w="630"/>
        <w:gridCol w:w="1988"/>
        <w:gridCol w:w="5271"/>
      </w:tblGrid>
      <w:tr w:rsidR="00F331CE" w:rsidRPr="00E615B0">
        <w:trPr>
          <w:trHeight w:val="330"/>
        </w:trPr>
        <w:tc>
          <w:tcPr>
            <w:tcW w:w="633" w:type="dxa"/>
            <w:tcBorders>
              <w:top w:val="single" w:sz="4" w:space="0" w:color="auto"/>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b/>
                <w:bCs/>
                <w:kern w:val="0"/>
                <w:sz w:val="20"/>
                <w:szCs w:val="20"/>
              </w:rPr>
            </w:pPr>
            <w:r w:rsidRPr="00E615B0">
              <w:rPr>
                <w:rFonts w:ascii="微软简仿宋" w:eastAsia="微软简仿宋" w:hAnsi="宋体" w:cs="微软简仿宋" w:hint="eastAsia"/>
                <w:b/>
                <w:bCs/>
                <w:kern w:val="0"/>
                <w:sz w:val="20"/>
                <w:szCs w:val="20"/>
              </w:rPr>
              <w:t>序号</w:t>
            </w:r>
          </w:p>
        </w:tc>
        <w:tc>
          <w:tcPr>
            <w:tcW w:w="630" w:type="dxa"/>
            <w:tcBorders>
              <w:top w:val="single" w:sz="4" w:space="0" w:color="auto"/>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b/>
                <w:bCs/>
                <w:kern w:val="0"/>
                <w:sz w:val="20"/>
                <w:szCs w:val="20"/>
              </w:rPr>
            </w:pPr>
            <w:r w:rsidRPr="00E615B0">
              <w:rPr>
                <w:rFonts w:ascii="微软简仿宋" w:eastAsia="微软简仿宋" w:hAnsi="宋体" w:cs="微软简仿宋" w:hint="eastAsia"/>
                <w:b/>
                <w:bCs/>
                <w:kern w:val="0"/>
                <w:sz w:val="20"/>
                <w:szCs w:val="20"/>
              </w:rPr>
              <w:t>城市</w:t>
            </w:r>
          </w:p>
        </w:tc>
        <w:tc>
          <w:tcPr>
            <w:tcW w:w="1988" w:type="dxa"/>
            <w:tcBorders>
              <w:top w:val="single" w:sz="4" w:space="0" w:color="auto"/>
              <w:left w:val="nil"/>
              <w:bottom w:val="single" w:sz="4" w:space="0" w:color="auto"/>
              <w:right w:val="single" w:sz="4" w:space="0" w:color="auto"/>
            </w:tcBorders>
            <w:vAlign w:val="center"/>
          </w:tcPr>
          <w:p w:rsidR="00F331CE" w:rsidRPr="00E615B0" w:rsidRDefault="00F331CE" w:rsidP="00D219DB">
            <w:pPr>
              <w:widowControl/>
              <w:jc w:val="center"/>
              <w:rPr>
                <w:rFonts w:ascii="微软简仿宋" w:eastAsia="微软简仿宋" w:hAnsi="宋体"/>
                <w:b/>
                <w:bCs/>
                <w:kern w:val="0"/>
                <w:sz w:val="20"/>
                <w:szCs w:val="20"/>
              </w:rPr>
            </w:pPr>
            <w:r w:rsidRPr="00E615B0">
              <w:rPr>
                <w:rFonts w:ascii="微软简仿宋" w:eastAsia="微软简仿宋" w:hAnsi="宋体" w:cs="微软简仿宋" w:hint="eastAsia"/>
                <w:b/>
                <w:bCs/>
                <w:kern w:val="0"/>
                <w:sz w:val="20"/>
                <w:szCs w:val="20"/>
              </w:rPr>
              <w:t>店名</w:t>
            </w:r>
          </w:p>
        </w:tc>
        <w:tc>
          <w:tcPr>
            <w:tcW w:w="5271" w:type="dxa"/>
            <w:tcBorders>
              <w:top w:val="single" w:sz="4" w:space="0" w:color="auto"/>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b/>
                <w:bCs/>
                <w:kern w:val="0"/>
                <w:sz w:val="20"/>
                <w:szCs w:val="20"/>
              </w:rPr>
            </w:pPr>
            <w:r w:rsidRPr="00E615B0">
              <w:rPr>
                <w:rFonts w:ascii="微软简仿宋" w:eastAsia="微软简仿宋" w:hAnsi="宋体" w:cs="微软简仿宋" w:hint="eastAsia"/>
                <w:b/>
                <w:bCs/>
                <w:kern w:val="0"/>
                <w:sz w:val="20"/>
                <w:szCs w:val="20"/>
              </w:rPr>
              <w:t>地址</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娄子巷社区店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三牌楼大街</w:t>
            </w:r>
            <w:r w:rsidRPr="00E615B0">
              <w:rPr>
                <w:rFonts w:ascii="微软简仿宋" w:eastAsia="微软简仿宋" w:hAnsi="宋体" w:cs="微软简仿宋"/>
                <w:color w:val="000000"/>
                <w:kern w:val="0"/>
                <w:sz w:val="20"/>
                <w:szCs w:val="20"/>
              </w:rPr>
              <w:t>70</w:t>
            </w:r>
            <w:r w:rsidRPr="00E615B0">
              <w:rPr>
                <w:rFonts w:ascii="微软简仿宋" w:eastAsia="微软简仿宋" w:hAnsi="宋体" w:cs="微软简仿宋" w:hint="eastAsia"/>
                <w:color w:val="000000"/>
                <w:kern w:val="0"/>
                <w:sz w:val="20"/>
                <w:szCs w:val="20"/>
              </w:rPr>
              <w:t>号娄子巷苏果社区店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金陵小区标超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金陵新村小区</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秦虹小区社区店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秦虹路</w:t>
            </w:r>
            <w:r w:rsidRPr="00E615B0">
              <w:rPr>
                <w:rFonts w:ascii="微软简仿宋" w:eastAsia="微软简仿宋" w:hAnsi="宋体" w:cs="微软简仿宋"/>
                <w:color w:val="000000"/>
                <w:kern w:val="0"/>
                <w:sz w:val="20"/>
                <w:szCs w:val="20"/>
              </w:rPr>
              <w:t>260</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建康路标超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健康路</w:t>
            </w:r>
            <w:r w:rsidRPr="00E615B0">
              <w:rPr>
                <w:rFonts w:ascii="微软简仿宋" w:eastAsia="微软简仿宋" w:hAnsi="宋体" w:cs="微软简仿宋"/>
                <w:color w:val="000000"/>
                <w:kern w:val="0"/>
                <w:sz w:val="20"/>
                <w:szCs w:val="20"/>
              </w:rPr>
              <w:t>178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科巷标超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长白街科巷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马台街标超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湖南路马台街</w:t>
            </w:r>
            <w:r w:rsidRPr="00E615B0">
              <w:rPr>
                <w:rFonts w:ascii="微软简仿宋" w:eastAsia="微软简仿宋" w:hAnsi="宋体" w:cs="微软简仿宋"/>
                <w:color w:val="000000"/>
                <w:kern w:val="0"/>
                <w:sz w:val="20"/>
                <w:szCs w:val="20"/>
              </w:rPr>
              <w:t>133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秣陵路</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中央门标超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中央北路河道</w:t>
            </w:r>
            <w:r w:rsidRPr="00E615B0">
              <w:rPr>
                <w:rFonts w:ascii="微软简仿宋" w:eastAsia="微软简仿宋" w:hAnsi="宋体" w:cs="微软简仿宋"/>
                <w:color w:val="000000"/>
                <w:kern w:val="0"/>
                <w:sz w:val="20"/>
                <w:szCs w:val="20"/>
              </w:rPr>
              <w:t>15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瑞金路社区店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瑞金路</w:t>
            </w:r>
            <w:r w:rsidRPr="00E615B0">
              <w:rPr>
                <w:rFonts w:ascii="微软简仿宋" w:eastAsia="微软简仿宋" w:hAnsi="宋体" w:cs="微软简仿宋"/>
                <w:color w:val="000000"/>
                <w:kern w:val="0"/>
                <w:sz w:val="20"/>
                <w:szCs w:val="20"/>
              </w:rPr>
              <w:t>48</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滨江花园标超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滨江花园西苑</w:t>
            </w:r>
            <w:r w:rsidRPr="00E615B0">
              <w:rPr>
                <w:rFonts w:ascii="微软简仿宋" w:eastAsia="微软简仿宋" w:hAnsi="宋体" w:cs="微软简仿宋"/>
                <w:color w:val="000000"/>
                <w:kern w:val="0"/>
                <w:sz w:val="20"/>
                <w:szCs w:val="20"/>
              </w:rPr>
              <w:t>3-2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天津新村标超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虎踞北路</w:t>
            </w:r>
            <w:r w:rsidRPr="00E615B0">
              <w:rPr>
                <w:rFonts w:ascii="微软简仿宋" w:eastAsia="微软简仿宋" w:hAnsi="宋体" w:cs="微软简仿宋"/>
                <w:color w:val="000000"/>
                <w:kern w:val="0"/>
                <w:sz w:val="20"/>
                <w:szCs w:val="20"/>
              </w:rPr>
              <w:t>34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常府街标超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常府街</w:t>
            </w:r>
            <w:r w:rsidRPr="00E615B0">
              <w:rPr>
                <w:rFonts w:ascii="微软简仿宋" w:eastAsia="微软简仿宋" w:hAnsi="宋体" w:cs="微软简仿宋"/>
                <w:color w:val="000000"/>
                <w:kern w:val="0"/>
                <w:sz w:val="20"/>
                <w:szCs w:val="20"/>
              </w:rPr>
              <w:t>45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鸿运标超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汉中路</w:t>
            </w:r>
            <w:r w:rsidRPr="00E615B0">
              <w:rPr>
                <w:rFonts w:ascii="微软简仿宋" w:eastAsia="微软简仿宋" w:hAnsi="宋体" w:cs="微软简仿宋"/>
                <w:color w:val="000000"/>
                <w:kern w:val="0"/>
                <w:sz w:val="20"/>
                <w:szCs w:val="20"/>
              </w:rPr>
              <w:t>185</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江苏路社区店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江苏路</w:t>
            </w:r>
            <w:r w:rsidRPr="00E615B0">
              <w:rPr>
                <w:rFonts w:ascii="微软简仿宋" w:eastAsia="微软简仿宋" w:hAnsi="宋体" w:cs="微软简仿宋"/>
                <w:color w:val="000000"/>
                <w:kern w:val="0"/>
                <w:sz w:val="20"/>
                <w:szCs w:val="20"/>
              </w:rPr>
              <w:t>138</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洪武北路标超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洪武北路</w:t>
            </w:r>
            <w:r w:rsidRPr="00E615B0">
              <w:rPr>
                <w:rFonts w:ascii="微软简仿宋" w:eastAsia="微软简仿宋" w:hAnsi="宋体" w:cs="微软简仿宋"/>
                <w:color w:val="000000"/>
                <w:kern w:val="0"/>
                <w:sz w:val="20"/>
                <w:szCs w:val="20"/>
              </w:rPr>
              <w:t>121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宁海路社区店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汉口西路</w:t>
            </w:r>
            <w:r w:rsidRPr="00E615B0">
              <w:rPr>
                <w:rFonts w:ascii="微软简仿宋" w:eastAsia="微软简仿宋" w:hAnsi="宋体" w:cs="微软简仿宋"/>
                <w:color w:val="000000"/>
                <w:kern w:val="0"/>
                <w:sz w:val="20"/>
                <w:szCs w:val="20"/>
              </w:rPr>
              <w:t>22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和会街便利店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三牌楼大街</w:t>
            </w:r>
            <w:r w:rsidRPr="00E615B0">
              <w:rPr>
                <w:rFonts w:ascii="微软简仿宋" w:eastAsia="微软简仿宋" w:hAnsi="宋体" w:cs="微软简仿宋"/>
                <w:color w:val="000000"/>
                <w:kern w:val="0"/>
                <w:sz w:val="20"/>
                <w:szCs w:val="20"/>
              </w:rPr>
              <w:t>63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凤凰西街便利店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凤凰西街</w:t>
            </w:r>
            <w:r w:rsidRPr="00E615B0">
              <w:rPr>
                <w:rFonts w:ascii="微软简仿宋" w:eastAsia="微软简仿宋" w:hAnsi="宋体" w:cs="微软简仿宋"/>
                <w:color w:val="000000"/>
                <w:kern w:val="0"/>
                <w:sz w:val="20"/>
                <w:szCs w:val="20"/>
              </w:rPr>
              <w:t>124-5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解放路</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马路街便利店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马路街</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镇江路晚市</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太平村标超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太平村</w:t>
            </w:r>
            <w:r w:rsidRPr="00E615B0">
              <w:rPr>
                <w:rFonts w:ascii="微软简仿宋" w:eastAsia="微软简仿宋" w:hAnsi="宋体" w:cs="微软简仿宋"/>
                <w:color w:val="000000"/>
                <w:kern w:val="0"/>
                <w:sz w:val="20"/>
                <w:szCs w:val="20"/>
              </w:rPr>
              <w:t>463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好的太平门便利店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太平花园</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好的平江府便利店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平江府路</w:t>
            </w:r>
            <w:r w:rsidRPr="00E615B0">
              <w:rPr>
                <w:rFonts w:ascii="微软简仿宋" w:eastAsia="微软简仿宋" w:hAnsi="宋体" w:cs="微软简仿宋"/>
                <w:color w:val="000000"/>
                <w:kern w:val="0"/>
                <w:sz w:val="20"/>
                <w:szCs w:val="20"/>
              </w:rPr>
              <w:t>137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广州路便利店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广州路</w:t>
            </w:r>
            <w:r w:rsidRPr="00E615B0">
              <w:rPr>
                <w:rFonts w:ascii="微软简仿宋" w:eastAsia="微软简仿宋" w:hAnsi="宋体" w:cs="微软简仿宋"/>
                <w:color w:val="000000"/>
                <w:kern w:val="0"/>
                <w:sz w:val="20"/>
                <w:szCs w:val="20"/>
              </w:rPr>
              <w:t>37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四牌楼标超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花红园</w:t>
            </w:r>
            <w:r w:rsidRPr="00E615B0">
              <w:rPr>
                <w:rFonts w:ascii="微软简仿宋" w:eastAsia="微软简仿宋" w:hAnsi="宋体" w:cs="微软简仿宋"/>
                <w:color w:val="000000"/>
                <w:kern w:val="0"/>
                <w:sz w:val="20"/>
                <w:szCs w:val="20"/>
              </w:rPr>
              <w:t>41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东井亭标超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和燕路</w:t>
            </w:r>
            <w:r w:rsidRPr="00E615B0">
              <w:rPr>
                <w:rFonts w:ascii="微软简仿宋" w:eastAsia="微软简仿宋" w:hAnsi="宋体" w:cs="微软简仿宋"/>
                <w:color w:val="000000"/>
                <w:kern w:val="0"/>
                <w:sz w:val="20"/>
                <w:szCs w:val="20"/>
              </w:rPr>
              <w:t>111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土城头标超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金墙花苑</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幢（土城头</w:t>
            </w:r>
            <w:r w:rsidRPr="00E615B0">
              <w:rPr>
                <w:rFonts w:ascii="微软简仿宋" w:eastAsia="微软简仿宋" w:hAnsi="宋体" w:cs="微软简仿宋"/>
                <w:color w:val="000000"/>
                <w:kern w:val="0"/>
                <w:sz w:val="20"/>
                <w:szCs w:val="20"/>
              </w:rPr>
              <w:t>78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堂子街便利店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堂子街</w:t>
            </w:r>
            <w:r w:rsidRPr="00E615B0">
              <w:rPr>
                <w:rFonts w:ascii="微软简仿宋" w:eastAsia="微软简仿宋" w:hAnsi="宋体" w:cs="微软简仿宋"/>
                <w:color w:val="000000"/>
                <w:kern w:val="0"/>
                <w:sz w:val="20"/>
                <w:szCs w:val="20"/>
              </w:rPr>
              <w:t>43</w:t>
            </w:r>
            <w:r w:rsidRPr="00E615B0">
              <w:rPr>
                <w:rFonts w:ascii="微软简仿宋" w:eastAsia="微软简仿宋" w:hAnsi="宋体" w:cs="微软简仿宋" w:hint="eastAsia"/>
                <w:color w:val="000000"/>
                <w:kern w:val="0"/>
                <w:sz w:val="20"/>
                <w:szCs w:val="20"/>
              </w:rPr>
              <w:t>号一楼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建康路便利店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太平南路</w:t>
            </w:r>
            <w:r w:rsidRPr="00E615B0">
              <w:rPr>
                <w:rFonts w:ascii="微软简仿宋" w:eastAsia="微软简仿宋" w:hAnsi="宋体" w:cs="微软简仿宋"/>
                <w:color w:val="000000"/>
                <w:kern w:val="0"/>
                <w:sz w:val="20"/>
                <w:szCs w:val="20"/>
              </w:rPr>
              <w:t>589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莫愁湖便利店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西街头</w:t>
            </w:r>
            <w:r w:rsidRPr="00E615B0">
              <w:rPr>
                <w:rFonts w:ascii="微软简仿宋" w:eastAsia="微软简仿宋" w:hAnsi="宋体" w:cs="微软简仿宋"/>
                <w:color w:val="000000"/>
                <w:kern w:val="0"/>
                <w:sz w:val="20"/>
                <w:szCs w:val="20"/>
              </w:rPr>
              <w:t>41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46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锁金村标超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锁金村</w:t>
            </w:r>
            <w:r w:rsidRPr="00E615B0">
              <w:rPr>
                <w:rFonts w:ascii="微软简仿宋" w:eastAsia="微软简仿宋" w:hAnsi="宋体" w:cs="微软简仿宋"/>
                <w:color w:val="000000"/>
                <w:kern w:val="0"/>
                <w:sz w:val="20"/>
                <w:szCs w:val="20"/>
              </w:rPr>
              <w:t>68</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四平路便利店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四平路</w:t>
            </w:r>
            <w:r w:rsidRPr="00E615B0">
              <w:rPr>
                <w:rFonts w:ascii="微软简仿宋" w:eastAsia="微软简仿宋" w:hAnsi="宋体" w:cs="微软简仿宋"/>
                <w:color w:val="000000"/>
                <w:kern w:val="0"/>
                <w:sz w:val="20"/>
                <w:szCs w:val="20"/>
              </w:rPr>
              <w:t>15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水西门外便利店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水西门外大街</w:t>
            </w:r>
            <w:r w:rsidRPr="00E615B0">
              <w:rPr>
                <w:rFonts w:ascii="微软简仿宋" w:eastAsia="微软简仿宋" w:hAnsi="宋体" w:cs="微软简仿宋"/>
                <w:color w:val="000000"/>
                <w:kern w:val="0"/>
                <w:sz w:val="20"/>
                <w:szCs w:val="20"/>
              </w:rPr>
              <w:t>85</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-4</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好的碑亭巷三代便利店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碑亭巷</w:t>
            </w:r>
            <w:r w:rsidRPr="00E615B0">
              <w:rPr>
                <w:rFonts w:ascii="微软简仿宋" w:eastAsia="微软简仿宋" w:hAnsi="宋体" w:cs="微软简仿宋"/>
                <w:color w:val="000000"/>
                <w:kern w:val="0"/>
                <w:sz w:val="20"/>
                <w:szCs w:val="20"/>
              </w:rPr>
              <w:t>141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凤凰街便利店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凤凰西街</w:t>
            </w:r>
            <w:r w:rsidRPr="00E615B0">
              <w:rPr>
                <w:rFonts w:ascii="微软简仿宋" w:eastAsia="微软简仿宋" w:hAnsi="宋体" w:cs="微软简仿宋"/>
                <w:color w:val="000000"/>
                <w:kern w:val="0"/>
                <w:sz w:val="20"/>
                <w:szCs w:val="20"/>
              </w:rPr>
              <w:t>63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碧树园便利店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碧树园</w:t>
            </w:r>
            <w:r w:rsidRPr="00E615B0">
              <w:rPr>
                <w:rFonts w:ascii="微软简仿宋" w:eastAsia="微软简仿宋" w:hAnsi="宋体" w:cs="微软简仿宋"/>
                <w:color w:val="000000"/>
                <w:kern w:val="0"/>
                <w:sz w:val="20"/>
                <w:szCs w:val="20"/>
              </w:rPr>
              <w:t>15</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好的三元巷三代便利店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三元巷</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好的中央门便利店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建宁路</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大石桥便利店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大石桥</w:t>
            </w:r>
            <w:r w:rsidRPr="00E615B0">
              <w:rPr>
                <w:rFonts w:ascii="微软简仿宋" w:eastAsia="微软简仿宋" w:hAnsi="宋体" w:cs="微软简仿宋"/>
                <w:color w:val="000000"/>
                <w:kern w:val="0"/>
                <w:sz w:val="20"/>
                <w:szCs w:val="20"/>
              </w:rPr>
              <w:t>19-3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月牙湖便利店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苜蓿园大街</w:t>
            </w:r>
            <w:r w:rsidRPr="00E615B0">
              <w:rPr>
                <w:rFonts w:ascii="微软简仿宋" w:eastAsia="微软简仿宋" w:hAnsi="宋体" w:cs="微软简仿宋"/>
                <w:color w:val="000000"/>
                <w:kern w:val="0"/>
                <w:sz w:val="20"/>
                <w:szCs w:val="20"/>
              </w:rPr>
              <w:t>69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营苑便利店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营苑小区二幢</w:t>
            </w:r>
            <w:r w:rsidRPr="00E615B0">
              <w:rPr>
                <w:rFonts w:ascii="微软简仿宋" w:eastAsia="微软简仿宋" w:hAnsi="宋体" w:cs="微软简仿宋"/>
                <w:color w:val="000000"/>
                <w:kern w:val="0"/>
                <w:sz w:val="20"/>
                <w:szCs w:val="20"/>
              </w:rPr>
              <w:t>5-8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水佐岗便利店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水佐岗</w:t>
            </w:r>
            <w:r w:rsidRPr="00E615B0">
              <w:rPr>
                <w:rFonts w:ascii="微软简仿宋" w:eastAsia="微软简仿宋" w:hAnsi="宋体" w:cs="微软简仿宋"/>
                <w:color w:val="000000"/>
                <w:kern w:val="0"/>
                <w:sz w:val="20"/>
                <w:szCs w:val="20"/>
              </w:rPr>
              <w:t>32</w:t>
            </w:r>
            <w:r w:rsidRPr="00E615B0">
              <w:rPr>
                <w:rFonts w:ascii="微软简仿宋" w:eastAsia="微软简仿宋" w:hAnsi="宋体" w:cs="微软简仿宋" w:hint="eastAsia"/>
                <w:color w:val="000000"/>
                <w:kern w:val="0"/>
                <w:sz w:val="20"/>
                <w:szCs w:val="20"/>
              </w:rPr>
              <w:t>巷</w:t>
            </w:r>
            <w:r w:rsidRPr="00E615B0">
              <w:rPr>
                <w:rFonts w:ascii="微软简仿宋" w:eastAsia="微软简仿宋" w:hAnsi="宋体" w:cs="微软简仿宋"/>
                <w:color w:val="000000"/>
                <w:kern w:val="0"/>
                <w:sz w:val="20"/>
                <w:szCs w:val="20"/>
              </w:rPr>
              <w:t>6-1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沙洲便利店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沙洲乡小青路</w:t>
            </w:r>
            <w:r w:rsidRPr="00E615B0">
              <w:rPr>
                <w:rFonts w:ascii="微软简仿宋" w:eastAsia="微软简仿宋" w:hAnsi="宋体" w:cs="微软简仿宋"/>
                <w:color w:val="000000"/>
                <w:kern w:val="0"/>
                <w:sz w:val="20"/>
                <w:szCs w:val="20"/>
              </w:rPr>
              <w:t>42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台城花园便利店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台城花园</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扬州路</w:t>
            </w:r>
            <w:r w:rsidRPr="00E615B0">
              <w:rPr>
                <w:rFonts w:ascii="微软简仿宋" w:eastAsia="微软简仿宋" w:hAnsi="宋体" w:cs="微软简仿宋"/>
                <w:color w:val="000000"/>
                <w:kern w:val="0"/>
                <w:sz w:val="20"/>
                <w:szCs w:val="20"/>
              </w:rPr>
              <w:t>27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孝陵卫大街便利店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孝陵卫</w:t>
            </w:r>
            <w:r w:rsidRPr="00E615B0">
              <w:rPr>
                <w:rFonts w:ascii="微软简仿宋" w:eastAsia="微软简仿宋" w:hAnsi="宋体" w:cs="微软简仿宋"/>
                <w:color w:val="000000"/>
                <w:kern w:val="0"/>
                <w:sz w:val="20"/>
                <w:szCs w:val="20"/>
              </w:rPr>
              <w:t>99-2-3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长白街便利店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长白街</w:t>
            </w:r>
            <w:r w:rsidRPr="00E615B0">
              <w:rPr>
                <w:rFonts w:ascii="微软简仿宋" w:eastAsia="微软简仿宋" w:hAnsi="宋体" w:cs="微软简仿宋"/>
                <w:color w:val="000000"/>
                <w:kern w:val="0"/>
                <w:sz w:val="20"/>
                <w:szCs w:val="20"/>
              </w:rPr>
              <w:t>334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雨花南路标超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雨花南路</w:t>
            </w:r>
            <w:r w:rsidRPr="00E615B0">
              <w:rPr>
                <w:rFonts w:ascii="微软简仿宋" w:eastAsia="微软简仿宋" w:hAnsi="宋体" w:cs="微软简仿宋"/>
                <w:color w:val="000000"/>
                <w:kern w:val="0"/>
                <w:sz w:val="20"/>
                <w:szCs w:val="20"/>
              </w:rPr>
              <w:t>24-2</w:t>
            </w:r>
            <w:r w:rsidRPr="00E615B0">
              <w:rPr>
                <w:rFonts w:ascii="微软简仿宋" w:eastAsia="微软简仿宋" w:hAnsi="宋体" w:cs="微软简仿宋" w:hint="eastAsia"/>
                <w:color w:val="000000"/>
                <w:kern w:val="0"/>
                <w:sz w:val="20"/>
                <w:szCs w:val="20"/>
              </w:rPr>
              <w:t>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好的云南路三代便利店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云南路</w:t>
            </w:r>
            <w:r w:rsidRPr="00E615B0">
              <w:rPr>
                <w:rFonts w:ascii="微软简仿宋" w:eastAsia="微软简仿宋" w:hAnsi="宋体" w:cs="微软简仿宋"/>
                <w:color w:val="000000"/>
                <w:kern w:val="0"/>
                <w:sz w:val="20"/>
                <w:szCs w:val="20"/>
              </w:rPr>
              <w:t>54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好的湖北路三代便利店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湖北路</w:t>
            </w:r>
            <w:r w:rsidRPr="00E615B0">
              <w:rPr>
                <w:rFonts w:ascii="微软简仿宋" w:eastAsia="微软简仿宋" w:hAnsi="宋体" w:cs="微软简仿宋"/>
                <w:color w:val="000000"/>
                <w:kern w:val="0"/>
                <w:sz w:val="20"/>
                <w:szCs w:val="20"/>
              </w:rPr>
              <w:t>42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板桥标超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板桥镇振兴路</w:t>
            </w:r>
            <w:r w:rsidRPr="00E615B0">
              <w:rPr>
                <w:rFonts w:ascii="微软简仿宋" w:eastAsia="微软简仿宋" w:hAnsi="宋体" w:cs="微软简仿宋"/>
                <w:color w:val="000000"/>
                <w:kern w:val="0"/>
                <w:sz w:val="20"/>
                <w:szCs w:val="20"/>
              </w:rPr>
              <w:t>24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网巾市便利店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网巾市</w:t>
            </w:r>
            <w:r w:rsidRPr="00E615B0">
              <w:rPr>
                <w:rFonts w:ascii="微软简仿宋" w:eastAsia="微软简仿宋" w:hAnsi="宋体" w:cs="微软简仿宋"/>
                <w:color w:val="000000"/>
                <w:kern w:val="0"/>
                <w:sz w:val="20"/>
                <w:szCs w:val="20"/>
              </w:rPr>
              <w:t>26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安德门便利店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安德门</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许府巷便利店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中央路</w:t>
            </w:r>
            <w:r w:rsidRPr="00E615B0">
              <w:rPr>
                <w:rFonts w:ascii="微软简仿宋" w:eastAsia="微软简仿宋" w:hAnsi="宋体" w:cs="微软简仿宋"/>
                <w:color w:val="000000"/>
                <w:kern w:val="0"/>
                <w:sz w:val="20"/>
                <w:szCs w:val="20"/>
              </w:rPr>
              <w:t>375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应天西路标超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应天西路</w:t>
            </w:r>
            <w:r w:rsidRPr="00E615B0">
              <w:rPr>
                <w:rFonts w:ascii="微软简仿宋" w:eastAsia="微软简仿宋" w:hAnsi="宋体" w:cs="微软简仿宋"/>
                <w:color w:val="000000"/>
                <w:kern w:val="0"/>
                <w:sz w:val="20"/>
                <w:szCs w:val="20"/>
              </w:rPr>
              <w:t>789</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朝天宫标超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朝天宫西街</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好的油泵厂便利店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中央路</w:t>
            </w:r>
            <w:r w:rsidRPr="00E615B0">
              <w:rPr>
                <w:rFonts w:ascii="微软简仿宋" w:eastAsia="微软简仿宋" w:hAnsi="宋体" w:cs="微软简仿宋"/>
                <w:color w:val="000000"/>
                <w:kern w:val="0"/>
                <w:sz w:val="20"/>
                <w:szCs w:val="20"/>
              </w:rPr>
              <w:t>298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五台山标超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永庆巷</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钟阜路便利店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钟阜路</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梅山文化便利店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梅山文化路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集庆门便利店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集庆路</w:t>
            </w:r>
            <w:r w:rsidRPr="00E615B0">
              <w:rPr>
                <w:rFonts w:ascii="微软简仿宋" w:eastAsia="微软简仿宋" w:hAnsi="宋体" w:cs="微软简仿宋"/>
                <w:color w:val="000000"/>
                <w:kern w:val="0"/>
                <w:sz w:val="20"/>
                <w:szCs w:val="20"/>
              </w:rPr>
              <w:t>244-248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二条巷便利店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二条巷</w:t>
            </w:r>
            <w:r w:rsidRPr="00E615B0">
              <w:rPr>
                <w:rFonts w:ascii="微软简仿宋" w:eastAsia="微软简仿宋" w:hAnsi="宋体" w:cs="微软简仿宋"/>
                <w:color w:val="000000"/>
                <w:kern w:val="0"/>
                <w:sz w:val="20"/>
                <w:szCs w:val="20"/>
              </w:rPr>
              <w:t>13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羊皮巷社区店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洪武路</w:t>
            </w:r>
            <w:r w:rsidRPr="00E615B0">
              <w:rPr>
                <w:rFonts w:ascii="微软简仿宋" w:eastAsia="微软简仿宋" w:hAnsi="宋体" w:cs="微软简仿宋"/>
                <w:color w:val="000000"/>
                <w:kern w:val="0"/>
                <w:sz w:val="20"/>
                <w:szCs w:val="20"/>
              </w:rPr>
              <w:t>166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评事街便利店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升洲路</w:t>
            </w:r>
            <w:r w:rsidRPr="00E615B0">
              <w:rPr>
                <w:rFonts w:ascii="微软简仿宋" w:eastAsia="微软简仿宋" w:hAnsi="宋体" w:cs="微软简仿宋"/>
                <w:color w:val="000000"/>
                <w:kern w:val="0"/>
                <w:sz w:val="20"/>
                <w:szCs w:val="20"/>
              </w:rPr>
              <w:t>179-2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海福巷便利店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海福巷</w:t>
            </w:r>
            <w:r w:rsidRPr="00E615B0">
              <w:rPr>
                <w:rFonts w:ascii="微软简仿宋" w:eastAsia="微软简仿宋" w:hAnsi="宋体" w:cs="微软简仿宋"/>
                <w:color w:val="000000"/>
                <w:kern w:val="0"/>
                <w:sz w:val="20"/>
                <w:szCs w:val="20"/>
              </w:rPr>
              <w:t>26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五台山花园便利店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上海路</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古平岗便利店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古平岗</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清凉门桥便利店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凤凰东街华彩苑（鼓楼区清凉门大街</w:t>
            </w:r>
            <w:r w:rsidRPr="00E615B0">
              <w:rPr>
                <w:rFonts w:ascii="微软简仿宋" w:eastAsia="微软简仿宋" w:hAnsi="宋体" w:cs="微软简仿宋"/>
                <w:color w:val="000000"/>
                <w:kern w:val="0"/>
                <w:sz w:val="20"/>
                <w:szCs w:val="20"/>
              </w:rPr>
              <w:t>111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鼓楼便利店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中山北路</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金陵世家便利店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应天西路</w:t>
            </w:r>
            <w:r w:rsidRPr="00E615B0">
              <w:rPr>
                <w:rFonts w:ascii="微软简仿宋" w:eastAsia="微软简仿宋" w:hAnsi="宋体" w:cs="微软简仿宋"/>
                <w:color w:val="000000"/>
                <w:kern w:val="0"/>
                <w:sz w:val="20"/>
                <w:szCs w:val="20"/>
              </w:rPr>
              <w:t>168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金陵八村便利店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金陵小区</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洪武南路便利店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洪武南路</w:t>
            </w:r>
            <w:r w:rsidRPr="00E615B0">
              <w:rPr>
                <w:rFonts w:ascii="微软简仿宋" w:eastAsia="微软简仿宋" w:hAnsi="宋体" w:cs="微软简仿宋"/>
                <w:color w:val="000000"/>
                <w:kern w:val="0"/>
                <w:sz w:val="20"/>
                <w:szCs w:val="20"/>
              </w:rPr>
              <w:t>330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聚福园便利店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聚福园</w:t>
            </w:r>
            <w:r w:rsidRPr="00E615B0">
              <w:rPr>
                <w:rFonts w:ascii="微软简仿宋" w:eastAsia="微软简仿宋" w:hAnsi="宋体" w:cs="微软简仿宋"/>
                <w:color w:val="000000"/>
                <w:kern w:val="0"/>
                <w:sz w:val="20"/>
                <w:szCs w:val="20"/>
              </w:rPr>
              <w:t>74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迈皋桥北便利店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和燕路</w:t>
            </w:r>
            <w:r w:rsidRPr="00E615B0">
              <w:rPr>
                <w:rFonts w:ascii="微软简仿宋" w:eastAsia="微软简仿宋" w:hAnsi="宋体" w:cs="微软简仿宋"/>
                <w:color w:val="000000"/>
                <w:kern w:val="0"/>
                <w:sz w:val="20"/>
                <w:szCs w:val="20"/>
              </w:rPr>
              <w:t>350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（南砖新村）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秦虹大道便利店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红花村</w:t>
            </w:r>
            <w:r w:rsidRPr="00E615B0">
              <w:rPr>
                <w:rFonts w:ascii="微软简仿宋" w:eastAsia="微软简仿宋" w:hAnsi="宋体" w:cs="微软简仿宋"/>
                <w:color w:val="000000"/>
                <w:kern w:val="0"/>
                <w:sz w:val="20"/>
                <w:szCs w:val="20"/>
              </w:rPr>
              <w:t>25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萨家湾便利店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中山北路</w:t>
            </w:r>
            <w:r w:rsidRPr="00E615B0">
              <w:rPr>
                <w:rFonts w:ascii="微软简仿宋" w:eastAsia="微软简仿宋" w:hAnsi="宋体" w:cs="微软简仿宋"/>
                <w:color w:val="000000"/>
                <w:kern w:val="0"/>
                <w:sz w:val="20"/>
                <w:szCs w:val="20"/>
              </w:rPr>
              <w:t>212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新燕路标超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和燕路</w:t>
            </w:r>
            <w:r w:rsidRPr="00E615B0">
              <w:rPr>
                <w:rFonts w:ascii="微软简仿宋" w:eastAsia="微软简仿宋" w:hAnsi="宋体" w:cs="微软简仿宋"/>
                <w:color w:val="000000"/>
                <w:kern w:val="0"/>
                <w:sz w:val="20"/>
                <w:szCs w:val="20"/>
              </w:rPr>
              <w:t>497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樱驼花园便利店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钟山山庄</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虎踞北路便利店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虎距北路</w:t>
            </w:r>
            <w:r w:rsidRPr="00E615B0">
              <w:rPr>
                <w:rFonts w:ascii="微软简仿宋" w:eastAsia="微软简仿宋" w:hAnsi="宋体" w:cs="微软简仿宋"/>
                <w:color w:val="000000"/>
                <w:kern w:val="0"/>
                <w:sz w:val="20"/>
                <w:szCs w:val="20"/>
              </w:rPr>
              <w:t>86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通济门便利店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大光路</w:t>
            </w:r>
            <w:r w:rsidRPr="00E615B0">
              <w:rPr>
                <w:rFonts w:ascii="微软简仿宋" w:eastAsia="微软简仿宋" w:hAnsi="宋体" w:cs="微软简仿宋"/>
                <w:color w:val="000000"/>
                <w:kern w:val="0"/>
                <w:sz w:val="20"/>
                <w:szCs w:val="20"/>
              </w:rPr>
              <w:t>108-3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太平南路</w:t>
            </w:r>
            <w:r w:rsidRPr="00E615B0">
              <w:rPr>
                <w:rFonts w:ascii="微软简仿宋" w:eastAsia="微软简仿宋" w:hAnsi="宋体" w:cs="微软简仿宋"/>
                <w:color w:val="000000"/>
                <w:kern w:val="0"/>
                <w:sz w:val="20"/>
                <w:szCs w:val="20"/>
              </w:rPr>
              <w:t>52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美林苑便利店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童卫路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号（美林苑））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百家湖便利店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百家湖大门西侧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江宁东山镇大街东路</w:t>
            </w:r>
            <w:r w:rsidRPr="00E615B0">
              <w:rPr>
                <w:rFonts w:ascii="微软简仿宋" w:eastAsia="微软简仿宋" w:hAnsi="宋体" w:cs="微软简仿宋"/>
                <w:color w:val="000000"/>
                <w:kern w:val="0"/>
                <w:sz w:val="20"/>
                <w:szCs w:val="20"/>
              </w:rPr>
              <w:t>234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广艺路便利店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广艺路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幕府东路便利店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幕府东路</w:t>
            </w:r>
            <w:r w:rsidRPr="00E615B0">
              <w:rPr>
                <w:rFonts w:ascii="微软简仿宋" w:eastAsia="微软简仿宋" w:hAnsi="宋体" w:cs="微软简仿宋"/>
                <w:color w:val="000000"/>
                <w:kern w:val="0"/>
                <w:sz w:val="20"/>
                <w:szCs w:val="20"/>
              </w:rPr>
              <w:t>84</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单元</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黄埔路标超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黄埔路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安乐村便利店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安乐村</w:t>
            </w:r>
            <w:r w:rsidRPr="00E615B0">
              <w:rPr>
                <w:rFonts w:ascii="微软简仿宋" w:eastAsia="微软简仿宋" w:hAnsi="宋体" w:cs="微软简仿宋"/>
                <w:color w:val="000000"/>
                <w:kern w:val="0"/>
                <w:sz w:val="20"/>
                <w:szCs w:val="20"/>
              </w:rPr>
              <w:t>119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大厂欣乐路标超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大厂新乐新村</w:t>
            </w:r>
            <w:r w:rsidRPr="00E615B0">
              <w:rPr>
                <w:rFonts w:ascii="微软简仿宋" w:eastAsia="微软简仿宋" w:hAnsi="宋体" w:cs="微软简仿宋"/>
                <w:color w:val="000000"/>
                <w:kern w:val="0"/>
                <w:sz w:val="20"/>
                <w:szCs w:val="20"/>
              </w:rPr>
              <w:t>67</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富贵山社区店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佛心桥</w:t>
            </w:r>
            <w:r w:rsidRPr="00E615B0">
              <w:rPr>
                <w:rFonts w:ascii="微软简仿宋" w:eastAsia="微软简仿宋" w:hAnsi="宋体" w:cs="微软简仿宋"/>
                <w:color w:val="000000"/>
                <w:kern w:val="0"/>
                <w:sz w:val="20"/>
                <w:szCs w:val="20"/>
              </w:rPr>
              <w:t>44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中和桥便利店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中和桥</w:t>
            </w:r>
            <w:r w:rsidRPr="00E615B0">
              <w:rPr>
                <w:rFonts w:ascii="微软简仿宋" w:eastAsia="微软简仿宋" w:hAnsi="宋体" w:cs="微软简仿宋"/>
                <w:color w:val="000000"/>
                <w:kern w:val="0"/>
                <w:sz w:val="20"/>
                <w:szCs w:val="20"/>
              </w:rPr>
              <w:t>5-3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南湖二院便利店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南湖路</w:t>
            </w:r>
            <w:r w:rsidRPr="00E615B0">
              <w:rPr>
                <w:rFonts w:ascii="微软简仿宋" w:eastAsia="微软简仿宋" w:hAnsi="宋体" w:cs="微软简仿宋"/>
                <w:color w:val="000000"/>
                <w:kern w:val="0"/>
                <w:sz w:val="20"/>
                <w:szCs w:val="20"/>
              </w:rPr>
              <w:t>97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姜家园便利店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姜家园</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白鹭东苑便利店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龙蟠中路</w:t>
            </w:r>
            <w:r w:rsidRPr="00E615B0">
              <w:rPr>
                <w:rFonts w:ascii="微软简仿宋" w:eastAsia="微软简仿宋" w:hAnsi="宋体" w:cs="微软简仿宋"/>
                <w:color w:val="000000"/>
                <w:kern w:val="0"/>
                <w:sz w:val="20"/>
                <w:szCs w:val="20"/>
              </w:rPr>
              <w:t>582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国防园便利店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虎踞路</w:t>
            </w:r>
            <w:r w:rsidRPr="00E615B0">
              <w:rPr>
                <w:rFonts w:ascii="微软简仿宋" w:eastAsia="微软简仿宋" w:hAnsi="宋体" w:cs="微软简仿宋"/>
                <w:color w:val="000000"/>
                <w:kern w:val="0"/>
                <w:sz w:val="20"/>
                <w:szCs w:val="20"/>
              </w:rPr>
              <w:t>91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吉祥庵社区店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和燕路</w:t>
            </w:r>
            <w:r w:rsidRPr="00E615B0">
              <w:rPr>
                <w:rFonts w:ascii="微软简仿宋" w:eastAsia="微软简仿宋" w:hAnsi="宋体" w:cs="微软简仿宋"/>
                <w:color w:val="000000"/>
                <w:kern w:val="0"/>
                <w:sz w:val="20"/>
                <w:szCs w:val="20"/>
              </w:rPr>
              <w:t>439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小卫街便利店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小卫街</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南昌路社区店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南昌路</w:t>
            </w:r>
            <w:r w:rsidRPr="00E615B0">
              <w:rPr>
                <w:rFonts w:ascii="微软简仿宋" w:eastAsia="微软简仿宋" w:hAnsi="宋体" w:cs="微软简仿宋"/>
                <w:color w:val="000000"/>
                <w:kern w:val="0"/>
                <w:sz w:val="20"/>
                <w:szCs w:val="20"/>
              </w:rPr>
              <w:t>127</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江宁竹山标超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东山竹山路</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虎啸花园便利店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祁家桥</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大中桥便利店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白下路</w:t>
            </w:r>
            <w:r w:rsidRPr="00E615B0">
              <w:rPr>
                <w:rFonts w:ascii="微软简仿宋" w:eastAsia="微软简仿宋" w:hAnsi="宋体" w:cs="微软简仿宋"/>
                <w:color w:val="000000"/>
                <w:kern w:val="0"/>
                <w:sz w:val="20"/>
                <w:szCs w:val="20"/>
              </w:rPr>
              <w:t>279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大厂杨庄便利店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杨新路</w:t>
            </w:r>
            <w:r w:rsidRPr="00E615B0">
              <w:rPr>
                <w:rFonts w:ascii="微软简仿宋" w:eastAsia="微软简仿宋" w:hAnsi="宋体" w:cs="微软简仿宋"/>
                <w:color w:val="000000"/>
                <w:kern w:val="0"/>
                <w:sz w:val="20"/>
                <w:szCs w:val="20"/>
              </w:rPr>
              <w:t>120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东方城便利店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东方城初阳楼</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号（玄武区樱花路，樱驼花园附近）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象房村便利店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象房村</w:t>
            </w:r>
            <w:r w:rsidRPr="00E615B0">
              <w:rPr>
                <w:rFonts w:ascii="微软简仿宋" w:eastAsia="微软简仿宋" w:hAnsi="宋体" w:cs="微软简仿宋"/>
                <w:color w:val="000000"/>
                <w:kern w:val="0"/>
                <w:sz w:val="20"/>
                <w:szCs w:val="20"/>
              </w:rPr>
              <w:t>04</w:t>
            </w:r>
            <w:r w:rsidRPr="00E615B0">
              <w:rPr>
                <w:rFonts w:ascii="微软简仿宋" w:eastAsia="微软简仿宋" w:hAnsi="宋体" w:cs="微软简仿宋" w:hint="eastAsia"/>
                <w:color w:val="000000"/>
                <w:kern w:val="0"/>
                <w:sz w:val="20"/>
                <w:szCs w:val="20"/>
              </w:rPr>
              <w:t>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四方新村便利店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四方新村</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村</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江心洲便利店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江心洲东寿</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峨嵋路社区店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峨眉路</w:t>
            </w:r>
            <w:r w:rsidRPr="00E615B0">
              <w:rPr>
                <w:rFonts w:ascii="微软简仿宋" w:eastAsia="微软简仿宋" w:hAnsi="宋体" w:cs="微软简仿宋"/>
                <w:color w:val="000000"/>
                <w:kern w:val="0"/>
                <w:sz w:val="20"/>
                <w:szCs w:val="20"/>
              </w:rPr>
              <w:t>25</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洪家园社区店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永乐路洪家园龙翔雅苑</w:t>
            </w:r>
            <w:r w:rsidRPr="00E615B0">
              <w:rPr>
                <w:rFonts w:ascii="微软简仿宋" w:eastAsia="微软简仿宋" w:hAnsi="宋体" w:cs="微软简仿宋"/>
                <w:color w:val="000000"/>
                <w:kern w:val="0"/>
                <w:sz w:val="20"/>
                <w:szCs w:val="20"/>
              </w:rPr>
              <w:t>12-1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炼油厂便利店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炼油厂生活区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化肥厂便利店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化肥厂生活区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红森公园便利店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十字街红森公寓</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宁栖园便利店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宁栖园</w:t>
            </w:r>
            <w:r w:rsidRPr="00E615B0">
              <w:rPr>
                <w:rFonts w:ascii="微软简仿宋" w:eastAsia="微软简仿宋" w:hAnsi="宋体" w:cs="微软简仿宋"/>
                <w:color w:val="000000"/>
                <w:kern w:val="0"/>
                <w:sz w:val="20"/>
                <w:szCs w:val="20"/>
              </w:rPr>
              <w:t>03</w:t>
            </w:r>
            <w:r w:rsidRPr="00E615B0">
              <w:rPr>
                <w:rFonts w:ascii="微软简仿宋" w:eastAsia="微软简仿宋" w:hAnsi="宋体" w:cs="微软简仿宋" w:hint="eastAsia"/>
                <w:color w:val="000000"/>
                <w:kern w:val="0"/>
                <w:sz w:val="20"/>
                <w:szCs w:val="20"/>
              </w:rPr>
              <w:t>幢（蒋王庙）</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平顶山便利店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大厂平顶山路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紫云苑便利店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黑龙江路紫云苑</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-13</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彩印厂便利店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中山南路</w:t>
            </w:r>
            <w:r w:rsidRPr="00E615B0">
              <w:rPr>
                <w:rFonts w:ascii="微软简仿宋" w:eastAsia="微软简仿宋" w:hAnsi="宋体" w:cs="微软简仿宋"/>
                <w:color w:val="000000"/>
                <w:kern w:val="0"/>
                <w:sz w:val="20"/>
                <w:szCs w:val="20"/>
              </w:rPr>
              <w:t>219</w:t>
            </w:r>
            <w:r w:rsidRPr="00E615B0">
              <w:rPr>
                <w:rFonts w:ascii="微软简仿宋" w:eastAsia="微软简仿宋" w:hAnsi="宋体" w:cs="微软简仿宋" w:hint="eastAsia"/>
                <w:color w:val="000000"/>
                <w:kern w:val="0"/>
                <w:sz w:val="20"/>
                <w:szCs w:val="20"/>
              </w:rPr>
              <w:t>号（彩色印刷厂）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莺歌苑便利店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集庆门大街莺歌苑</w:t>
            </w:r>
            <w:r w:rsidRPr="00E615B0">
              <w:rPr>
                <w:rFonts w:ascii="微软简仿宋" w:eastAsia="微软简仿宋" w:hAnsi="宋体" w:cs="微软简仿宋"/>
                <w:color w:val="000000"/>
                <w:kern w:val="0"/>
                <w:sz w:val="20"/>
                <w:szCs w:val="20"/>
              </w:rPr>
              <w:t>62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长营村便利店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长营村</w:t>
            </w:r>
            <w:r w:rsidRPr="00E615B0">
              <w:rPr>
                <w:rFonts w:ascii="微软简仿宋" w:eastAsia="微软简仿宋" w:hAnsi="宋体" w:cs="微软简仿宋"/>
                <w:color w:val="000000"/>
                <w:kern w:val="0"/>
                <w:sz w:val="20"/>
                <w:szCs w:val="20"/>
              </w:rPr>
              <w:t>145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119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银城花园便利店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银城花园</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后标营便利店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后标营</w:t>
            </w:r>
            <w:r w:rsidRPr="00E615B0">
              <w:rPr>
                <w:rFonts w:ascii="微软简仿宋" w:eastAsia="微软简仿宋" w:hAnsi="宋体" w:cs="微软简仿宋"/>
                <w:color w:val="000000"/>
                <w:kern w:val="0"/>
                <w:sz w:val="20"/>
                <w:szCs w:val="20"/>
              </w:rPr>
              <w:t>50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马家街便利店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马家街</w:t>
            </w:r>
            <w:r w:rsidRPr="00E615B0">
              <w:rPr>
                <w:rFonts w:ascii="微软简仿宋" w:eastAsia="微软简仿宋" w:hAnsi="宋体" w:cs="微软简仿宋"/>
                <w:color w:val="000000"/>
                <w:kern w:val="0"/>
                <w:sz w:val="20"/>
                <w:szCs w:val="20"/>
              </w:rPr>
              <w:t>30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-5</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大厂新华路便利店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大厂新华路</w:t>
            </w:r>
            <w:r w:rsidRPr="00E615B0">
              <w:rPr>
                <w:rFonts w:ascii="微软简仿宋" w:eastAsia="微软简仿宋" w:hAnsi="宋体" w:cs="微软简仿宋"/>
                <w:color w:val="000000"/>
                <w:kern w:val="0"/>
                <w:sz w:val="20"/>
                <w:szCs w:val="20"/>
              </w:rPr>
              <w:t>121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白云新寓便利店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白云新寓</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江南文枢苑便利店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将军南路</w:t>
            </w:r>
            <w:r w:rsidRPr="00E615B0">
              <w:rPr>
                <w:rFonts w:ascii="微软简仿宋" w:eastAsia="微软简仿宋" w:hAnsi="宋体" w:cs="微软简仿宋"/>
                <w:color w:val="000000"/>
                <w:kern w:val="0"/>
                <w:sz w:val="20"/>
                <w:szCs w:val="20"/>
              </w:rPr>
              <w:t>39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八卦洲便利店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八卦洲小城镇</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葛关路标超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大厂葛关路</w:t>
            </w:r>
            <w:r w:rsidRPr="00E615B0">
              <w:rPr>
                <w:rFonts w:ascii="微软简仿宋" w:eastAsia="微软简仿宋" w:hAnsi="宋体" w:cs="微软简仿宋"/>
                <w:color w:val="000000"/>
                <w:kern w:val="0"/>
                <w:sz w:val="20"/>
                <w:szCs w:val="20"/>
              </w:rPr>
              <w:t>821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浦东路</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富丽山庄便利店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富丽山庄南</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129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雅舍小区便利店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苜蓿园大街</w:t>
            </w:r>
            <w:r w:rsidRPr="00E615B0">
              <w:rPr>
                <w:rFonts w:ascii="微软简仿宋" w:eastAsia="微软简仿宋" w:hAnsi="宋体" w:cs="微软简仿宋"/>
                <w:color w:val="000000"/>
                <w:kern w:val="0"/>
                <w:sz w:val="20"/>
                <w:szCs w:val="20"/>
              </w:rPr>
              <w:t>41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万达家园便利店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石杨路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五贵里便利店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雨花西路</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安怀村便利店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安怀村汽轮七村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怡馨花园便利店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大明路</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沈举人巷标超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沈举人巷</w:t>
            </w:r>
            <w:r w:rsidRPr="00E615B0">
              <w:rPr>
                <w:rFonts w:ascii="微软简仿宋" w:eastAsia="微软简仿宋" w:hAnsi="宋体" w:cs="微软简仿宋"/>
                <w:color w:val="000000"/>
                <w:kern w:val="0"/>
                <w:sz w:val="20"/>
                <w:szCs w:val="20"/>
              </w:rPr>
              <w:t>19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金盛路社区店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岔路口金盛路</w:t>
            </w:r>
            <w:r w:rsidRPr="00E615B0">
              <w:rPr>
                <w:rFonts w:ascii="微软简仿宋" w:eastAsia="微软简仿宋" w:hAnsi="宋体" w:cs="微软简仿宋"/>
                <w:color w:val="000000"/>
                <w:kern w:val="0"/>
                <w:sz w:val="20"/>
                <w:szCs w:val="20"/>
              </w:rPr>
              <w:t>328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夫子庙标超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健康路</w:t>
            </w:r>
            <w:r w:rsidRPr="00E615B0">
              <w:rPr>
                <w:rFonts w:ascii="微软简仿宋" w:eastAsia="微软简仿宋" w:hAnsi="宋体" w:cs="微软简仿宋"/>
                <w:color w:val="000000"/>
                <w:kern w:val="0"/>
                <w:sz w:val="20"/>
                <w:szCs w:val="20"/>
              </w:rPr>
              <w:t>173</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牌楼东便利店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万达新村底层</w:t>
            </w:r>
            <w:r w:rsidRPr="00E615B0">
              <w:rPr>
                <w:rFonts w:ascii="微软简仿宋" w:eastAsia="微软简仿宋" w:hAnsi="宋体" w:cs="微软简仿宋"/>
                <w:color w:val="000000"/>
                <w:kern w:val="0"/>
                <w:sz w:val="20"/>
                <w:szCs w:val="20"/>
              </w:rPr>
              <w:t>59</w:t>
            </w:r>
            <w:r w:rsidRPr="00E615B0">
              <w:rPr>
                <w:rFonts w:ascii="微软简仿宋" w:eastAsia="微软简仿宋" w:hAnsi="宋体" w:cs="微软简仿宋" w:hint="eastAsia"/>
                <w:color w:val="000000"/>
                <w:kern w:val="0"/>
                <w:sz w:val="20"/>
                <w:szCs w:val="20"/>
              </w:rPr>
              <w:t>号（秦淮区光华路，海福巷下去）</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盘城新街标超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盘城镇盘城新街</w:t>
            </w:r>
            <w:r w:rsidRPr="00E615B0">
              <w:rPr>
                <w:rFonts w:ascii="微软简仿宋" w:eastAsia="微软简仿宋" w:hAnsi="宋体" w:cs="微软简仿宋"/>
                <w:color w:val="000000"/>
                <w:kern w:val="0"/>
                <w:sz w:val="20"/>
                <w:szCs w:val="20"/>
              </w:rPr>
              <w:t>114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139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北祖社区店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盐大街北祖师庵</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好的紫金学院便利店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仙林大学城南京理工大学紫金学院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莫愁路标超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莫愁路</w:t>
            </w:r>
            <w:r w:rsidRPr="00E615B0">
              <w:rPr>
                <w:rFonts w:ascii="微软简仿宋" w:eastAsia="微软简仿宋" w:hAnsi="宋体" w:cs="微软简仿宋"/>
                <w:color w:val="000000"/>
                <w:kern w:val="0"/>
                <w:sz w:val="20"/>
                <w:szCs w:val="20"/>
              </w:rPr>
              <w:t>357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好的仙林校区二便利店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仙林大学城南京邮电学院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止马营便利店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止马营</w:t>
            </w:r>
            <w:r w:rsidRPr="00E615B0">
              <w:rPr>
                <w:rFonts w:ascii="微软简仿宋" w:eastAsia="微软简仿宋" w:hAnsi="宋体" w:cs="微软简仿宋"/>
                <w:color w:val="000000"/>
                <w:kern w:val="0"/>
                <w:sz w:val="20"/>
                <w:szCs w:val="20"/>
              </w:rPr>
              <w:t>29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仙鹤街便利店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仙鹤街</w:t>
            </w:r>
            <w:r w:rsidRPr="00E615B0">
              <w:rPr>
                <w:rFonts w:ascii="微软简仿宋" w:eastAsia="微软简仿宋" w:hAnsi="宋体" w:cs="微软简仿宋"/>
                <w:color w:val="000000"/>
                <w:kern w:val="0"/>
                <w:sz w:val="20"/>
                <w:szCs w:val="20"/>
              </w:rPr>
              <w:t>56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锁金东路社区店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锁金东路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号（菜场楼上）苏果超市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幕府山庄便利店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吉祥村</w:t>
            </w:r>
            <w:r w:rsidRPr="00E615B0">
              <w:rPr>
                <w:rFonts w:ascii="微软简仿宋" w:eastAsia="微软简仿宋" w:hAnsi="宋体" w:cs="微软简仿宋"/>
                <w:color w:val="000000"/>
                <w:kern w:val="0"/>
                <w:sz w:val="20"/>
                <w:szCs w:val="20"/>
              </w:rPr>
              <w:t>139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兴贤佳园标超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兴贤佳园</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伍佰村便利店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伍佰村</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樱铁村便利店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樱铁村</w:t>
            </w:r>
            <w:r w:rsidRPr="00E615B0">
              <w:rPr>
                <w:rFonts w:ascii="微软简仿宋" w:eastAsia="微软简仿宋" w:hAnsi="宋体" w:cs="微软简仿宋"/>
                <w:color w:val="000000"/>
                <w:kern w:val="0"/>
                <w:sz w:val="20"/>
                <w:szCs w:val="20"/>
              </w:rPr>
              <w:t>25</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浦口南苑标超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浦厂南苑小区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好的来凤便利店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仙鹤街</w:t>
            </w:r>
            <w:r w:rsidRPr="00E615B0">
              <w:rPr>
                <w:rFonts w:ascii="微软简仿宋" w:eastAsia="微软简仿宋" w:hAnsi="宋体" w:cs="微软简仿宋"/>
                <w:color w:val="000000"/>
                <w:kern w:val="0"/>
                <w:sz w:val="20"/>
                <w:szCs w:val="20"/>
              </w:rPr>
              <w:t>19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康怡花园便利店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汉中门大街</w:t>
            </w:r>
            <w:r w:rsidRPr="00E615B0">
              <w:rPr>
                <w:rFonts w:ascii="微软简仿宋" w:eastAsia="微软简仿宋" w:hAnsi="宋体" w:cs="微软简仿宋"/>
                <w:color w:val="000000"/>
                <w:kern w:val="0"/>
                <w:sz w:val="20"/>
                <w:szCs w:val="20"/>
              </w:rPr>
              <w:t>195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茶南兆园便利店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茶南兆园</w:t>
            </w:r>
            <w:r w:rsidRPr="00E615B0">
              <w:rPr>
                <w:rFonts w:ascii="微软简仿宋" w:eastAsia="微软简仿宋" w:hAnsi="宋体" w:cs="微软简仿宋"/>
                <w:color w:val="000000"/>
                <w:kern w:val="0"/>
                <w:sz w:val="20"/>
                <w:szCs w:val="20"/>
              </w:rPr>
              <w:t>70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新华四村便利店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大厂新华四村</w:t>
            </w:r>
            <w:r w:rsidRPr="00E615B0">
              <w:rPr>
                <w:rFonts w:ascii="微软简仿宋" w:eastAsia="微软简仿宋" w:hAnsi="宋体" w:cs="微软简仿宋"/>
                <w:color w:val="000000"/>
                <w:kern w:val="0"/>
                <w:sz w:val="20"/>
                <w:szCs w:val="20"/>
              </w:rPr>
              <w:t>62</w:t>
            </w:r>
            <w:r w:rsidRPr="00E615B0">
              <w:rPr>
                <w:rFonts w:ascii="微软简仿宋" w:eastAsia="微软简仿宋" w:hAnsi="宋体" w:cs="微软简仿宋" w:hint="eastAsia"/>
                <w:color w:val="000000"/>
                <w:kern w:val="0"/>
                <w:sz w:val="20"/>
                <w:szCs w:val="20"/>
              </w:rPr>
              <w:t>栋商业用房</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菊花新村标超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赛虹桥街道菊花新村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新河二村便利店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新河二村</w:t>
            </w:r>
            <w:r w:rsidRPr="00E615B0">
              <w:rPr>
                <w:rFonts w:ascii="微软简仿宋" w:eastAsia="微软简仿宋" w:hAnsi="宋体" w:cs="微软简仿宋"/>
                <w:color w:val="000000"/>
                <w:kern w:val="0"/>
                <w:sz w:val="20"/>
                <w:szCs w:val="20"/>
              </w:rPr>
              <w:t>124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浦口工大便利店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浦口工业大学</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红土桥便利店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红土桥</w:t>
            </w:r>
            <w:r w:rsidRPr="00E615B0">
              <w:rPr>
                <w:rFonts w:ascii="微软简仿宋" w:eastAsia="微软简仿宋" w:hAnsi="宋体" w:cs="微软简仿宋"/>
                <w:color w:val="000000"/>
                <w:kern w:val="0"/>
                <w:sz w:val="20"/>
                <w:szCs w:val="20"/>
              </w:rPr>
              <w:t>24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26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159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菱角市便利店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菱角市</w:t>
            </w:r>
            <w:r w:rsidRPr="00E615B0">
              <w:rPr>
                <w:rFonts w:ascii="微软简仿宋" w:eastAsia="微软简仿宋" w:hAnsi="宋体" w:cs="微软简仿宋"/>
                <w:color w:val="000000"/>
                <w:kern w:val="0"/>
                <w:sz w:val="20"/>
                <w:szCs w:val="20"/>
              </w:rPr>
              <w:t>93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金沙井便利店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金沙井</w:t>
            </w:r>
            <w:r w:rsidRPr="00E615B0">
              <w:rPr>
                <w:rFonts w:ascii="微软简仿宋" w:eastAsia="微软简仿宋" w:hAnsi="宋体" w:cs="微软简仿宋"/>
                <w:color w:val="000000"/>
                <w:kern w:val="0"/>
                <w:sz w:val="20"/>
                <w:szCs w:val="20"/>
              </w:rPr>
              <w:t>2-2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水秀花园便利店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龙蟠中路</w:t>
            </w:r>
            <w:r w:rsidRPr="00E615B0">
              <w:rPr>
                <w:rFonts w:ascii="微软简仿宋" w:eastAsia="微软简仿宋" w:hAnsi="宋体" w:cs="微软简仿宋"/>
                <w:color w:val="000000"/>
                <w:kern w:val="0"/>
                <w:sz w:val="20"/>
                <w:szCs w:val="20"/>
              </w:rPr>
              <w:t>459</w:t>
            </w:r>
            <w:r w:rsidRPr="00E615B0">
              <w:rPr>
                <w:rFonts w:ascii="微软简仿宋" w:eastAsia="微软简仿宋" w:hAnsi="宋体" w:cs="微软简仿宋" w:hint="eastAsia"/>
                <w:color w:val="000000"/>
                <w:kern w:val="0"/>
                <w:sz w:val="20"/>
                <w:szCs w:val="20"/>
              </w:rPr>
              <w:t>号水秀花园</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金陵名人居便利店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金陵名人居门面房</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明瓦廊标超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明瓦廊</w:t>
            </w:r>
            <w:r w:rsidRPr="00E615B0">
              <w:rPr>
                <w:rFonts w:ascii="微软简仿宋" w:eastAsia="微软简仿宋" w:hAnsi="宋体" w:cs="微软简仿宋"/>
                <w:color w:val="000000"/>
                <w:kern w:val="0"/>
                <w:sz w:val="20"/>
                <w:szCs w:val="20"/>
              </w:rPr>
              <w:t>129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厚载巷便利店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厚载巷</w:t>
            </w:r>
            <w:r w:rsidRPr="00E615B0">
              <w:rPr>
                <w:rFonts w:ascii="微软简仿宋" w:eastAsia="微软简仿宋" w:hAnsi="宋体" w:cs="微软简仿宋"/>
                <w:color w:val="000000"/>
                <w:kern w:val="0"/>
                <w:sz w:val="20"/>
                <w:szCs w:val="20"/>
              </w:rPr>
              <w:t>29</w:t>
            </w:r>
            <w:r w:rsidRPr="00E615B0">
              <w:rPr>
                <w:rFonts w:ascii="微软简仿宋" w:eastAsia="微软简仿宋" w:hAnsi="宋体" w:cs="微软简仿宋" w:hint="eastAsia"/>
                <w:color w:val="000000"/>
                <w:kern w:val="0"/>
                <w:sz w:val="20"/>
                <w:szCs w:val="20"/>
              </w:rPr>
              <w:t>号米兰华庭</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牌楼巷便利店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牌楼巷</w:t>
            </w:r>
            <w:r w:rsidRPr="00E615B0">
              <w:rPr>
                <w:rFonts w:ascii="微软简仿宋" w:eastAsia="微软简仿宋" w:hAnsi="宋体" w:cs="微软简仿宋"/>
                <w:color w:val="000000"/>
                <w:kern w:val="0"/>
                <w:sz w:val="20"/>
                <w:szCs w:val="20"/>
              </w:rPr>
              <w:t>27</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好的探花楼便利店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长乐路</w:t>
            </w:r>
            <w:r w:rsidRPr="00E615B0">
              <w:rPr>
                <w:rFonts w:ascii="微软简仿宋" w:eastAsia="微软简仿宋" w:hAnsi="宋体" w:cs="微软简仿宋"/>
                <w:color w:val="000000"/>
                <w:kern w:val="0"/>
                <w:sz w:val="20"/>
                <w:szCs w:val="20"/>
              </w:rPr>
              <w:t>72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风光里便利店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大明花园风光里</w:t>
            </w:r>
            <w:r w:rsidRPr="00E615B0">
              <w:rPr>
                <w:rFonts w:ascii="微软简仿宋" w:eastAsia="微软简仿宋" w:hAnsi="宋体" w:cs="微软简仿宋"/>
                <w:color w:val="000000"/>
                <w:kern w:val="0"/>
                <w:sz w:val="20"/>
                <w:szCs w:val="20"/>
              </w:rPr>
              <w:t>33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热河广场便利店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热河南路</w:t>
            </w:r>
            <w:r w:rsidRPr="00E615B0">
              <w:rPr>
                <w:rFonts w:ascii="微软简仿宋" w:eastAsia="微软简仿宋" w:hAnsi="宋体" w:cs="微软简仿宋"/>
                <w:color w:val="000000"/>
                <w:kern w:val="0"/>
                <w:sz w:val="20"/>
                <w:szCs w:val="20"/>
              </w:rPr>
              <w:t>19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169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栖霞街标超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栖霞街</w:t>
            </w:r>
            <w:r w:rsidRPr="00E615B0">
              <w:rPr>
                <w:rFonts w:ascii="微软简仿宋" w:eastAsia="微软简仿宋" w:hAnsi="宋体" w:cs="微软简仿宋"/>
                <w:color w:val="000000"/>
                <w:kern w:val="0"/>
                <w:sz w:val="20"/>
                <w:szCs w:val="20"/>
              </w:rPr>
              <w:t>68</w:t>
            </w:r>
            <w:r w:rsidRPr="00E615B0">
              <w:rPr>
                <w:rFonts w:ascii="微软简仿宋" w:eastAsia="微软简仿宋" w:hAnsi="宋体" w:cs="微软简仿宋" w:hint="eastAsia"/>
                <w:color w:val="000000"/>
                <w:kern w:val="0"/>
                <w:sz w:val="20"/>
                <w:szCs w:val="20"/>
              </w:rPr>
              <w:t>号西门面房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尧化新村标超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尧化新村</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二道埂子便利店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二道埂子</w:t>
            </w:r>
            <w:r w:rsidRPr="00E615B0">
              <w:rPr>
                <w:rFonts w:ascii="微软简仿宋" w:eastAsia="微软简仿宋" w:hAnsi="宋体" w:cs="微软简仿宋"/>
                <w:color w:val="000000"/>
                <w:kern w:val="0"/>
                <w:sz w:val="20"/>
                <w:szCs w:val="20"/>
              </w:rPr>
              <w:t>292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珠江镇西城便利店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江浦文昌路</w:t>
            </w:r>
            <w:r w:rsidRPr="00E615B0">
              <w:rPr>
                <w:rFonts w:ascii="微软简仿宋" w:eastAsia="微软简仿宋" w:hAnsi="宋体" w:cs="微软简仿宋"/>
                <w:color w:val="000000"/>
                <w:kern w:val="0"/>
                <w:sz w:val="20"/>
                <w:szCs w:val="20"/>
              </w:rPr>
              <w:t>29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金尧标超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尧化三号路社区服务楼一楼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甘家巷标超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甘家巷炼油厂职工食堂一楼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黑墨营便利店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黑幕营</w:t>
            </w:r>
            <w:r w:rsidRPr="00E615B0">
              <w:rPr>
                <w:rFonts w:ascii="微软简仿宋" w:eastAsia="微软简仿宋" w:hAnsi="宋体" w:cs="微软简仿宋"/>
                <w:color w:val="000000"/>
                <w:kern w:val="0"/>
                <w:sz w:val="20"/>
                <w:szCs w:val="20"/>
              </w:rPr>
              <w:t>98</w:t>
            </w:r>
            <w:r w:rsidRPr="00E615B0">
              <w:rPr>
                <w:rFonts w:ascii="微软简仿宋" w:eastAsia="微软简仿宋" w:hAnsi="宋体" w:cs="微软简仿宋" w:hint="eastAsia"/>
                <w:color w:val="000000"/>
                <w:kern w:val="0"/>
                <w:sz w:val="20"/>
                <w:szCs w:val="20"/>
              </w:rPr>
              <w:t>号北会所一层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康美里便利店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康美里</w:t>
            </w:r>
            <w:r w:rsidRPr="00E615B0">
              <w:rPr>
                <w:rFonts w:ascii="微软简仿宋" w:eastAsia="微软简仿宋" w:hAnsi="宋体" w:cs="微软简仿宋"/>
                <w:color w:val="000000"/>
                <w:kern w:val="0"/>
                <w:sz w:val="20"/>
                <w:szCs w:val="20"/>
              </w:rPr>
              <w:t>04</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27-28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好的解放路三代便利店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解放路</w:t>
            </w:r>
            <w:r w:rsidRPr="00E615B0">
              <w:rPr>
                <w:rFonts w:ascii="微软简仿宋" w:eastAsia="微软简仿宋" w:hAnsi="宋体" w:cs="微软简仿宋"/>
                <w:color w:val="000000"/>
                <w:kern w:val="0"/>
                <w:sz w:val="20"/>
                <w:szCs w:val="20"/>
              </w:rPr>
              <w:t>55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文昌桥便利店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文昌桥</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号（东南大学东门口</w:t>
            </w:r>
            <w:r w:rsidRPr="00E615B0">
              <w:rPr>
                <w:rFonts w:ascii="微软简仿宋" w:eastAsia="微软简仿宋" w:hAnsi="宋体" w:cs="微软简仿宋"/>
                <w:color w:val="000000"/>
                <w:kern w:val="0"/>
                <w:sz w:val="20"/>
                <w:szCs w:val="20"/>
              </w:rPr>
              <w:t>50</w:t>
            </w:r>
            <w:r w:rsidRPr="00E615B0">
              <w:rPr>
                <w:rFonts w:ascii="微软简仿宋" w:eastAsia="微软简仿宋" w:hAnsi="宋体" w:cs="微软简仿宋" w:hint="eastAsia"/>
                <w:color w:val="000000"/>
                <w:kern w:val="0"/>
                <w:sz w:val="20"/>
                <w:szCs w:val="20"/>
              </w:rPr>
              <w:t>米左右）</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179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胜太西路便利店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胜太西路</w:t>
            </w:r>
            <w:r w:rsidRPr="00E615B0">
              <w:rPr>
                <w:rFonts w:ascii="微软简仿宋" w:eastAsia="微软简仿宋" w:hAnsi="宋体" w:cs="微软简仿宋"/>
                <w:color w:val="000000"/>
                <w:kern w:val="0"/>
                <w:sz w:val="20"/>
                <w:szCs w:val="20"/>
              </w:rPr>
              <w:t>19-17</w:t>
            </w:r>
            <w:r w:rsidRPr="00E615B0">
              <w:rPr>
                <w:rFonts w:ascii="微软简仿宋" w:eastAsia="微软简仿宋" w:hAnsi="宋体" w:cs="微软简仿宋" w:hint="eastAsia"/>
                <w:color w:val="000000"/>
                <w:kern w:val="0"/>
                <w:sz w:val="20"/>
                <w:szCs w:val="20"/>
              </w:rPr>
              <w:t>号一层门面房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姜圩路便利店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姜圩路１号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杨庄北村标超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号街区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德安花园标超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赛虹桥街道小门里德安花园</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好的丰富路便利店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丰富路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13</w:t>
            </w:r>
            <w:r w:rsidRPr="00E615B0">
              <w:rPr>
                <w:rFonts w:ascii="微软简仿宋" w:eastAsia="微软简仿宋" w:hAnsi="宋体" w:cs="微软简仿宋" w:hint="eastAsia"/>
                <w:color w:val="000000"/>
                <w:kern w:val="0"/>
                <w:sz w:val="20"/>
                <w:szCs w:val="20"/>
              </w:rPr>
              <w:t>＃商铺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苜蓿园东便利店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苜蓿园东</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好的市一医便利店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长乐路</w:t>
            </w:r>
            <w:r w:rsidRPr="00E615B0">
              <w:rPr>
                <w:rFonts w:ascii="微软简仿宋" w:eastAsia="微软简仿宋" w:hAnsi="宋体" w:cs="微软简仿宋"/>
                <w:color w:val="000000"/>
                <w:kern w:val="0"/>
                <w:sz w:val="20"/>
                <w:szCs w:val="20"/>
              </w:rPr>
              <w:t>68</w:t>
            </w:r>
            <w:r w:rsidRPr="00E615B0">
              <w:rPr>
                <w:rFonts w:ascii="微软简仿宋" w:eastAsia="微软简仿宋" w:hAnsi="宋体" w:cs="微软简仿宋" w:hint="eastAsia"/>
                <w:color w:val="000000"/>
                <w:kern w:val="0"/>
                <w:sz w:val="20"/>
                <w:szCs w:val="20"/>
              </w:rPr>
              <w:t>号（第一医院内房屋）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太古山庄便利店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虎距北路</w:t>
            </w:r>
            <w:r w:rsidRPr="00E615B0">
              <w:rPr>
                <w:rFonts w:ascii="微软简仿宋" w:eastAsia="微软简仿宋" w:hAnsi="宋体" w:cs="微软简仿宋"/>
                <w:color w:val="000000"/>
                <w:kern w:val="0"/>
                <w:sz w:val="20"/>
                <w:szCs w:val="20"/>
              </w:rPr>
              <w:t>181</w:t>
            </w:r>
            <w:r w:rsidRPr="00E615B0">
              <w:rPr>
                <w:rFonts w:ascii="微软简仿宋" w:eastAsia="微软简仿宋" w:hAnsi="宋体" w:cs="微软简仿宋" w:hint="eastAsia"/>
                <w:color w:val="000000"/>
                <w:kern w:val="0"/>
                <w:sz w:val="20"/>
                <w:szCs w:val="20"/>
              </w:rPr>
              <w:t>号金源太古城</w:t>
            </w:r>
            <w:r w:rsidRPr="00E615B0">
              <w:rPr>
                <w:rFonts w:ascii="微软简仿宋" w:eastAsia="微软简仿宋" w:hAnsi="宋体" w:cs="微软简仿宋"/>
                <w:color w:val="000000"/>
                <w:kern w:val="0"/>
                <w:sz w:val="20"/>
                <w:szCs w:val="20"/>
              </w:rPr>
              <w:t>C</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109</w:t>
            </w:r>
            <w:r w:rsidRPr="00E615B0">
              <w:rPr>
                <w:rFonts w:ascii="微软简仿宋" w:eastAsia="微软简仿宋" w:hAnsi="宋体" w:cs="微软简仿宋" w:hint="eastAsia"/>
                <w:color w:val="000000"/>
                <w:kern w:val="0"/>
                <w:sz w:val="20"/>
                <w:szCs w:val="20"/>
              </w:rPr>
              <w:t>室门面房</w:t>
            </w:r>
            <w:r w:rsidRPr="00E615B0">
              <w:rPr>
                <w:rFonts w:ascii="微软简仿宋" w:eastAsia="微软简仿宋" w:hAnsi="宋体" w:cs="微软简仿宋"/>
                <w:color w:val="000000"/>
                <w:kern w:val="0"/>
                <w:sz w:val="20"/>
                <w:szCs w:val="20"/>
              </w:rPr>
              <w:t>B</w:t>
            </w:r>
            <w:r w:rsidRPr="00E615B0">
              <w:rPr>
                <w:rFonts w:ascii="微软简仿宋" w:eastAsia="微软简仿宋" w:hAnsi="宋体" w:cs="微软简仿宋" w:hint="eastAsia"/>
                <w:color w:val="000000"/>
                <w:kern w:val="0"/>
                <w:sz w:val="20"/>
                <w:szCs w:val="20"/>
              </w:rPr>
              <w:t>块区域</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好的马群便利店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马群物流中心内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好的马标便利店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黄埔路</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189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解放路标超店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解放路</w:t>
            </w:r>
            <w:r w:rsidRPr="00E615B0">
              <w:rPr>
                <w:rFonts w:ascii="微软简仿宋" w:eastAsia="微软简仿宋" w:hAnsi="宋体" w:cs="微软简仿宋"/>
                <w:color w:val="000000"/>
                <w:kern w:val="0"/>
                <w:sz w:val="20"/>
                <w:szCs w:val="20"/>
              </w:rPr>
              <w:t>53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龙福山庄便利店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小门里</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号龙福山庄</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亚东文苑路三代生活超市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文苑路</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号（大成名店公园）苏果超市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燕江园便利店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金燕路</w:t>
            </w:r>
            <w:r w:rsidRPr="00E615B0">
              <w:rPr>
                <w:rFonts w:ascii="微软简仿宋" w:eastAsia="微软简仿宋" w:hAnsi="宋体" w:cs="微软简仿宋"/>
                <w:color w:val="000000"/>
                <w:kern w:val="0"/>
                <w:sz w:val="20"/>
                <w:szCs w:val="20"/>
              </w:rPr>
              <w:t>95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浦口龙虎巷便利店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龙虎巷</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号浦厂二村一楼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好的多伦路便利店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建宁路</w:t>
            </w:r>
            <w:r w:rsidRPr="00E615B0">
              <w:rPr>
                <w:rFonts w:ascii="微软简仿宋" w:eastAsia="微软简仿宋" w:hAnsi="宋体" w:cs="微软简仿宋"/>
                <w:color w:val="000000"/>
                <w:kern w:val="0"/>
                <w:sz w:val="20"/>
                <w:szCs w:val="20"/>
              </w:rPr>
              <w:t>263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华侨新村便利店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华桥新村紫沁苑</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好的未来城便利店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珠江路未来城一层</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号门面房（珠江路</w:t>
            </w:r>
            <w:r w:rsidRPr="00E615B0">
              <w:rPr>
                <w:rFonts w:ascii="微软简仿宋" w:eastAsia="微软简仿宋" w:hAnsi="宋体" w:cs="微软简仿宋"/>
                <w:color w:val="000000"/>
                <w:kern w:val="0"/>
                <w:sz w:val="20"/>
                <w:szCs w:val="20"/>
              </w:rPr>
              <w:t>488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好的湖景花园便利店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龙蟠路湖景花园</w:t>
            </w:r>
            <w:r w:rsidRPr="00E615B0">
              <w:rPr>
                <w:rFonts w:ascii="微软简仿宋" w:eastAsia="微软简仿宋" w:hAnsi="宋体" w:cs="微软简仿宋"/>
                <w:color w:val="000000"/>
                <w:kern w:val="0"/>
                <w:sz w:val="20"/>
                <w:szCs w:val="20"/>
              </w:rPr>
              <w:t>04</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墨香山庄生活超市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墨香路</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199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好的锦虹丽都便利店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长虹路</w:t>
            </w:r>
            <w:r w:rsidRPr="00E615B0">
              <w:rPr>
                <w:rFonts w:ascii="微软简仿宋" w:eastAsia="微软简仿宋" w:hAnsi="宋体" w:cs="微软简仿宋"/>
                <w:color w:val="000000"/>
                <w:kern w:val="0"/>
                <w:sz w:val="20"/>
                <w:szCs w:val="20"/>
              </w:rPr>
              <w:t>439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好的双和园便利店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雨润大街</w:t>
            </w:r>
            <w:r w:rsidRPr="00E615B0">
              <w:rPr>
                <w:rFonts w:ascii="微软简仿宋" w:eastAsia="微软简仿宋" w:hAnsi="宋体" w:cs="微软简仿宋"/>
                <w:color w:val="000000"/>
                <w:kern w:val="0"/>
                <w:sz w:val="20"/>
                <w:szCs w:val="20"/>
              </w:rPr>
              <w:t>19</w:t>
            </w:r>
            <w:r w:rsidRPr="00E615B0">
              <w:rPr>
                <w:rFonts w:ascii="微软简仿宋" w:eastAsia="微软简仿宋" w:hAnsi="宋体" w:cs="微软简仿宋" w:hint="eastAsia"/>
                <w:color w:val="000000"/>
                <w:kern w:val="0"/>
                <w:sz w:val="20"/>
                <w:szCs w:val="20"/>
              </w:rPr>
              <w:t>号双和园</w:t>
            </w:r>
            <w:r w:rsidRPr="00E615B0">
              <w:rPr>
                <w:rFonts w:ascii="微软简仿宋" w:eastAsia="微软简仿宋" w:hAnsi="宋体" w:cs="微软简仿宋"/>
                <w:color w:val="000000"/>
                <w:kern w:val="0"/>
                <w:sz w:val="20"/>
                <w:szCs w:val="20"/>
              </w:rPr>
              <w:t>B</w:t>
            </w:r>
            <w:r w:rsidRPr="00E615B0">
              <w:rPr>
                <w:rFonts w:ascii="微软简仿宋" w:eastAsia="微软简仿宋" w:hAnsi="宋体" w:cs="微软简仿宋" w:hint="eastAsia"/>
                <w:color w:val="000000"/>
                <w:kern w:val="0"/>
                <w:sz w:val="20"/>
                <w:szCs w:val="20"/>
              </w:rPr>
              <w:t>片服务中心</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好的清江路便利店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清江路</w:t>
            </w:r>
            <w:r w:rsidRPr="00E615B0">
              <w:rPr>
                <w:rFonts w:ascii="微软简仿宋" w:eastAsia="微软简仿宋" w:hAnsi="宋体" w:cs="微软简仿宋"/>
                <w:color w:val="000000"/>
                <w:kern w:val="0"/>
                <w:sz w:val="20"/>
                <w:szCs w:val="20"/>
              </w:rPr>
              <w:t>36</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38</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40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好的清江西苑便利店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江东北路</w:t>
            </w:r>
            <w:r w:rsidRPr="00E615B0">
              <w:rPr>
                <w:rFonts w:ascii="微软简仿宋" w:eastAsia="微软简仿宋" w:hAnsi="宋体" w:cs="微软简仿宋"/>
                <w:color w:val="000000"/>
                <w:kern w:val="0"/>
                <w:sz w:val="20"/>
                <w:szCs w:val="20"/>
              </w:rPr>
              <w:t>418</w:t>
            </w:r>
            <w:r w:rsidRPr="00E615B0">
              <w:rPr>
                <w:rFonts w:ascii="微软简仿宋" w:eastAsia="微软简仿宋" w:hAnsi="宋体" w:cs="微软简仿宋" w:hint="eastAsia"/>
                <w:color w:val="000000"/>
                <w:kern w:val="0"/>
                <w:sz w:val="20"/>
                <w:szCs w:val="20"/>
              </w:rPr>
              <w:t>号清江西苑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-7</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良辰美景生活超市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秦虹南路</w:t>
            </w:r>
            <w:r w:rsidRPr="00E615B0">
              <w:rPr>
                <w:rFonts w:ascii="微软简仿宋" w:eastAsia="微软简仿宋" w:hAnsi="宋体" w:cs="微软简仿宋"/>
                <w:color w:val="000000"/>
                <w:kern w:val="0"/>
                <w:sz w:val="20"/>
                <w:szCs w:val="20"/>
              </w:rPr>
              <w:t>152</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好的嵩山路三代便利店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嵩山路</w:t>
            </w:r>
            <w:r w:rsidRPr="00E615B0">
              <w:rPr>
                <w:rFonts w:ascii="微软简仿宋" w:eastAsia="微软简仿宋" w:hAnsi="宋体" w:cs="微软简仿宋"/>
                <w:color w:val="000000"/>
                <w:kern w:val="0"/>
                <w:sz w:val="20"/>
                <w:szCs w:val="20"/>
              </w:rPr>
              <w:t>123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好的钟麓花园便利店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板仓街钟麓花园</w:t>
            </w:r>
            <w:r w:rsidRPr="00E615B0">
              <w:rPr>
                <w:rFonts w:ascii="微软简仿宋" w:eastAsia="微软简仿宋" w:hAnsi="宋体" w:cs="微软简仿宋"/>
                <w:color w:val="000000"/>
                <w:kern w:val="0"/>
                <w:sz w:val="20"/>
                <w:szCs w:val="20"/>
              </w:rPr>
              <w:t>AB</w:t>
            </w:r>
            <w:r w:rsidRPr="00E615B0">
              <w:rPr>
                <w:rFonts w:ascii="微软简仿宋" w:eastAsia="微软简仿宋" w:hAnsi="宋体" w:cs="微软简仿宋" w:hint="eastAsia"/>
                <w:color w:val="000000"/>
                <w:kern w:val="0"/>
                <w:sz w:val="20"/>
                <w:szCs w:val="20"/>
              </w:rPr>
              <w:t>栋公寓</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好的鼓医便利店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中山路</w:t>
            </w:r>
            <w:r w:rsidRPr="00E615B0">
              <w:rPr>
                <w:rFonts w:ascii="微软简仿宋" w:eastAsia="微软简仿宋" w:hAnsi="宋体" w:cs="微软简仿宋"/>
                <w:color w:val="000000"/>
                <w:kern w:val="0"/>
                <w:sz w:val="20"/>
                <w:szCs w:val="20"/>
              </w:rPr>
              <w:t>321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阅城国际生活超市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花神大道</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号阅城国际花园悠然园</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栋房屋下底层部分</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盘锦花园便利店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万家坝</w:t>
            </w:r>
            <w:r w:rsidRPr="00E615B0">
              <w:rPr>
                <w:rFonts w:ascii="微软简仿宋" w:eastAsia="微软简仿宋" w:hAnsi="宋体" w:cs="微软简仿宋"/>
                <w:color w:val="000000"/>
                <w:kern w:val="0"/>
                <w:sz w:val="20"/>
                <w:szCs w:val="20"/>
              </w:rPr>
              <w:t>25</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109</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110</w:t>
            </w:r>
            <w:r w:rsidRPr="00E615B0">
              <w:rPr>
                <w:rFonts w:ascii="微软简仿宋" w:eastAsia="微软简仿宋" w:hAnsi="宋体" w:cs="微软简仿宋" w:hint="eastAsia"/>
                <w:color w:val="000000"/>
                <w:kern w:val="0"/>
                <w:sz w:val="20"/>
                <w:szCs w:val="20"/>
              </w:rPr>
              <w:t>号房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209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好的东郊小镇便利店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东郊小镇一街</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钟灵街生活超市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钟灵街</w:t>
            </w:r>
            <w:r w:rsidRPr="00E615B0">
              <w:rPr>
                <w:rFonts w:ascii="微软简仿宋" w:eastAsia="微软简仿宋" w:hAnsi="宋体" w:cs="微软简仿宋"/>
                <w:color w:val="000000"/>
                <w:kern w:val="0"/>
                <w:sz w:val="20"/>
                <w:szCs w:val="20"/>
              </w:rPr>
              <w:t>50</w:t>
            </w:r>
            <w:r w:rsidRPr="00E615B0">
              <w:rPr>
                <w:rFonts w:ascii="微软简仿宋" w:eastAsia="微软简仿宋" w:hAnsi="宋体" w:cs="微软简仿宋" w:hint="eastAsia"/>
                <w:color w:val="000000"/>
                <w:kern w:val="0"/>
                <w:sz w:val="20"/>
                <w:szCs w:val="20"/>
              </w:rPr>
              <w:t>号科技产品开发综合楼一层房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溧水大西门街便利店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永阳镇大西门街荷花塘</w:t>
            </w:r>
            <w:r w:rsidRPr="00E615B0">
              <w:rPr>
                <w:rFonts w:ascii="微软简仿宋" w:eastAsia="微软简仿宋" w:hAnsi="宋体" w:cs="微软简仿宋"/>
                <w:color w:val="000000"/>
                <w:kern w:val="0"/>
                <w:sz w:val="20"/>
                <w:szCs w:val="20"/>
              </w:rPr>
              <w:t>2-4-6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孝陵卫生活超市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孝陵卫大街</w:t>
            </w:r>
            <w:r w:rsidRPr="00E615B0">
              <w:rPr>
                <w:rFonts w:ascii="微软简仿宋" w:eastAsia="微软简仿宋" w:hAnsi="宋体" w:cs="微软简仿宋"/>
                <w:color w:val="000000"/>
                <w:kern w:val="0"/>
                <w:sz w:val="20"/>
                <w:szCs w:val="20"/>
              </w:rPr>
              <w:t>49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好的上海路便利店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上海路</w:t>
            </w:r>
            <w:r w:rsidRPr="00E615B0">
              <w:rPr>
                <w:rFonts w:ascii="微软简仿宋" w:eastAsia="微软简仿宋" w:hAnsi="宋体" w:cs="微软简仿宋"/>
                <w:color w:val="000000"/>
                <w:kern w:val="0"/>
                <w:sz w:val="20"/>
                <w:szCs w:val="20"/>
              </w:rPr>
              <w:t>154</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管家桥生活超市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管家桥</w:t>
            </w:r>
            <w:r w:rsidRPr="00E615B0">
              <w:rPr>
                <w:rFonts w:ascii="微软简仿宋" w:eastAsia="微软简仿宋" w:hAnsi="宋体" w:cs="微软简仿宋"/>
                <w:color w:val="000000"/>
                <w:kern w:val="0"/>
                <w:sz w:val="20"/>
                <w:szCs w:val="20"/>
              </w:rPr>
              <w:t>85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好的朗诗街区便利店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河西大街</w:t>
            </w:r>
            <w:r w:rsidRPr="00E615B0">
              <w:rPr>
                <w:rFonts w:ascii="微软简仿宋" w:eastAsia="微软简仿宋" w:hAnsi="宋体" w:cs="微软简仿宋"/>
                <w:color w:val="000000"/>
                <w:kern w:val="0"/>
                <w:sz w:val="20"/>
                <w:szCs w:val="20"/>
              </w:rPr>
              <w:t>87</w:t>
            </w:r>
            <w:r w:rsidRPr="00E615B0">
              <w:rPr>
                <w:rFonts w:ascii="微软简仿宋" w:eastAsia="微软简仿宋" w:hAnsi="宋体" w:cs="微软简仿宋" w:hint="eastAsia"/>
                <w:color w:val="000000"/>
                <w:kern w:val="0"/>
                <w:sz w:val="20"/>
                <w:szCs w:val="20"/>
              </w:rPr>
              <w:t>号朗诗生活馆一层</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好的香格里拉便利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大光路香格里拉花园</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苏源大道生活超市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苏源大道</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号会所一层商铺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阳光里便利店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永乐北路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219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南湖东路便利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南湖东路</w:t>
            </w:r>
            <w:r w:rsidRPr="00E615B0">
              <w:rPr>
                <w:rFonts w:ascii="微软简仿宋" w:eastAsia="微软简仿宋" w:hAnsi="宋体" w:cs="微软简仿宋"/>
                <w:color w:val="000000"/>
                <w:kern w:val="0"/>
                <w:sz w:val="20"/>
                <w:szCs w:val="20"/>
              </w:rPr>
              <w:t>35-5</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大厂晓山路便利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大厂晓山路</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0104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0105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好的水西门便利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水西门大街</w:t>
            </w:r>
            <w:r w:rsidRPr="00E615B0">
              <w:rPr>
                <w:rFonts w:ascii="微软简仿宋" w:eastAsia="微软简仿宋" w:hAnsi="宋体" w:cs="微软简仿宋"/>
                <w:color w:val="000000"/>
                <w:kern w:val="0"/>
                <w:sz w:val="20"/>
                <w:szCs w:val="20"/>
              </w:rPr>
              <w:t>354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好的蓝旗街便利店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御道街</w:t>
            </w:r>
            <w:r w:rsidRPr="00E615B0">
              <w:rPr>
                <w:rFonts w:ascii="微软简仿宋" w:eastAsia="微软简仿宋" w:hAnsi="宋体" w:cs="微软简仿宋"/>
                <w:color w:val="000000"/>
                <w:kern w:val="0"/>
                <w:sz w:val="20"/>
                <w:szCs w:val="20"/>
              </w:rPr>
              <w:t>53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锦绣华城便利店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浦珠北路</w:t>
            </w:r>
            <w:r w:rsidRPr="00E615B0">
              <w:rPr>
                <w:rFonts w:ascii="微软简仿宋" w:eastAsia="微软简仿宋" w:hAnsi="宋体" w:cs="微软简仿宋"/>
                <w:color w:val="000000"/>
                <w:kern w:val="0"/>
                <w:sz w:val="20"/>
                <w:szCs w:val="20"/>
              </w:rPr>
              <w:t>59</w:t>
            </w:r>
            <w:r w:rsidRPr="00E615B0">
              <w:rPr>
                <w:rFonts w:ascii="微软简仿宋" w:eastAsia="微软简仿宋" w:hAnsi="宋体" w:cs="微软简仿宋" w:hint="eastAsia"/>
                <w:color w:val="000000"/>
                <w:kern w:val="0"/>
                <w:sz w:val="20"/>
                <w:szCs w:val="20"/>
              </w:rPr>
              <w:t>号大华锦绣华城桂美颂花园</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室房屋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春源路便利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春源路南侧商业地块</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号路西侧、</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号路北侧门面房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春江路便利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铁心桥镇春江路</w:t>
            </w:r>
            <w:r w:rsidRPr="00E615B0">
              <w:rPr>
                <w:rFonts w:ascii="微软简仿宋" w:eastAsia="微软简仿宋" w:hAnsi="宋体" w:cs="微软简仿宋"/>
                <w:color w:val="000000"/>
                <w:kern w:val="0"/>
                <w:sz w:val="20"/>
                <w:szCs w:val="20"/>
              </w:rPr>
              <w:t>52-1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52-2</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北崮山生活超市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安怀村</w:t>
            </w:r>
            <w:r w:rsidRPr="00E615B0">
              <w:rPr>
                <w:rFonts w:ascii="微软简仿宋" w:eastAsia="微软简仿宋" w:hAnsi="宋体" w:cs="微软简仿宋"/>
                <w:color w:val="000000"/>
                <w:kern w:val="0"/>
                <w:sz w:val="20"/>
                <w:szCs w:val="20"/>
              </w:rPr>
              <w:t>460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雨花生活超市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雨花路</w:t>
            </w:r>
            <w:r w:rsidRPr="00E615B0">
              <w:rPr>
                <w:rFonts w:ascii="微软简仿宋" w:eastAsia="微软简仿宋" w:hAnsi="宋体" w:cs="微软简仿宋"/>
                <w:color w:val="000000"/>
                <w:kern w:val="0"/>
                <w:sz w:val="20"/>
                <w:szCs w:val="20"/>
              </w:rPr>
              <w:t>64</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幢一层部分房屋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胜太路便利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胜太路</w:t>
            </w:r>
            <w:r w:rsidRPr="00E615B0">
              <w:rPr>
                <w:rFonts w:ascii="微软简仿宋" w:eastAsia="微软简仿宋" w:hAnsi="宋体" w:cs="微软简仿宋"/>
                <w:color w:val="000000"/>
                <w:kern w:val="0"/>
                <w:sz w:val="20"/>
                <w:szCs w:val="20"/>
              </w:rPr>
              <w:t>59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229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上元大街便利店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上元大街</w:t>
            </w:r>
            <w:r w:rsidRPr="00E615B0">
              <w:rPr>
                <w:rFonts w:ascii="微软简仿宋" w:eastAsia="微软简仿宋" w:hAnsi="宋体" w:cs="微软简仿宋"/>
                <w:color w:val="000000"/>
                <w:kern w:val="0"/>
                <w:sz w:val="20"/>
                <w:szCs w:val="20"/>
              </w:rPr>
              <w:t>188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A</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109</w:t>
            </w:r>
            <w:r w:rsidRPr="00E615B0">
              <w:rPr>
                <w:rFonts w:ascii="微软简仿宋" w:eastAsia="微软简仿宋" w:hAnsi="宋体" w:cs="微软简仿宋" w:hint="eastAsia"/>
                <w:color w:val="000000"/>
                <w:kern w:val="0"/>
                <w:sz w:val="20"/>
                <w:szCs w:val="20"/>
              </w:rPr>
              <w:t>室一层门面房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幕府西路便利店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幕府西路</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单元</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毕洼西路便利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大厂毕洼西路</w:t>
            </w:r>
            <w:r w:rsidRPr="00E615B0">
              <w:rPr>
                <w:rFonts w:ascii="微软简仿宋" w:eastAsia="微软简仿宋" w:hAnsi="宋体" w:cs="微软简仿宋"/>
                <w:color w:val="000000"/>
                <w:kern w:val="0"/>
                <w:sz w:val="20"/>
                <w:szCs w:val="20"/>
              </w:rPr>
              <w:t>241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红花村社区店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红花村</w:t>
            </w:r>
            <w:r w:rsidRPr="00E615B0">
              <w:rPr>
                <w:rFonts w:ascii="微软简仿宋" w:eastAsia="微软简仿宋" w:hAnsi="宋体" w:cs="微软简仿宋"/>
                <w:color w:val="000000"/>
                <w:kern w:val="0"/>
                <w:sz w:val="20"/>
                <w:szCs w:val="20"/>
              </w:rPr>
              <w:t>160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好的宁海大厦便利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北京西路</w:t>
            </w:r>
            <w:r w:rsidRPr="00E615B0">
              <w:rPr>
                <w:rFonts w:ascii="微软简仿宋" w:eastAsia="微软简仿宋" w:hAnsi="宋体" w:cs="微软简仿宋"/>
                <w:color w:val="000000"/>
                <w:kern w:val="0"/>
                <w:sz w:val="20"/>
                <w:szCs w:val="20"/>
              </w:rPr>
              <w:t>30</w:t>
            </w:r>
            <w:r w:rsidRPr="00E615B0">
              <w:rPr>
                <w:rFonts w:ascii="微软简仿宋" w:eastAsia="微软简仿宋" w:hAnsi="宋体" w:cs="微软简仿宋" w:hint="eastAsia"/>
                <w:color w:val="000000"/>
                <w:kern w:val="0"/>
                <w:sz w:val="20"/>
                <w:szCs w:val="20"/>
              </w:rPr>
              <w:t>号宁海大厦一楼商品部和一间办公室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东山大街西路便利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上元大街</w:t>
            </w:r>
            <w:r w:rsidRPr="00E615B0">
              <w:rPr>
                <w:rFonts w:ascii="微软简仿宋" w:eastAsia="微软简仿宋" w:hAnsi="宋体" w:cs="微软简仿宋"/>
                <w:color w:val="000000"/>
                <w:kern w:val="0"/>
                <w:sz w:val="20"/>
                <w:szCs w:val="20"/>
              </w:rPr>
              <w:t>242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仙鹤门生活超市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仙鹤门二号路苏果超市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殷高巷生活超市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磨盘街</w:t>
            </w:r>
            <w:r w:rsidRPr="00E615B0">
              <w:rPr>
                <w:rFonts w:ascii="微软简仿宋" w:eastAsia="微软简仿宋" w:hAnsi="宋体" w:cs="微软简仿宋"/>
                <w:color w:val="000000"/>
                <w:kern w:val="0"/>
                <w:sz w:val="20"/>
                <w:szCs w:val="20"/>
              </w:rPr>
              <w:t>57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好的云南路便利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云南路</w:t>
            </w:r>
            <w:r w:rsidRPr="00E615B0">
              <w:rPr>
                <w:rFonts w:ascii="微软简仿宋" w:eastAsia="微软简仿宋" w:hAnsi="宋体" w:cs="微软简仿宋"/>
                <w:color w:val="000000"/>
                <w:kern w:val="0"/>
                <w:sz w:val="20"/>
                <w:szCs w:val="20"/>
              </w:rPr>
              <w:t>11-2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水佐岗社区店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宁海路街道水佐岗</w:t>
            </w:r>
            <w:r w:rsidRPr="00E615B0">
              <w:rPr>
                <w:rFonts w:ascii="微软简仿宋" w:eastAsia="微软简仿宋" w:hAnsi="宋体" w:cs="微软简仿宋"/>
                <w:color w:val="000000"/>
                <w:kern w:val="0"/>
                <w:sz w:val="20"/>
                <w:szCs w:val="20"/>
              </w:rPr>
              <w:t>54</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239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好的模范马路便利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模范马路</w:t>
            </w:r>
            <w:r w:rsidRPr="00E615B0">
              <w:rPr>
                <w:rFonts w:ascii="微软简仿宋" w:eastAsia="微软简仿宋" w:hAnsi="宋体" w:cs="微软简仿宋"/>
                <w:color w:val="000000"/>
                <w:kern w:val="0"/>
                <w:sz w:val="20"/>
                <w:szCs w:val="20"/>
              </w:rPr>
              <w:t>92</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铁路北街便利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铁路北街</w:t>
            </w:r>
            <w:r w:rsidRPr="00E615B0">
              <w:rPr>
                <w:rFonts w:ascii="微软简仿宋" w:eastAsia="微软简仿宋" w:hAnsi="宋体" w:cs="微软简仿宋"/>
                <w:color w:val="000000"/>
                <w:kern w:val="0"/>
                <w:sz w:val="20"/>
                <w:szCs w:val="20"/>
              </w:rPr>
              <w:t>184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186-4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186-5</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归云堂便利店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归云堂十五巷</w:t>
            </w:r>
            <w:r w:rsidRPr="00E615B0">
              <w:rPr>
                <w:rFonts w:ascii="微软简仿宋" w:eastAsia="微软简仿宋" w:hAnsi="宋体" w:cs="微软简仿宋"/>
                <w:color w:val="000000"/>
                <w:kern w:val="0"/>
                <w:sz w:val="20"/>
                <w:szCs w:val="20"/>
              </w:rPr>
              <w:t>16-18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好的市中医便利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金陵路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号中医院门诊东楼西头南侧第二、三、四共三间半房屋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好的英华达便利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将军大道</w:t>
            </w:r>
            <w:r w:rsidRPr="00E615B0">
              <w:rPr>
                <w:rFonts w:ascii="微软简仿宋" w:eastAsia="微软简仿宋" w:hAnsi="宋体" w:cs="微软简仿宋"/>
                <w:color w:val="000000"/>
                <w:kern w:val="0"/>
                <w:sz w:val="20"/>
                <w:szCs w:val="20"/>
              </w:rPr>
              <w:t>133</w:t>
            </w:r>
            <w:r w:rsidRPr="00E615B0">
              <w:rPr>
                <w:rFonts w:ascii="微软简仿宋" w:eastAsia="微软简仿宋" w:hAnsi="宋体" w:cs="微软简仿宋" w:hint="eastAsia"/>
                <w:color w:val="000000"/>
                <w:kern w:val="0"/>
                <w:sz w:val="20"/>
                <w:szCs w:val="20"/>
              </w:rPr>
              <w:t>号英华达公司厂内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天泓山庄生活超市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马群南木东站天悦花园</w:t>
            </w:r>
            <w:r w:rsidRPr="00E615B0">
              <w:rPr>
                <w:rFonts w:ascii="微软简仿宋" w:eastAsia="微软简仿宋" w:hAnsi="宋体" w:cs="微软简仿宋"/>
                <w:color w:val="000000"/>
                <w:kern w:val="0"/>
                <w:sz w:val="20"/>
                <w:szCs w:val="20"/>
              </w:rPr>
              <w:t>53</w:t>
            </w:r>
            <w:r w:rsidRPr="00E615B0">
              <w:rPr>
                <w:rFonts w:ascii="微软简仿宋" w:eastAsia="微软简仿宋" w:hAnsi="宋体" w:cs="微软简仿宋" w:hint="eastAsia"/>
                <w:color w:val="000000"/>
                <w:kern w:val="0"/>
                <w:sz w:val="20"/>
                <w:szCs w:val="20"/>
              </w:rPr>
              <w:t>幢一楼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好的湛江路便利店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湛江路</w:t>
            </w:r>
            <w:r w:rsidRPr="00E615B0">
              <w:rPr>
                <w:rFonts w:ascii="微软简仿宋" w:eastAsia="微软简仿宋" w:hAnsi="宋体" w:cs="微软简仿宋"/>
                <w:color w:val="000000"/>
                <w:kern w:val="0"/>
                <w:sz w:val="20"/>
                <w:szCs w:val="20"/>
              </w:rPr>
              <w:t>69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上元大街生活超市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上元大街</w:t>
            </w:r>
            <w:r w:rsidRPr="00E615B0">
              <w:rPr>
                <w:rFonts w:ascii="微软简仿宋" w:eastAsia="微软简仿宋" w:hAnsi="宋体" w:cs="微软简仿宋"/>
                <w:color w:val="000000"/>
                <w:kern w:val="0"/>
                <w:sz w:val="20"/>
                <w:szCs w:val="20"/>
              </w:rPr>
              <w:t>623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威尼斯水城便利店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威尼斯</w:t>
            </w:r>
            <w:r w:rsidRPr="00E615B0">
              <w:rPr>
                <w:rFonts w:ascii="微软简仿宋" w:eastAsia="微软简仿宋" w:hAnsi="宋体" w:cs="微软简仿宋"/>
                <w:color w:val="000000"/>
                <w:kern w:val="0"/>
                <w:sz w:val="20"/>
                <w:szCs w:val="20"/>
              </w:rPr>
              <w:t>A3</w:t>
            </w:r>
            <w:r w:rsidRPr="00E615B0">
              <w:rPr>
                <w:rFonts w:ascii="微软简仿宋" w:eastAsia="微软简仿宋" w:hAnsi="宋体" w:cs="微软简仿宋" w:hint="eastAsia"/>
                <w:color w:val="000000"/>
                <w:kern w:val="0"/>
                <w:sz w:val="20"/>
                <w:szCs w:val="20"/>
              </w:rPr>
              <w:t>街区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好的夫子庙便利店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一品嘉园</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-27</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249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溧水分龙岗便利店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永阳镇分龙岗路</w:t>
            </w:r>
            <w:r w:rsidRPr="00E615B0">
              <w:rPr>
                <w:rFonts w:ascii="微软简仿宋" w:eastAsia="微软简仿宋" w:hAnsi="宋体" w:cs="微软简仿宋"/>
                <w:color w:val="000000"/>
                <w:kern w:val="0"/>
                <w:sz w:val="20"/>
                <w:szCs w:val="20"/>
              </w:rPr>
              <w:t>78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双拜巷便利店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双拜巷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17</w:t>
            </w:r>
            <w:r w:rsidRPr="00E615B0">
              <w:rPr>
                <w:rFonts w:ascii="微软简仿宋" w:eastAsia="微软简仿宋" w:hAnsi="宋体" w:cs="微软简仿宋" w:hint="eastAsia"/>
                <w:color w:val="000000"/>
                <w:kern w:val="0"/>
                <w:sz w:val="20"/>
                <w:szCs w:val="20"/>
              </w:rPr>
              <w:t>栋一层部分门面房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京新路社区店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百润路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铁心桥龙西路</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号三江学院服务中心</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溧水广成便利店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永阳镇珍珠南路</w:t>
            </w:r>
            <w:r w:rsidRPr="00E615B0">
              <w:rPr>
                <w:rFonts w:ascii="微软简仿宋" w:eastAsia="微软简仿宋" w:hAnsi="宋体" w:cs="微软简仿宋"/>
                <w:color w:val="000000"/>
                <w:kern w:val="0"/>
                <w:sz w:val="20"/>
                <w:szCs w:val="20"/>
              </w:rPr>
              <w:t>99</w:t>
            </w:r>
            <w:r w:rsidRPr="00E615B0">
              <w:rPr>
                <w:rFonts w:ascii="微软简仿宋" w:eastAsia="微软简仿宋" w:hAnsi="宋体" w:cs="微软简仿宋" w:hint="eastAsia"/>
                <w:color w:val="000000"/>
                <w:kern w:val="0"/>
                <w:sz w:val="20"/>
                <w:szCs w:val="20"/>
              </w:rPr>
              <w:t>号广成东方名城</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105</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龙锦便利店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龙潭街道龙锦路</w:t>
            </w:r>
            <w:r w:rsidRPr="00E615B0">
              <w:rPr>
                <w:rFonts w:ascii="微软简仿宋" w:eastAsia="微软简仿宋" w:hAnsi="宋体" w:cs="微软简仿宋"/>
                <w:color w:val="000000"/>
                <w:kern w:val="0"/>
                <w:sz w:val="20"/>
                <w:szCs w:val="20"/>
              </w:rPr>
              <w:t>17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卡子门便利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晨光路</w:t>
            </w:r>
            <w:r w:rsidRPr="00E615B0">
              <w:rPr>
                <w:rFonts w:ascii="微软简仿宋" w:eastAsia="微软简仿宋" w:hAnsi="宋体" w:cs="微软简仿宋"/>
                <w:color w:val="000000"/>
                <w:kern w:val="0"/>
                <w:sz w:val="20"/>
                <w:szCs w:val="20"/>
              </w:rPr>
              <w:t>110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-4</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夹岗村便利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夹岗村经济适用房</w:t>
            </w:r>
            <w:r w:rsidRPr="00E615B0">
              <w:rPr>
                <w:rFonts w:ascii="微软简仿宋" w:eastAsia="微软简仿宋" w:hAnsi="宋体" w:cs="微软简仿宋"/>
                <w:color w:val="000000"/>
                <w:kern w:val="0"/>
                <w:sz w:val="20"/>
                <w:szCs w:val="20"/>
              </w:rPr>
              <w:t>5-11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号（汇景路</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好的黄山路三代便利店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黄山路</w:t>
            </w:r>
            <w:r w:rsidRPr="00E615B0">
              <w:rPr>
                <w:rFonts w:ascii="微软简仿宋" w:eastAsia="微软简仿宋" w:hAnsi="宋体" w:cs="微软简仿宋"/>
                <w:color w:val="000000"/>
                <w:kern w:val="0"/>
                <w:sz w:val="20"/>
                <w:szCs w:val="20"/>
              </w:rPr>
              <w:t>99</w:t>
            </w:r>
            <w:r w:rsidRPr="00E615B0">
              <w:rPr>
                <w:rFonts w:ascii="微软简仿宋" w:eastAsia="微软简仿宋" w:hAnsi="宋体" w:cs="微软简仿宋" w:hint="eastAsia"/>
                <w:color w:val="000000"/>
                <w:kern w:val="0"/>
                <w:sz w:val="20"/>
                <w:szCs w:val="20"/>
              </w:rPr>
              <w:t>号中海社区中心一楼营业用房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溧水洪蓝镇便利店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洪蓝镇凤泉街</w:t>
            </w:r>
            <w:r w:rsidRPr="00E615B0">
              <w:rPr>
                <w:rFonts w:ascii="微软简仿宋" w:eastAsia="微软简仿宋" w:hAnsi="宋体" w:cs="微软简仿宋"/>
                <w:color w:val="000000"/>
                <w:kern w:val="0"/>
                <w:sz w:val="20"/>
                <w:szCs w:val="20"/>
              </w:rPr>
              <w:t>75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259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溧水柘塘镇便利店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溧水经济开发区（柘塘乌山集镇）</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好的汉中路便利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汉中路</w:t>
            </w:r>
            <w:r w:rsidRPr="00E615B0">
              <w:rPr>
                <w:rFonts w:ascii="微软简仿宋" w:eastAsia="微软简仿宋" w:hAnsi="宋体" w:cs="微软简仿宋"/>
                <w:color w:val="000000"/>
                <w:kern w:val="0"/>
                <w:sz w:val="20"/>
                <w:szCs w:val="20"/>
              </w:rPr>
              <w:t>278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好的尚书巷便利店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八宝东街</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号瑞鑫兰庭</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南京养虎巷便利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来凤街标超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来凤街</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好的红山路便利店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红山路</w:t>
            </w:r>
            <w:r w:rsidRPr="00E615B0">
              <w:rPr>
                <w:rFonts w:ascii="微软简仿宋" w:eastAsia="微软简仿宋" w:hAnsi="宋体" w:cs="微软简仿宋"/>
                <w:color w:val="000000"/>
                <w:kern w:val="0"/>
                <w:sz w:val="20"/>
                <w:szCs w:val="20"/>
              </w:rPr>
              <w:t>186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-7</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好的凤凰三村便利店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凤凰三村</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松林谷便利店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东方城</w:t>
            </w:r>
            <w:r w:rsidRPr="00E615B0">
              <w:rPr>
                <w:rFonts w:ascii="微软简仿宋" w:eastAsia="微软简仿宋" w:hAnsi="宋体" w:cs="微软简仿宋"/>
                <w:color w:val="000000"/>
                <w:kern w:val="0"/>
                <w:sz w:val="20"/>
                <w:szCs w:val="20"/>
              </w:rPr>
              <w:t>100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单元</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文化名园标超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天元西路</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号文化名园商住综合楼</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号楼一层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金域中央便利店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幕府西路</w:t>
            </w:r>
            <w:r w:rsidRPr="00E615B0">
              <w:rPr>
                <w:rFonts w:ascii="微软简仿宋" w:eastAsia="微软简仿宋" w:hAnsi="宋体" w:cs="微软简仿宋"/>
                <w:color w:val="000000"/>
                <w:kern w:val="0"/>
                <w:sz w:val="20"/>
                <w:szCs w:val="20"/>
              </w:rPr>
              <w:t>33</w:t>
            </w:r>
            <w:r w:rsidRPr="00E615B0">
              <w:rPr>
                <w:rFonts w:ascii="微软简仿宋" w:eastAsia="微软简仿宋" w:hAnsi="宋体" w:cs="微软简仿宋" w:hint="eastAsia"/>
                <w:color w:val="000000"/>
                <w:kern w:val="0"/>
                <w:sz w:val="20"/>
                <w:szCs w:val="20"/>
              </w:rPr>
              <w:t>号金域中央街区一期</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269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银河湾便利店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汤山街道悦民路</w:t>
            </w:r>
            <w:r w:rsidRPr="00E615B0">
              <w:rPr>
                <w:rFonts w:ascii="微软简仿宋" w:eastAsia="微软简仿宋" w:hAnsi="宋体" w:cs="微软简仿宋"/>
                <w:color w:val="000000"/>
                <w:kern w:val="0"/>
                <w:sz w:val="20"/>
                <w:szCs w:val="20"/>
              </w:rPr>
              <w:t>133</w:t>
            </w:r>
            <w:r w:rsidRPr="00E615B0">
              <w:rPr>
                <w:rFonts w:ascii="微软简仿宋" w:eastAsia="微软简仿宋" w:hAnsi="宋体" w:cs="微软简仿宋" w:hint="eastAsia"/>
                <w:color w:val="000000"/>
                <w:kern w:val="0"/>
                <w:sz w:val="20"/>
                <w:szCs w:val="20"/>
              </w:rPr>
              <w:t>号银河湾花园</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好的龙凤玫瑰园便利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龙凤玫瑰园</w:t>
            </w:r>
            <w:r w:rsidRPr="00E615B0">
              <w:rPr>
                <w:rFonts w:ascii="微软简仿宋" w:eastAsia="微软简仿宋" w:hAnsi="宋体" w:cs="微软简仿宋"/>
                <w:color w:val="000000"/>
                <w:kern w:val="0"/>
                <w:sz w:val="20"/>
                <w:szCs w:val="20"/>
              </w:rPr>
              <w:t>08</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银龙花园便利店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银龙花园二期迎街一楼住宅</w:t>
            </w:r>
            <w:r w:rsidRPr="00E615B0">
              <w:rPr>
                <w:rFonts w:ascii="微软简仿宋" w:eastAsia="微软简仿宋" w:hAnsi="宋体" w:cs="微软简仿宋"/>
                <w:color w:val="000000"/>
                <w:kern w:val="0"/>
                <w:sz w:val="20"/>
                <w:szCs w:val="20"/>
              </w:rPr>
              <w:t>135</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好的金箔路便利店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金箔路</w:t>
            </w:r>
            <w:r w:rsidRPr="00E615B0">
              <w:rPr>
                <w:rFonts w:ascii="微软简仿宋" w:eastAsia="微软简仿宋" w:hAnsi="宋体" w:cs="微软简仿宋"/>
                <w:color w:val="000000"/>
                <w:kern w:val="0"/>
                <w:sz w:val="20"/>
                <w:szCs w:val="20"/>
              </w:rPr>
              <w:t>468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B</w:t>
            </w:r>
            <w:r w:rsidRPr="00E615B0">
              <w:rPr>
                <w:rFonts w:ascii="微软简仿宋" w:eastAsia="微软简仿宋" w:hAnsi="宋体" w:cs="微软简仿宋" w:hint="eastAsia"/>
                <w:color w:val="000000"/>
                <w:kern w:val="0"/>
                <w:sz w:val="20"/>
                <w:szCs w:val="20"/>
              </w:rPr>
              <w:t>区</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天元吉第城生活超市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湖山路</w:t>
            </w:r>
            <w:r w:rsidRPr="00E615B0">
              <w:rPr>
                <w:rFonts w:ascii="微软简仿宋" w:eastAsia="微软简仿宋" w:hAnsi="宋体" w:cs="微软简仿宋"/>
                <w:color w:val="000000"/>
                <w:kern w:val="0"/>
                <w:sz w:val="20"/>
                <w:szCs w:val="20"/>
              </w:rPr>
              <w:t>369</w:t>
            </w:r>
            <w:r w:rsidRPr="00E615B0">
              <w:rPr>
                <w:rFonts w:ascii="微软简仿宋" w:eastAsia="微软简仿宋" w:hAnsi="宋体" w:cs="微软简仿宋" w:hint="eastAsia"/>
                <w:color w:val="000000"/>
                <w:kern w:val="0"/>
                <w:sz w:val="20"/>
                <w:szCs w:val="20"/>
              </w:rPr>
              <w:t>号天元吉第城商业</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号商业用房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好的漓江路便利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漓江路</w:t>
            </w:r>
            <w:r w:rsidRPr="00E615B0">
              <w:rPr>
                <w:rFonts w:ascii="微软简仿宋" w:eastAsia="微软简仿宋" w:hAnsi="宋体" w:cs="微软简仿宋"/>
                <w:color w:val="000000"/>
                <w:kern w:val="0"/>
                <w:sz w:val="20"/>
                <w:szCs w:val="20"/>
              </w:rPr>
              <w:t>48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B3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二板桥便利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二板桥</w:t>
            </w:r>
            <w:r w:rsidRPr="00E615B0">
              <w:rPr>
                <w:rFonts w:ascii="微软简仿宋" w:eastAsia="微软简仿宋" w:hAnsi="宋体" w:cs="微软简仿宋"/>
                <w:color w:val="000000"/>
                <w:kern w:val="0"/>
                <w:sz w:val="20"/>
                <w:szCs w:val="20"/>
              </w:rPr>
              <w:t>618</w:t>
            </w:r>
            <w:r w:rsidRPr="00E615B0">
              <w:rPr>
                <w:rFonts w:ascii="微软简仿宋" w:eastAsia="微软简仿宋" w:hAnsi="宋体" w:cs="微软简仿宋" w:hint="eastAsia"/>
                <w:color w:val="000000"/>
                <w:kern w:val="0"/>
                <w:sz w:val="20"/>
                <w:szCs w:val="20"/>
              </w:rPr>
              <w:t>号一楼南侧中间门面房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好的松花江便利店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松花江西街</w:t>
            </w:r>
            <w:r w:rsidRPr="00E615B0">
              <w:rPr>
                <w:rFonts w:ascii="微软简仿宋" w:eastAsia="微软简仿宋" w:hAnsi="宋体" w:cs="微软简仿宋"/>
                <w:color w:val="000000"/>
                <w:kern w:val="0"/>
                <w:sz w:val="20"/>
                <w:szCs w:val="20"/>
              </w:rPr>
              <w:t>65</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-4</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中山北路</w:t>
            </w:r>
            <w:r w:rsidRPr="00E615B0">
              <w:rPr>
                <w:rFonts w:ascii="微软简仿宋" w:eastAsia="微软简仿宋" w:hAnsi="宋体" w:cs="微软简仿宋"/>
                <w:color w:val="000000"/>
                <w:kern w:val="0"/>
                <w:sz w:val="20"/>
                <w:szCs w:val="20"/>
              </w:rPr>
              <w:t>307</w:t>
            </w:r>
            <w:r w:rsidRPr="00E615B0">
              <w:rPr>
                <w:rFonts w:ascii="微软简仿宋" w:eastAsia="微软简仿宋" w:hAnsi="宋体" w:cs="微软简仿宋" w:hint="eastAsia"/>
                <w:color w:val="000000"/>
                <w:kern w:val="0"/>
                <w:sz w:val="20"/>
                <w:szCs w:val="20"/>
              </w:rPr>
              <w:t>号（西院二号楼一楼局部）</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好的渊声巷便利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渊声巷</w:t>
            </w:r>
            <w:r w:rsidRPr="00E615B0">
              <w:rPr>
                <w:rFonts w:ascii="微软简仿宋" w:eastAsia="微软简仿宋" w:hAnsi="宋体" w:cs="微软简仿宋"/>
                <w:color w:val="000000"/>
                <w:kern w:val="0"/>
                <w:sz w:val="20"/>
                <w:szCs w:val="20"/>
              </w:rPr>
              <w:t>24</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279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柳营村便利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柳营村</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仙境路标超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仙镜路</w:t>
            </w:r>
            <w:r w:rsidRPr="00E615B0">
              <w:rPr>
                <w:rFonts w:ascii="微软简仿宋" w:eastAsia="微软简仿宋" w:hAnsi="宋体" w:cs="微软简仿宋"/>
                <w:color w:val="000000"/>
                <w:kern w:val="0"/>
                <w:sz w:val="20"/>
                <w:szCs w:val="20"/>
              </w:rPr>
              <w:t>29</w:t>
            </w:r>
            <w:r w:rsidRPr="00E615B0">
              <w:rPr>
                <w:rFonts w:ascii="微软简仿宋" w:eastAsia="微软简仿宋" w:hAnsi="宋体" w:cs="微软简仿宋" w:hint="eastAsia"/>
                <w:color w:val="000000"/>
                <w:kern w:val="0"/>
                <w:sz w:val="20"/>
                <w:szCs w:val="20"/>
              </w:rPr>
              <w:t>好学仕风花园</w:t>
            </w:r>
            <w:r w:rsidRPr="00E615B0">
              <w:rPr>
                <w:rFonts w:ascii="微软简仿宋" w:eastAsia="微软简仿宋" w:hAnsi="宋体" w:cs="微软简仿宋"/>
                <w:color w:val="000000"/>
                <w:kern w:val="0"/>
                <w:sz w:val="20"/>
                <w:szCs w:val="20"/>
              </w:rPr>
              <w:t>72</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丹凤街好的便利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珠江路</w:t>
            </w:r>
            <w:r w:rsidRPr="00E615B0">
              <w:rPr>
                <w:rFonts w:ascii="微软简仿宋" w:eastAsia="微软简仿宋" w:hAnsi="宋体" w:cs="微软简仿宋"/>
                <w:color w:val="000000"/>
                <w:kern w:val="0"/>
                <w:sz w:val="20"/>
                <w:szCs w:val="20"/>
              </w:rPr>
              <w:t>48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好的南湖路便利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南湖路</w:t>
            </w:r>
            <w:r w:rsidRPr="00E615B0">
              <w:rPr>
                <w:rFonts w:ascii="微软简仿宋" w:eastAsia="微软简仿宋" w:hAnsi="宋体" w:cs="微软简仿宋"/>
                <w:color w:val="000000"/>
                <w:kern w:val="0"/>
                <w:sz w:val="20"/>
                <w:szCs w:val="20"/>
              </w:rPr>
              <w:t>23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颐和家园便利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华电路颐和家园</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02</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高淳银杏路生活超市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东坝镇银杏路房屋一层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聚宝山庄便利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玄武大道</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号阳光聚宝山庄红豆街区</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号和</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星海路便利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星海路</w:t>
            </w:r>
            <w:r w:rsidRPr="00E615B0">
              <w:rPr>
                <w:rFonts w:ascii="微软简仿宋" w:eastAsia="微软简仿宋" w:hAnsi="宋体" w:cs="微软简仿宋"/>
                <w:color w:val="000000"/>
                <w:kern w:val="0"/>
                <w:sz w:val="20"/>
                <w:szCs w:val="20"/>
              </w:rPr>
              <w:t>6-2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江宁滨江生活超市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江宁街道盛江花苑长兴大街</w:t>
            </w:r>
            <w:r w:rsidRPr="00E615B0">
              <w:rPr>
                <w:rFonts w:ascii="微软简仿宋" w:eastAsia="微软简仿宋" w:hAnsi="宋体" w:cs="微软简仿宋"/>
                <w:color w:val="000000"/>
                <w:kern w:val="0"/>
                <w:sz w:val="20"/>
                <w:szCs w:val="20"/>
              </w:rPr>
              <w:t>667</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城市绿洲便利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和燕路城市绿洲</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23</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289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好的船板巷便利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集庆路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05</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层</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朱庄便利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马群街道大朱庄村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溧水青年路便利店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永阳镇青年路</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103-105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扬子三村生活超市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沿江工业开发区扬村三路</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宏运大道东便利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宏运大道</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长江花园生活超市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长江花园</w:t>
            </w:r>
            <w:r w:rsidRPr="00E615B0">
              <w:rPr>
                <w:rFonts w:ascii="微软简仿宋" w:eastAsia="微软简仿宋" w:hAnsi="宋体" w:cs="微软简仿宋"/>
                <w:color w:val="000000"/>
                <w:kern w:val="0"/>
                <w:sz w:val="20"/>
                <w:szCs w:val="20"/>
              </w:rPr>
              <w:t>2-3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好的中山门便利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中山东路</w:t>
            </w:r>
            <w:r w:rsidRPr="00E615B0">
              <w:rPr>
                <w:rFonts w:ascii="微软简仿宋" w:eastAsia="微软简仿宋" w:hAnsi="宋体" w:cs="微软简仿宋"/>
                <w:color w:val="000000"/>
                <w:kern w:val="0"/>
                <w:sz w:val="20"/>
                <w:szCs w:val="20"/>
              </w:rPr>
              <w:t>323</w:t>
            </w:r>
            <w:r w:rsidRPr="00E615B0">
              <w:rPr>
                <w:rFonts w:ascii="微软简仿宋" w:eastAsia="微软简仿宋" w:hAnsi="宋体" w:cs="微软简仿宋" w:hint="eastAsia"/>
                <w:color w:val="000000"/>
                <w:kern w:val="0"/>
                <w:sz w:val="20"/>
                <w:szCs w:val="20"/>
              </w:rPr>
              <w:t>号一楼东侧房屋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好的万达东坊便利店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云锦路</w:t>
            </w:r>
            <w:r w:rsidRPr="00E615B0">
              <w:rPr>
                <w:rFonts w:ascii="微软简仿宋" w:eastAsia="微软简仿宋" w:hAnsi="宋体" w:cs="微软简仿宋"/>
                <w:color w:val="000000"/>
                <w:kern w:val="0"/>
                <w:sz w:val="20"/>
                <w:szCs w:val="20"/>
              </w:rPr>
              <w:t>58</w:t>
            </w:r>
            <w:r w:rsidRPr="00E615B0">
              <w:rPr>
                <w:rFonts w:ascii="微软简仿宋" w:eastAsia="微软简仿宋" w:hAnsi="宋体" w:cs="微软简仿宋" w:hint="eastAsia"/>
                <w:color w:val="000000"/>
                <w:kern w:val="0"/>
                <w:sz w:val="20"/>
                <w:szCs w:val="20"/>
              </w:rPr>
              <w:t>号万达广场东坊壹街区</w:t>
            </w:r>
            <w:r w:rsidRPr="00E615B0">
              <w:rPr>
                <w:rFonts w:ascii="微软简仿宋" w:eastAsia="微软简仿宋" w:hAnsi="宋体" w:cs="微软简仿宋"/>
                <w:color w:val="000000"/>
                <w:kern w:val="0"/>
                <w:sz w:val="20"/>
                <w:szCs w:val="20"/>
              </w:rPr>
              <w:t>03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好的盘新路便利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盘新街</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南湖社区店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玉塘东街</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299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好的乐山路便利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乐山路</w:t>
            </w:r>
            <w:r w:rsidRPr="00E615B0">
              <w:rPr>
                <w:rFonts w:ascii="微软简仿宋" w:eastAsia="微软简仿宋" w:hAnsi="宋体" w:cs="微软简仿宋"/>
                <w:color w:val="000000"/>
                <w:kern w:val="0"/>
                <w:sz w:val="20"/>
                <w:szCs w:val="20"/>
              </w:rPr>
              <w:t>198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09</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双龙大道便利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开发区双龙大道</w:t>
            </w:r>
            <w:r w:rsidRPr="00E615B0">
              <w:rPr>
                <w:rFonts w:ascii="微软简仿宋" w:eastAsia="微软简仿宋" w:hAnsi="宋体" w:cs="微软简仿宋"/>
                <w:color w:val="000000"/>
                <w:kern w:val="0"/>
                <w:sz w:val="20"/>
                <w:szCs w:val="20"/>
              </w:rPr>
              <w:t>1308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东新南路便利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东山镇东新南路</w:t>
            </w:r>
            <w:r w:rsidRPr="00E615B0">
              <w:rPr>
                <w:rFonts w:ascii="微软简仿宋" w:eastAsia="微软简仿宋" w:hAnsi="宋体" w:cs="微软简仿宋"/>
                <w:color w:val="000000"/>
                <w:kern w:val="0"/>
                <w:sz w:val="20"/>
                <w:szCs w:val="20"/>
              </w:rPr>
              <w:t>G-110</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缔景名苑便利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珠泉路</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号缔景名苑</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110</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天元城便利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秣陵街道新亭路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号市政天元城</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好的地铁二号线奥体东站便利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地铁二号线奥体东站</w:t>
            </w:r>
            <w:r w:rsidRPr="00E615B0">
              <w:rPr>
                <w:rFonts w:ascii="微软简仿宋" w:eastAsia="微软简仿宋" w:hAnsi="宋体" w:cs="微软简仿宋"/>
                <w:color w:val="000000"/>
                <w:kern w:val="0"/>
                <w:sz w:val="20"/>
                <w:szCs w:val="20"/>
              </w:rPr>
              <w:t>ATD</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color w:val="000000"/>
                <w:kern w:val="0"/>
                <w:sz w:val="20"/>
                <w:szCs w:val="20"/>
              </w:rPr>
              <w:t>23</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好的地铁二号线兴隆大街站便利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地铁二号线兴隆大街</w:t>
            </w:r>
            <w:r w:rsidRPr="00E615B0">
              <w:rPr>
                <w:rFonts w:ascii="微软简仿宋" w:eastAsia="微软简仿宋" w:hAnsi="宋体" w:cs="微软简仿宋"/>
                <w:color w:val="000000"/>
                <w:kern w:val="0"/>
                <w:sz w:val="20"/>
                <w:szCs w:val="20"/>
              </w:rPr>
              <w:t>XLDJ</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汇通路便利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汇通路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号风华园</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好的白龙江路便利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白龙江东街</w:t>
            </w:r>
            <w:r w:rsidRPr="00E615B0">
              <w:rPr>
                <w:rFonts w:ascii="微软简仿宋" w:eastAsia="微软简仿宋" w:hAnsi="宋体" w:cs="微软简仿宋"/>
                <w:color w:val="000000"/>
                <w:kern w:val="0"/>
                <w:sz w:val="20"/>
                <w:szCs w:val="20"/>
              </w:rPr>
              <w:t>76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清水亭东路好的便利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清水亭东路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号，万科金域蓝湾项目商业区</w:t>
            </w:r>
            <w:r w:rsidRPr="00E615B0">
              <w:rPr>
                <w:rFonts w:ascii="微软简仿宋" w:eastAsia="微软简仿宋" w:hAnsi="宋体" w:cs="微软简仿宋"/>
                <w:color w:val="000000"/>
                <w:kern w:val="0"/>
                <w:sz w:val="20"/>
                <w:szCs w:val="20"/>
              </w:rPr>
              <w:t>69</w:t>
            </w:r>
            <w:r w:rsidRPr="00E615B0">
              <w:rPr>
                <w:rFonts w:ascii="微软简仿宋" w:eastAsia="微软简仿宋" w:hAnsi="宋体" w:cs="微软简仿宋" w:hint="eastAsia"/>
                <w:color w:val="000000"/>
                <w:kern w:val="0"/>
                <w:sz w:val="20"/>
                <w:szCs w:val="20"/>
              </w:rPr>
              <w:t>号楼一层</w:t>
            </w:r>
            <w:r w:rsidRPr="00E615B0">
              <w:rPr>
                <w:rFonts w:ascii="微软简仿宋" w:eastAsia="微软简仿宋" w:hAnsi="宋体" w:cs="微软简仿宋"/>
                <w:color w:val="000000"/>
                <w:kern w:val="0"/>
                <w:sz w:val="20"/>
                <w:szCs w:val="20"/>
              </w:rPr>
              <w:t>69-101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69-102</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69-103</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309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好的仙林大道便利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仙林大道</w:t>
            </w:r>
            <w:r w:rsidRPr="00E615B0">
              <w:rPr>
                <w:rFonts w:ascii="微软简仿宋" w:eastAsia="微软简仿宋" w:hAnsi="宋体" w:cs="微软简仿宋"/>
                <w:color w:val="000000"/>
                <w:kern w:val="0"/>
                <w:sz w:val="20"/>
                <w:szCs w:val="20"/>
              </w:rPr>
              <w:t>168</w:t>
            </w:r>
            <w:r w:rsidRPr="00E615B0">
              <w:rPr>
                <w:rFonts w:ascii="微软简仿宋" w:eastAsia="微软简仿宋" w:hAnsi="宋体" w:cs="微软简仿宋" w:hint="eastAsia"/>
                <w:color w:val="000000"/>
                <w:kern w:val="0"/>
                <w:sz w:val="20"/>
                <w:szCs w:val="20"/>
              </w:rPr>
              <w:t>号南大和园</w:t>
            </w:r>
            <w:r w:rsidRPr="00E615B0">
              <w:rPr>
                <w:rFonts w:ascii="微软简仿宋" w:eastAsia="微软简仿宋" w:hAnsi="宋体" w:cs="微软简仿宋"/>
                <w:color w:val="000000"/>
                <w:kern w:val="0"/>
                <w:sz w:val="20"/>
                <w:szCs w:val="20"/>
              </w:rPr>
              <w:t>68</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楼</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室</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清溪路便利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清溪路半山园</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号生活服务中心南楼一层</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潭桥便利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秣陵街道科宁路</w:t>
            </w:r>
            <w:r w:rsidRPr="00E615B0">
              <w:rPr>
                <w:rFonts w:ascii="微软简仿宋" w:eastAsia="微软简仿宋" w:hAnsi="宋体" w:cs="微软简仿宋"/>
                <w:color w:val="000000"/>
                <w:kern w:val="0"/>
                <w:sz w:val="20"/>
                <w:szCs w:val="20"/>
              </w:rPr>
              <w:t>155</w:t>
            </w:r>
            <w:r w:rsidRPr="00E615B0">
              <w:rPr>
                <w:rFonts w:ascii="微软简仿宋" w:eastAsia="微软简仿宋" w:hAnsi="宋体" w:cs="微软简仿宋" w:hint="eastAsia"/>
                <w:color w:val="000000"/>
                <w:kern w:val="0"/>
                <w:sz w:val="20"/>
                <w:szCs w:val="20"/>
              </w:rPr>
              <w:t>号潭桥商业中心一组团</w:t>
            </w:r>
            <w:r w:rsidRPr="00E615B0">
              <w:rPr>
                <w:rFonts w:ascii="微软简仿宋" w:eastAsia="微软简仿宋" w:hAnsi="宋体" w:cs="微软简仿宋"/>
                <w:color w:val="000000"/>
                <w:kern w:val="0"/>
                <w:sz w:val="20"/>
                <w:szCs w:val="20"/>
              </w:rPr>
              <w:t>02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111</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和燕路联珠村</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号联珠农贸市场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兴贤路便利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兴贤路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-8</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丹青路便利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银河湾紫苑</w:t>
            </w:r>
            <w:r w:rsidRPr="00E615B0">
              <w:rPr>
                <w:rFonts w:ascii="微软简仿宋" w:eastAsia="微软简仿宋" w:hAnsi="宋体" w:cs="微软简仿宋"/>
                <w:color w:val="000000"/>
                <w:kern w:val="0"/>
                <w:sz w:val="20"/>
                <w:szCs w:val="20"/>
              </w:rPr>
              <w:t>55</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110</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好的金色里程便利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龙西路</w:t>
            </w:r>
            <w:r w:rsidRPr="00E615B0">
              <w:rPr>
                <w:rFonts w:ascii="微软简仿宋" w:eastAsia="微软简仿宋" w:hAnsi="宋体" w:cs="微软简仿宋"/>
                <w:color w:val="000000"/>
                <w:kern w:val="0"/>
                <w:sz w:val="20"/>
                <w:szCs w:val="20"/>
              </w:rPr>
              <w:t>318</w:t>
            </w:r>
            <w:r w:rsidRPr="00E615B0">
              <w:rPr>
                <w:rFonts w:ascii="微软简仿宋" w:eastAsia="微软简仿宋" w:hAnsi="宋体" w:cs="微软简仿宋" w:hint="eastAsia"/>
                <w:color w:val="000000"/>
                <w:kern w:val="0"/>
                <w:sz w:val="20"/>
                <w:szCs w:val="20"/>
              </w:rPr>
              <w:t>号万科金色城品花园综合楼一楼商铺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西善花苑便利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西善花苑经济适用房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金丝岗便利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东郊金丝岗金陵监狱职工食堂商品部门店房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西善桥北路便利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西善桥北路</w:t>
            </w:r>
            <w:r w:rsidRPr="00E615B0">
              <w:rPr>
                <w:rFonts w:ascii="微软简仿宋" w:eastAsia="微软简仿宋" w:hAnsi="宋体" w:cs="微软简仿宋"/>
                <w:color w:val="000000"/>
                <w:kern w:val="0"/>
                <w:sz w:val="20"/>
                <w:szCs w:val="20"/>
              </w:rPr>
              <w:t>87</w:t>
            </w:r>
            <w:r w:rsidRPr="00E615B0">
              <w:rPr>
                <w:rFonts w:ascii="微软简仿宋" w:eastAsia="微软简仿宋" w:hAnsi="宋体" w:cs="微软简仿宋" w:hint="eastAsia"/>
                <w:color w:val="000000"/>
                <w:kern w:val="0"/>
                <w:sz w:val="20"/>
                <w:szCs w:val="20"/>
              </w:rPr>
              <w:t>号柒彩星城</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107</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319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西善桥便利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交通商住楼二期</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南京技师学院便利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技师学院校园内男生公寓连廊处两间门面房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靖安镇社区店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靖安街道省网路</w:t>
            </w:r>
            <w:r w:rsidRPr="00E615B0">
              <w:rPr>
                <w:rFonts w:ascii="微软简仿宋" w:eastAsia="微软简仿宋" w:hAnsi="宋体" w:cs="微软简仿宋"/>
                <w:color w:val="000000"/>
                <w:kern w:val="0"/>
                <w:sz w:val="20"/>
                <w:szCs w:val="20"/>
              </w:rPr>
              <w:t>158</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东郊小镇社区店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麒东路</w:t>
            </w:r>
            <w:r w:rsidRPr="00E615B0">
              <w:rPr>
                <w:rFonts w:ascii="微软简仿宋" w:eastAsia="微软简仿宋" w:hAnsi="宋体" w:cs="微软简仿宋"/>
                <w:color w:val="000000"/>
                <w:kern w:val="0"/>
                <w:sz w:val="20"/>
                <w:szCs w:val="20"/>
              </w:rPr>
              <w:t>777</w:t>
            </w:r>
            <w:r w:rsidRPr="00E615B0">
              <w:rPr>
                <w:rFonts w:ascii="微软简仿宋" w:eastAsia="微软简仿宋" w:hAnsi="宋体" w:cs="微软简仿宋" w:hint="eastAsia"/>
                <w:color w:val="000000"/>
                <w:kern w:val="0"/>
                <w:sz w:val="20"/>
                <w:szCs w:val="20"/>
              </w:rPr>
              <w:t>东郊小镇邻里中心</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鼎新路生活超市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鼎新路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胜太东路便利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胜太东路</w:t>
            </w:r>
            <w:r w:rsidRPr="00E615B0">
              <w:rPr>
                <w:rFonts w:ascii="微软简仿宋" w:eastAsia="微软简仿宋" w:hAnsi="宋体" w:cs="微软简仿宋"/>
                <w:color w:val="000000"/>
                <w:kern w:val="0"/>
                <w:sz w:val="20"/>
                <w:szCs w:val="20"/>
              </w:rPr>
              <w:t>179</w:t>
            </w:r>
            <w:r w:rsidRPr="00E615B0">
              <w:rPr>
                <w:rFonts w:ascii="微软简仿宋" w:eastAsia="微软简仿宋" w:hAnsi="宋体" w:cs="微软简仿宋" w:hint="eastAsia"/>
                <w:color w:val="000000"/>
                <w:kern w:val="0"/>
                <w:sz w:val="20"/>
                <w:szCs w:val="20"/>
              </w:rPr>
              <w:t>号一层部分门面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浦口华侨绿洲便利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泰西路</w:t>
            </w:r>
            <w:r w:rsidRPr="00E615B0">
              <w:rPr>
                <w:rFonts w:ascii="微软简仿宋" w:eastAsia="微软简仿宋" w:hAnsi="宋体" w:cs="微软简仿宋"/>
                <w:color w:val="000000"/>
                <w:kern w:val="0"/>
                <w:sz w:val="20"/>
                <w:szCs w:val="20"/>
              </w:rPr>
              <w:t>18-8</w:t>
            </w:r>
            <w:r w:rsidRPr="00E615B0">
              <w:rPr>
                <w:rFonts w:ascii="微软简仿宋" w:eastAsia="微软简仿宋" w:hAnsi="宋体" w:cs="微软简仿宋" w:hint="eastAsia"/>
                <w:color w:val="000000"/>
                <w:kern w:val="0"/>
                <w:sz w:val="20"/>
                <w:szCs w:val="20"/>
              </w:rPr>
              <w:t>号华侨绿洲花苑</w:t>
            </w:r>
            <w:r w:rsidRPr="00E615B0">
              <w:rPr>
                <w:rFonts w:ascii="微软简仿宋" w:eastAsia="微软简仿宋" w:hAnsi="宋体" w:cs="微软简仿宋"/>
                <w:color w:val="000000"/>
                <w:kern w:val="0"/>
                <w:sz w:val="20"/>
                <w:szCs w:val="20"/>
              </w:rPr>
              <w:t>202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单元</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好的中海塞纳丽舍便利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嵩山路</w:t>
            </w:r>
            <w:r w:rsidRPr="00E615B0">
              <w:rPr>
                <w:rFonts w:ascii="微软简仿宋" w:eastAsia="微软简仿宋" w:hAnsi="宋体" w:cs="微软简仿宋"/>
                <w:color w:val="000000"/>
                <w:kern w:val="0"/>
                <w:sz w:val="20"/>
                <w:szCs w:val="20"/>
              </w:rPr>
              <w:t>127-4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好的怡康街便利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怡康街</w:t>
            </w:r>
            <w:r w:rsidRPr="00E615B0">
              <w:rPr>
                <w:rFonts w:ascii="微软简仿宋" w:eastAsia="微软简仿宋" w:hAnsi="宋体" w:cs="微软简仿宋"/>
                <w:color w:val="000000"/>
                <w:kern w:val="0"/>
                <w:sz w:val="20"/>
                <w:szCs w:val="20"/>
              </w:rPr>
              <w:t>72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溧水白马镇社区店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白马镇金谷佳苑苏果社区店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329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江宁文靖新村便利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东山镇文靖新村</w:t>
            </w:r>
            <w:r w:rsidRPr="00E615B0">
              <w:rPr>
                <w:rFonts w:ascii="微软简仿宋" w:eastAsia="微软简仿宋" w:hAnsi="宋体" w:cs="微软简仿宋"/>
                <w:color w:val="000000"/>
                <w:kern w:val="0"/>
                <w:sz w:val="20"/>
                <w:szCs w:val="20"/>
              </w:rPr>
              <w:t>18-105</w:t>
            </w:r>
            <w:r w:rsidRPr="00E615B0">
              <w:rPr>
                <w:rFonts w:ascii="微软简仿宋" w:eastAsia="微软简仿宋" w:hAnsi="宋体" w:cs="微软简仿宋" w:hint="eastAsia"/>
                <w:color w:val="000000"/>
                <w:kern w:val="0"/>
                <w:sz w:val="20"/>
                <w:szCs w:val="20"/>
              </w:rPr>
              <w:t>号门面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浦口江岸水城便利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南浦路</w:t>
            </w:r>
            <w:r w:rsidRPr="00E615B0">
              <w:rPr>
                <w:rFonts w:ascii="微软简仿宋" w:eastAsia="微软简仿宋" w:hAnsi="宋体" w:cs="微软简仿宋"/>
                <w:color w:val="000000"/>
                <w:kern w:val="0"/>
                <w:sz w:val="20"/>
                <w:szCs w:val="20"/>
              </w:rPr>
              <w:t>323</w:t>
            </w:r>
            <w:r w:rsidRPr="00E615B0">
              <w:rPr>
                <w:rFonts w:ascii="微软简仿宋" w:eastAsia="微软简仿宋" w:hAnsi="宋体" w:cs="微软简仿宋" w:hint="eastAsia"/>
                <w:color w:val="000000"/>
                <w:kern w:val="0"/>
                <w:sz w:val="20"/>
                <w:szCs w:val="20"/>
              </w:rPr>
              <w:t>号江岸水城</w:t>
            </w:r>
            <w:r w:rsidRPr="00E615B0">
              <w:rPr>
                <w:rFonts w:ascii="微软简仿宋" w:eastAsia="微软简仿宋" w:hAnsi="宋体" w:cs="微软简仿宋"/>
                <w:color w:val="000000"/>
                <w:kern w:val="0"/>
                <w:sz w:val="20"/>
                <w:szCs w:val="20"/>
              </w:rPr>
              <w:t>75</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六合白果北路便利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雄州镇白果北路</w:t>
            </w:r>
            <w:r w:rsidRPr="00E615B0">
              <w:rPr>
                <w:rFonts w:ascii="微软简仿宋" w:eastAsia="微软简仿宋" w:hAnsi="宋体" w:cs="微软简仿宋"/>
                <w:color w:val="000000"/>
                <w:kern w:val="0"/>
                <w:sz w:val="20"/>
                <w:szCs w:val="20"/>
              </w:rPr>
              <w:t>90</w:t>
            </w:r>
            <w:r w:rsidRPr="00E615B0">
              <w:rPr>
                <w:rFonts w:ascii="微软简仿宋" w:eastAsia="微软简仿宋" w:hAnsi="宋体" w:cs="微软简仿宋" w:hint="eastAsia"/>
                <w:color w:val="000000"/>
                <w:kern w:val="0"/>
                <w:sz w:val="20"/>
                <w:szCs w:val="20"/>
              </w:rPr>
              <w:t>号门面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好的金地自在城便利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金地自在城北风情街</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泰达新寓便利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通江路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号泰达新寓</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4-4</w:t>
            </w:r>
            <w:r w:rsidRPr="00E615B0">
              <w:rPr>
                <w:rFonts w:ascii="微软简仿宋" w:eastAsia="微软简仿宋" w:hAnsi="宋体" w:cs="微软简仿宋" w:hint="eastAsia"/>
                <w:color w:val="000000"/>
                <w:kern w:val="0"/>
                <w:sz w:val="20"/>
                <w:szCs w:val="20"/>
              </w:rPr>
              <w:t>号（现为应天大街</w:t>
            </w:r>
            <w:r w:rsidRPr="00E615B0">
              <w:rPr>
                <w:rFonts w:ascii="微软简仿宋" w:eastAsia="微软简仿宋" w:hAnsi="宋体" w:cs="微软简仿宋"/>
                <w:color w:val="000000"/>
                <w:kern w:val="0"/>
                <w:sz w:val="20"/>
                <w:szCs w:val="20"/>
              </w:rPr>
              <w:t>915-5</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好的中天花园便利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白下路</w:t>
            </w:r>
            <w:r w:rsidRPr="00E615B0">
              <w:rPr>
                <w:rFonts w:ascii="微软简仿宋" w:eastAsia="微软简仿宋" w:hAnsi="宋体" w:cs="微软简仿宋"/>
                <w:color w:val="000000"/>
                <w:kern w:val="0"/>
                <w:sz w:val="20"/>
                <w:szCs w:val="20"/>
              </w:rPr>
              <w:t>209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室之一号门面房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浦口天润城便利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柳州东路</w:t>
            </w:r>
            <w:r w:rsidRPr="00E615B0">
              <w:rPr>
                <w:rFonts w:ascii="微软简仿宋" w:eastAsia="微软简仿宋" w:hAnsi="宋体" w:cs="微软简仿宋"/>
                <w:color w:val="000000"/>
                <w:kern w:val="0"/>
                <w:sz w:val="20"/>
                <w:szCs w:val="20"/>
              </w:rPr>
              <w:t>19</w:t>
            </w:r>
            <w:r w:rsidRPr="00E615B0">
              <w:rPr>
                <w:rFonts w:ascii="微软简仿宋" w:eastAsia="微软简仿宋" w:hAnsi="宋体" w:cs="微软简仿宋" w:hint="eastAsia"/>
                <w:color w:val="000000"/>
                <w:kern w:val="0"/>
                <w:sz w:val="20"/>
                <w:szCs w:val="20"/>
              </w:rPr>
              <w:t>号天润城八街区</w:t>
            </w:r>
            <w:r w:rsidRPr="00E615B0">
              <w:rPr>
                <w:rFonts w:ascii="微软简仿宋" w:eastAsia="微软简仿宋" w:hAnsi="宋体" w:cs="微软简仿宋"/>
                <w:color w:val="000000"/>
                <w:kern w:val="0"/>
                <w:sz w:val="20"/>
                <w:szCs w:val="20"/>
              </w:rPr>
              <w:t>001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莱茵东郡便利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莱茵东郡花园映霞苑</w:t>
            </w:r>
            <w:r w:rsidRPr="00E615B0">
              <w:rPr>
                <w:rFonts w:ascii="微软简仿宋" w:eastAsia="微软简仿宋" w:hAnsi="宋体" w:cs="微软简仿宋"/>
                <w:color w:val="000000"/>
                <w:kern w:val="0"/>
                <w:sz w:val="20"/>
                <w:szCs w:val="20"/>
              </w:rPr>
              <w:t>29</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天景山便利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天景山商业中心</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115</w:t>
            </w:r>
            <w:r w:rsidRPr="00E615B0">
              <w:rPr>
                <w:rFonts w:ascii="微软简仿宋" w:eastAsia="微软简仿宋" w:hAnsi="宋体" w:cs="微软简仿宋" w:hint="eastAsia"/>
                <w:color w:val="000000"/>
                <w:kern w:val="0"/>
                <w:sz w:val="20"/>
                <w:szCs w:val="20"/>
              </w:rPr>
              <w:t>室一层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六合健康巷便利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健康巷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339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仙龙湾山庄便利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大庄</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号仙龙湾山庄</w:t>
            </w:r>
            <w:r w:rsidRPr="00E615B0">
              <w:rPr>
                <w:rFonts w:ascii="微软简仿宋" w:eastAsia="微软简仿宋" w:hAnsi="宋体" w:cs="微软简仿宋"/>
                <w:color w:val="000000"/>
                <w:kern w:val="0"/>
                <w:sz w:val="20"/>
                <w:szCs w:val="20"/>
              </w:rPr>
              <w:t>46-2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高淳北岭路便利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淳溪镇北岭路</w:t>
            </w:r>
            <w:r w:rsidRPr="00E615B0">
              <w:rPr>
                <w:rFonts w:ascii="微软简仿宋" w:eastAsia="微软简仿宋" w:hAnsi="宋体" w:cs="微软简仿宋"/>
                <w:color w:val="000000"/>
                <w:kern w:val="0"/>
                <w:sz w:val="20"/>
                <w:szCs w:val="20"/>
              </w:rPr>
              <w:t>229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29</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23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24</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康桥公寓便利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东山镇天印大道康桥公寓</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迎春苑便利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迎春苑</w:t>
            </w:r>
            <w:r w:rsidRPr="00E615B0">
              <w:rPr>
                <w:rFonts w:ascii="微软简仿宋" w:eastAsia="微软简仿宋" w:hAnsi="宋体" w:cs="微软简仿宋"/>
                <w:color w:val="000000"/>
                <w:kern w:val="0"/>
                <w:sz w:val="20"/>
                <w:szCs w:val="20"/>
              </w:rPr>
              <w:t>09</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31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苜蓿园大街便利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苜蓿园大街</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浦东花园便利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宁六路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号浦东花园商铺</w:t>
            </w:r>
            <w:r w:rsidRPr="00E615B0">
              <w:rPr>
                <w:rFonts w:ascii="微软简仿宋" w:eastAsia="微软简仿宋" w:hAnsi="宋体" w:cs="微软简仿宋"/>
                <w:color w:val="000000"/>
                <w:kern w:val="0"/>
                <w:sz w:val="20"/>
                <w:szCs w:val="20"/>
              </w:rPr>
              <w:t>D</w:t>
            </w:r>
            <w:r w:rsidRPr="00E615B0">
              <w:rPr>
                <w:rFonts w:ascii="微软简仿宋" w:eastAsia="微软简仿宋" w:hAnsi="宋体" w:cs="微软简仿宋" w:hint="eastAsia"/>
                <w:color w:val="000000"/>
                <w:kern w:val="0"/>
                <w:sz w:val="20"/>
                <w:szCs w:val="20"/>
              </w:rPr>
              <w:t>区</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好的南京电视台店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龙蟠中路</w:t>
            </w:r>
            <w:r w:rsidRPr="00E615B0">
              <w:rPr>
                <w:rFonts w:ascii="微软简仿宋" w:eastAsia="微软简仿宋" w:hAnsi="宋体" w:cs="微软简仿宋"/>
                <w:color w:val="000000"/>
                <w:kern w:val="0"/>
                <w:sz w:val="20"/>
                <w:szCs w:val="20"/>
              </w:rPr>
              <w:t>338</w:t>
            </w:r>
            <w:r w:rsidRPr="00E615B0">
              <w:rPr>
                <w:rFonts w:ascii="微软简仿宋" w:eastAsia="微软简仿宋" w:hAnsi="宋体" w:cs="微软简仿宋" w:hint="eastAsia"/>
                <w:color w:val="000000"/>
                <w:kern w:val="0"/>
                <w:sz w:val="20"/>
                <w:szCs w:val="20"/>
              </w:rPr>
              <w:t>号二楼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凤汇大道便利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开发区凤汇大道</w:t>
            </w:r>
            <w:r w:rsidRPr="00E615B0">
              <w:rPr>
                <w:rFonts w:ascii="微软简仿宋" w:eastAsia="微软简仿宋" w:hAnsi="宋体" w:cs="微软简仿宋"/>
                <w:color w:val="000000"/>
                <w:kern w:val="0"/>
                <w:sz w:val="20"/>
                <w:szCs w:val="20"/>
              </w:rPr>
              <w:t>19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溧水后巷便利店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永阳镇后巷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121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221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高淳宝塔路便利店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淳溪镇宝塔路</w:t>
            </w:r>
            <w:r w:rsidRPr="00E615B0">
              <w:rPr>
                <w:rFonts w:ascii="微软简仿宋" w:eastAsia="微软简仿宋" w:hAnsi="宋体" w:cs="微软简仿宋"/>
                <w:color w:val="000000"/>
                <w:kern w:val="0"/>
                <w:sz w:val="20"/>
                <w:szCs w:val="20"/>
              </w:rPr>
              <w:t>158-8</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349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好的莫愁花园便利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凤凰西街</w:t>
            </w:r>
            <w:r w:rsidRPr="00E615B0">
              <w:rPr>
                <w:rFonts w:ascii="微软简仿宋" w:eastAsia="微软简仿宋" w:hAnsi="宋体" w:cs="微软简仿宋"/>
                <w:color w:val="000000"/>
                <w:kern w:val="0"/>
                <w:sz w:val="20"/>
                <w:szCs w:val="20"/>
              </w:rPr>
              <w:t>301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陆军指挥学院便利店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龙盘路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号西院部生活服务楼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楠溪江东街生活超市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楠溪江东街</w:t>
            </w:r>
            <w:r w:rsidRPr="00E615B0">
              <w:rPr>
                <w:rFonts w:ascii="微软简仿宋" w:eastAsia="微软简仿宋" w:hAnsi="宋体" w:cs="微软简仿宋"/>
                <w:color w:val="000000"/>
                <w:kern w:val="0"/>
                <w:sz w:val="20"/>
                <w:szCs w:val="20"/>
              </w:rPr>
              <w:t>78</w:t>
            </w:r>
            <w:r w:rsidRPr="00E615B0">
              <w:rPr>
                <w:rFonts w:ascii="微软简仿宋" w:eastAsia="微软简仿宋" w:hAnsi="宋体" w:cs="微软简仿宋" w:hint="eastAsia"/>
                <w:color w:val="000000"/>
                <w:kern w:val="0"/>
                <w:sz w:val="20"/>
                <w:szCs w:val="20"/>
              </w:rPr>
              <w:t>号商业</w:t>
            </w:r>
            <w:r w:rsidRPr="00E615B0">
              <w:rPr>
                <w:rFonts w:ascii="微软简仿宋" w:eastAsia="微软简仿宋" w:hAnsi="宋体" w:cs="微软简仿宋"/>
                <w:color w:val="000000"/>
                <w:kern w:val="0"/>
                <w:sz w:val="20"/>
                <w:szCs w:val="20"/>
              </w:rPr>
              <w:t>03</w:t>
            </w:r>
            <w:r w:rsidRPr="00E615B0">
              <w:rPr>
                <w:rFonts w:ascii="微软简仿宋" w:eastAsia="微软简仿宋" w:hAnsi="宋体" w:cs="微软简仿宋" w:hint="eastAsia"/>
                <w:color w:val="000000"/>
                <w:kern w:val="0"/>
                <w:sz w:val="20"/>
                <w:szCs w:val="20"/>
              </w:rPr>
              <w:t>幢一层</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迈尧路便利店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迈尧路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号仙踪林苑</w:t>
            </w:r>
            <w:r w:rsidRPr="00E615B0">
              <w:rPr>
                <w:rFonts w:ascii="微软简仿宋" w:eastAsia="微软简仿宋" w:hAnsi="宋体" w:cs="微软简仿宋"/>
                <w:color w:val="000000"/>
                <w:kern w:val="0"/>
                <w:sz w:val="20"/>
                <w:szCs w:val="20"/>
              </w:rPr>
              <w:t>07</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姜家园标超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姜家园</w:t>
            </w:r>
            <w:r w:rsidRPr="00E615B0">
              <w:rPr>
                <w:rFonts w:ascii="微软简仿宋" w:eastAsia="微软简仿宋" w:hAnsi="宋体" w:cs="微软简仿宋"/>
                <w:color w:val="000000"/>
                <w:kern w:val="0"/>
                <w:sz w:val="20"/>
                <w:szCs w:val="20"/>
              </w:rPr>
              <w:t>117</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营苑北路便利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营苑北路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丁家庄华银路便利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丁家庄保障房华银路</w:t>
            </w:r>
            <w:r w:rsidRPr="00E615B0">
              <w:rPr>
                <w:rFonts w:ascii="微软简仿宋" w:eastAsia="微软简仿宋" w:hAnsi="宋体" w:cs="微软简仿宋"/>
                <w:color w:val="000000"/>
                <w:kern w:val="0"/>
                <w:sz w:val="20"/>
                <w:szCs w:val="20"/>
              </w:rPr>
              <w:t>19-1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兴梅中路生活超市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梅山街道矿业公司内兴梅中路一楼西侧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百家湖西花园便利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秣陵街道通淮街</w:t>
            </w:r>
            <w:r w:rsidRPr="00E615B0">
              <w:rPr>
                <w:rFonts w:ascii="微软简仿宋" w:eastAsia="微软简仿宋" w:hAnsi="宋体" w:cs="微软简仿宋"/>
                <w:color w:val="000000"/>
                <w:kern w:val="0"/>
                <w:sz w:val="20"/>
                <w:szCs w:val="20"/>
              </w:rPr>
              <w:t>327</w:t>
            </w:r>
            <w:r w:rsidRPr="00E615B0">
              <w:rPr>
                <w:rFonts w:ascii="微软简仿宋" w:eastAsia="微软简仿宋" w:hAnsi="宋体" w:cs="微软简仿宋" w:hint="eastAsia"/>
                <w:color w:val="000000"/>
                <w:kern w:val="0"/>
                <w:sz w:val="20"/>
                <w:szCs w:val="20"/>
              </w:rPr>
              <w:t>号百家湖伦敦城二期</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327</w:t>
            </w:r>
            <w:r w:rsidRPr="00E615B0">
              <w:rPr>
                <w:rFonts w:ascii="微软简仿宋" w:eastAsia="微软简仿宋" w:hAnsi="宋体" w:cs="微软简仿宋" w:hint="eastAsia"/>
                <w:color w:val="000000"/>
                <w:kern w:val="0"/>
                <w:sz w:val="20"/>
                <w:szCs w:val="20"/>
              </w:rPr>
              <w:t>室及</w:t>
            </w:r>
            <w:r w:rsidRPr="00E615B0">
              <w:rPr>
                <w:rFonts w:ascii="微软简仿宋" w:eastAsia="微软简仿宋" w:hAnsi="宋体" w:cs="微软简仿宋"/>
                <w:color w:val="000000"/>
                <w:kern w:val="0"/>
                <w:sz w:val="20"/>
                <w:szCs w:val="20"/>
              </w:rPr>
              <w:t>329</w:t>
            </w:r>
            <w:r w:rsidRPr="00E615B0">
              <w:rPr>
                <w:rFonts w:ascii="微软简仿宋" w:eastAsia="微软简仿宋" w:hAnsi="宋体" w:cs="微软简仿宋" w:hint="eastAsia"/>
                <w:color w:val="000000"/>
                <w:kern w:val="0"/>
                <w:sz w:val="20"/>
                <w:szCs w:val="20"/>
              </w:rPr>
              <w:t>室一层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金盛路便利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东山街道金盛路</w:t>
            </w:r>
            <w:r w:rsidRPr="00E615B0">
              <w:rPr>
                <w:rFonts w:ascii="微软简仿宋" w:eastAsia="微软简仿宋" w:hAnsi="宋体" w:cs="微软简仿宋"/>
                <w:color w:val="000000"/>
                <w:kern w:val="0"/>
                <w:sz w:val="20"/>
                <w:szCs w:val="20"/>
              </w:rPr>
              <w:t>299</w:t>
            </w:r>
            <w:r w:rsidRPr="00E615B0">
              <w:rPr>
                <w:rFonts w:ascii="微软简仿宋" w:eastAsia="微软简仿宋" w:hAnsi="宋体" w:cs="微软简仿宋" w:hint="eastAsia"/>
                <w:color w:val="000000"/>
                <w:kern w:val="0"/>
                <w:sz w:val="20"/>
                <w:szCs w:val="20"/>
              </w:rPr>
              <w:t>号天地新城天柱座</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103</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359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好的华侨路便利店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华侨路</w:t>
            </w:r>
            <w:r w:rsidRPr="00E615B0">
              <w:rPr>
                <w:rFonts w:ascii="微软简仿宋" w:eastAsia="微软简仿宋" w:hAnsi="宋体" w:cs="微软简仿宋"/>
                <w:color w:val="000000"/>
                <w:kern w:val="0"/>
                <w:sz w:val="20"/>
                <w:szCs w:val="20"/>
              </w:rPr>
              <w:t>81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南钢便利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大厂九龙洼</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新城大厦便利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江东中路</w:t>
            </w:r>
            <w:r w:rsidRPr="00E615B0">
              <w:rPr>
                <w:rFonts w:ascii="微软简仿宋" w:eastAsia="微软简仿宋" w:hAnsi="宋体" w:cs="微软简仿宋"/>
                <w:color w:val="000000"/>
                <w:kern w:val="0"/>
                <w:sz w:val="20"/>
                <w:szCs w:val="20"/>
              </w:rPr>
              <w:t>265</w:t>
            </w:r>
            <w:r w:rsidRPr="00E615B0">
              <w:rPr>
                <w:rFonts w:ascii="微软简仿宋" w:eastAsia="微软简仿宋" w:hAnsi="宋体" w:cs="微软简仿宋" w:hint="eastAsia"/>
                <w:color w:val="000000"/>
                <w:kern w:val="0"/>
                <w:sz w:val="20"/>
                <w:szCs w:val="20"/>
              </w:rPr>
              <w:t>号新城大厦</w:t>
            </w:r>
            <w:r w:rsidRPr="00E615B0">
              <w:rPr>
                <w:rFonts w:ascii="微软简仿宋" w:eastAsia="微软简仿宋" w:hAnsi="宋体" w:cs="微软简仿宋"/>
                <w:color w:val="000000"/>
                <w:kern w:val="0"/>
                <w:sz w:val="20"/>
                <w:szCs w:val="20"/>
              </w:rPr>
              <w:t>B</w:t>
            </w:r>
            <w:r w:rsidRPr="00E615B0">
              <w:rPr>
                <w:rFonts w:ascii="微软简仿宋" w:eastAsia="微软简仿宋" w:hAnsi="宋体" w:cs="微软简仿宋" w:hint="eastAsia"/>
                <w:color w:val="000000"/>
                <w:kern w:val="0"/>
                <w:sz w:val="20"/>
                <w:szCs w:val="20"/>
              </w:rPr>
              <w:t>座一楼门面房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悦民路便利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悦民路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号综合楼</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A104</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好的箍桶巷便利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箍桶巷</w:t>
            </w:r>
            <w:r w:rsidRPr="00E615B0">
              <w:rPr>
                <w:rFonts w:ascii="微软简仿宋" w:eastAsia="微软简仿宋" w:hAnsi="宋体" w:cs="微软简仿宋"/>
                <w:color w:val="000000"/>
                <w:kern w:val="0"/>
                <w:sz w:val="20"/>
                <w:szCs w:val="20"/>
              </w:rPr>
              <w:t>26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傅厚岗标超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傅厚岗</w:t>
            </w:r>
            <w:r w:rsidRPr="00E615B0">
              <w:rPr>
                <w:rFonts w:ascii="微软简仿宋" w:eastAsia="微软简仿宋" w:hAnsi="宋体" w:cs="微软简仿宋"/>
                <w:color w:val="000000"/>
                <w:kern w:val="0"/>
                <w:sz w:val="20"/>
                <w:szCs w:val="20"/>
              </w:rPr>
              <w:t>29</w:t>
            </w:r>
            <w:r w:rsidRPr="00E615B0">
              <w:rPr>
                <w:rFonts w:ascii="微软简仿宋" w:eastAsia="微软简仿宋" w:hAnsi="宋体" w:cs="微软简仿宋" w:hint="eastAsia"/>
                <w:color w:val="000000"/>
                <w:kern w:val="0"/>
                <w:sz w:val="20"/>
                <w:szCs w:val="20"/>
              </w:rPr>
              <w:t>号一层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好的龙蟠北路便利店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龙蟠路</w:t>
            </w:r>
            <w:r w:rsidRPr="00E615B0">
              <w:rPr>
                <w:rFonts w:ascii="微软简仿宋" w:eastAsia="微软简仿宋" w:hAnsi="宋体" w:cs="微软简仿宋"/>
                <w:color w:val="000000"/>
                <w:kern w:val="0"/>
                <w:sz w:val="20"/>
                <w:szCs w:val="20"/>
              </w:rPr>
              <w:t>145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好的富春江西街便利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富春江西街</w:t>
            </w:r>
            <w:r w:rsidRPr="00E615B0">
              <w:rPr>
                <w:rFonts w:ascii="微软简仿宋" w:eastAsia="微软简仿宋" w:hAnsi="宋体" w:cs="微软简仿宋"/>
                <w:color w:val="000000"/>
                <w:kern w:val="0"/>
                <w:sz w:val="20"/>
                <w:szCs w:val="20"/>
              </w:rPr>
              <w:t>31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好的傅厚岗便利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中央路</w:t>
            </w:r>
            <w:r w:rsidRPr="00E615B0">
              <w:rPr>
                <w:rFonts w:ascii="微软简仿宋" w:eastAsia="微软简仿宋" w:hAnsi="宋体" w:cs="微软简仿宋"/>
                <w:color w:val="000000"/>
                <w:kern w:val="0"/>
                <w:sz w:val="20"/>
                <w:szCs w:val="20"/>
              </w:rPr>
              <w:t>103-1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好的热河南路便利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热河南路</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369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好的金贸花园便利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芦席营</w:t>
            </w:r>
            <w:r w:rsidRPr="00E615B0">
              <w:rPr>
                <w:rFonts w:ascii="微软简仿宋" w:eastAsia="微软简仿宋" w:hAnsi="宋体" w:cs="微软简仿宋"/>
                <w:color w:val="000000"/>
                <w:kern w:val="0"/>
                <w:sz w:val="20"/>
                <w:szCs w:val="20"/>
              </w:rPr>
              <w:t>97</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101-110</w:t>
            </w:r>
            <w:r w:rsidRPr="00E615B0">
              <w:rPr>
                <w:rFonts w:ascii="微软简仿宋" w:eastAsia="微软简仿宋" w:hAnsi="宋体" w:cs="微软简仿宋" w:hint="eastAsia"/>
                <w:color w:val="000000"/>
                <w:kern w:val="0"/>
                <w:sz w:val="20"/>
                <w:szCs w:val="20"/>
              </w:rPr>
              <w:t>室部分</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和府奥园社区店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雨润大街和府奥园负一楼苏果社区店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大桥北路便利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大桥北路</w:t>
            </w:r>
            <w:r w:rsidRPr="00E615B0">
              <w:rPr>
                <w:rFonts w:ascii="微软简仿宋" w:eastAsia="微软简仿宋" w:hAnsi="宋体" w:cs="微软简仿宋"/>
                <w:color w:val="000000"/>
                <w:kern w:val="0"/>
                <w:sz w:val="20"/>
                <w:szCs w:val="20"/>
              </w:rPr>
              <w:t>83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好的雨润大街便利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雨润大街</w:t>
            </w:r>
            <w:r w:rsidRPr="00E615B0">
              <w:rPr>
                <w:rFonts w:ascii="微软简仿宋" w:eastAsia="微软简仿宋" w:hAnsi="宋体" w:cs="微软简仿宋"/>
                <w:color w:val="000000"/>
                <w:kern w:val="0"/>
                <w:sz w:val="20"/>
                <w:szCs w:val="20"/>
              </w:rPr>
              <w:t>37</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39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大厂新华七村生活超市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大厂沿江开发区新华七村</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好的淮清桥便利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健康路</w:t>
            </w:r>
            <w:r w:rsidRPr="00E615B0">
              <w:rPr>
                <w:rFonts w:ascii="微软简仿宋" w:eastAsia="微软简仿宋" w:hAnsi="宋体" w:cs="微软简仿宋"/>
                <w:color w:val="000000"/>
                <w:kern w:val="0"/>
                <w:sz w:val="20"/>
                <w:szCs w:val="20"/>
              </w:rPr>
              <w:t>309</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尧顺路便利店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尧顺路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14-3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好的柳洲东路便利店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柳洲东路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号一层</w:t>
            </w:r>
            <w:r w:rsidRPr="00E615B0">
              <w:rPr>
                <w:rFonts w:ascii="微软简仿宋" w:eastAsia="微软简仿宋" w:hAnsi="宋体" w:cs="微软简仿宋"/>
                <w:color w:val="000000"/>
                <w:kern w:val="0"/>
                <w:sz w:val="20"/>
                <w:szCs w:val="20"/>
              </w:rPr>
              <w:t>Z101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好的小行便利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小行路</w:t>
            </w:r>
            <w:r w:rsidRPr="00E615B0">
              <w:rPr>
                <w:rFonts w:ascii="微软简仿宋" w:eastAsia="微软简仿宋" w:hAnsi="宋体" w:cs="微软简仿宋"/>
                <w:color w:val="000000"/>
                <w:kern w:val="0"/>
                <w:sz w:val="20"/>
                <w:szCs w:val="20"/>
              </w:rPr>
              <w:t>52-22</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52-23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尧顺佳园生活超市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尧化门新城路尧顺佳园二期一层门面房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379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江宁武夷水岸便利店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东山街道湖山北路</w:t>
            </w:r>
            <w:r w:rsidRPr="00E615B0">
              <w:rPr>
                <w:rFonts w:ascii="微软简仿宋" w:eastAsia="微软简仿宋" w:hAnsi="宋体" w:cs="微软简仿宋"/>
                <w:color w:val="000000"/>
                <w:kern w:val="0"/>
                <w:sz w:val="20"/>
                <w:szCs w:val="20"/>
              </w:rPr>
              <w:t>95</w:t>
            </w:r>
            <w:r w:rsidRPr="00E615B0">
              <w:rPr>
                <w:rFonts w:ascii="微软简仿宋" w:eastAsia="微软简仿宋" w:hAnsi="宋体" w:cs="微软简仿宋" w:hint="eastAsia"/>
                <w:color w:val="000000"/>
                <w:kern w:val="0"/>
                <w:sz w:val="20"/>
                <w:szCs w:val="20"/>
              </w:rPr>
              <w:t>号武夷水岸</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好的丰盛商汇便利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软件大道</w:t>
            </w:r>
            <w:r w:rsidRPr="00E615B0">
              <w:rPr>
                <w:rFonts w:ascii="微软简仿宋" w:eastAsia="微软简仿宋" w:hAnsi="宋体" w:cs="微软简仿宋"/>
                <w:color w:val="000000"/>
                <w:kern w:val="0"/>
                <w:sz w:val="20"/>
                <w:szCs w:val="20"/>
              </w:rPr>
              <w:t>119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文心街便利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秣陵街道文心街</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号康博花园康雅苑</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新亭路便利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秣陵街道新亭路</w:t>
            </w:r>
            <w:r w:rsidRPr="00E615B0">
              <w:rPr>
                <w:rFonts w:ascii="微软简仿宋" w:eastAsia="微软简仿宋" w:hAnsi="宋体" w:cs="微软简仿宋"/>
                <w:color w:val="000000"/>
                <w:kern w:val="0"/>
                <w:sz w:val="20"/>
                <w:szCs w:val="20"/>
              </w:rPr>
              <w:t>63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浦口丽岛路便利店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浦口丽岛路</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17</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110-111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好的五塘村便利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中央北路</w:t>
            </w:r>
            <w:r w:rsidRPr="00E615B0">
              <w:rPr>
                <w:rFonts w:ascii="微软简仿宋" w:eastAsia="微软简仿宋" w:hAnsi="宋体" w:cs="微软简仿宋"/>
                <w:color w:val="000000"/>
                <w:kern w:val="0"/>
                <w:sz w:val="20"/>
                <w:szCs w:val="20"/>
              </w:rPr>
              <w:t>87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岱善新城标超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岱善新城</w:t>
            </w:r>
            <w:r w:rsidRPr="00E615B0">
              <w:rPr>
                <w:rFonts w:ascii="微软简仿宋" w:eastAsia="微软简仿宋" w:hAnsi="宋体" w:cs="微软简仿宋"/>
                <w:color w:val="000000"/>
                <w:kern w:val="0"/>
                <w:sz w:val="20"/>
                <w:szCs w:val="20"/>
              </w:rPr>
              <w:t>09</w:t>
            </w:r>
            <w:r w:rsidRPr="00E615B0">
              <w:rPr>
                <w:rFonts w:ascii="微软简仿宋" w:eastAsia="微软简仿宋" w:hAnsi="宋体" w:cs="微软简仿宋" w:hint="eastAsia"/>
                <w:color w:val="000000"/>
                <w:kern w:val="0"/>
                <w:sz w:val="20"/>
                <w:szCs w:val="20"/>
              </w:rPr>
              <w:t>号地块</w:t>
            </w:r>
            <w:r w:rsidRPr="00E615B0">
              <w:rPr>
                <w:rFonts w:ascii="微软简仿宋" w:eastAsia="微软简仿宋" w:hAnsi="宋体" w:cs="微软简仿宋"/>
                <w:color w:val="000000"/>
                <w:kern w:val="0"/>
                <w:sz w:val="20"/>
                <w:szCs w:val="20"/>
              </w:rPr>
              <w:t>06</w:t>
            </w:r>
            <w:r w:rsidRPr="00E615B0">
              <w:rPr>
                <w:rFonts w:ascii="微软简仿宋" w:eastAsia="微软简仿宋" w:hAnsi="宋体" w:cs="微软简仿宋" w:hint="eastAsia"/>
                <w:color w:val="000000"/>
                <w:kern w:val="0"/>
                <w:sz w:val="20"/>
                <w:szCs w:val="20"/>
              </w:rPr>
              <w:t>栋商业门面房苏果生活超市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永盛路便利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东山街道永盛路</w:t>
            </w:r>
            <w:r w:rsidRPr="00E615B0">
              <w:rPr>
                <w:rFonts w:ascii="微软简仿宋" w:eastAsia="微软简仿宋" w:hAnsi="宋体" w:cs="微软简仿宋"/>
                <w:color w:val="000000"/>
                <w:kern w:val="0"/>
                <w:sz w:val="20"/>
                <w:szCs w:val="20"/>
              </w:rPr>
              <w:t>198</w:t>
            </w:r>
            <w:r w:rsidRPr="00E615B0">
              <w:rPr>
                <w:rFonts w:ascii="微软简仿宋" w:eastAsia="微软简仿宋" w:hAnsi="宋体" w:cs="微软简仿宋" w:hint="eastAsia"/>
                <w:color w:val="000000"/>
                <w:kern w:val="0"/>
                <w:sz w:val="20"/>
                <w:szCs w:val="20"/>
              </w:rPr>
              <w:t>号大里聚福城华庭北园</w:t>
            </w:r>
            <w:r w:rsidRPr="00E615B0">
              <w:rPr>
                <w:rFonts w:ascii="微软简仿宋" w:eastAsia="微软简仿宋" w:hAnsi="宋体" w:cs="微软简仿宋"/>
                <w:color w:val="000000"/>
                <w:kern w:val="0"/>
                <w:sz w:val="20"/>
                <w:szCs w:val="20"/>
              </w:rPr>
              <w:t>03</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128-129</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北沿路便利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东山街道杭怡花园</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197</w:t>
            </w:r>
            <w:r w:rsidRPr="00E615B0">
              <w:rPr>
                <w:rFonts w:ascii="微软简仿宋" w:eastAsia="微软简仿宋" w:hAnsi="宋体" w:cs="微软简仿宋" w:hint="eastAsia"/>
                <w:color w:val="000000"/>
                <w:kern w:val="0"/>
                <w:sz w:val="20"/>
                <w:szCs w:val="20"/>
              </w:rPr>
              <w:t>号一层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好的枫丹便利店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龙蟠中路</w:t>
            </w:r>
            <w:r w:rsidRPr="00E615B0">
              <w:rPr>
                <w:rFonts w:ascii="微软简仿宋" w:eastAsia="微软简仿宋" w:hAnsi="宋体" w:cs="微软简仿宋"/>
                <w:color w:val="000000"/>
                <w:kern w:val="0"/>
                <w:sz w:val="20"/>
                <w:szCs w:val="20"/>
              </w:rPr>
              <w:t>459</w:t>
            </w:r>
            <w:r w:rsidRPr="00E615B0">
              <w:rPr>
                <w:rFonts w:ascii="微软简仿宋" w:eastAsia="微软简仿宋" w:hAnsi="宋体" w:cs="微软简仿宋" w:hint="eastAsia"/>
                <w:color w:val="000000"/>
                <w:kern w:val="0"/>
                <w:sz w:val="20"/>
                <w:szCs w:val="20"/>
              </w:rPr>
              <w:t>号鸿意地产大厦</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389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文德东路便利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文德东路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好的铁心桥便利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铁心桥大街</w:t>
            </w:r>
            <w:r w:rsidRPr="00E615B0">
              <w:rPr>
                <w:rFonts w:ascii="微软简仿宋" w:eastAsia="微软简仿宋" w:hAnsi="宋体" w:cs="微软简仿宋"/>
                <w:color w:val="000000"/>
                <w:kern w:val="0"/>
                <w:sz w:val="20"/>
                <w:szCs w:val="20"/>
              </w:rPr>
              <w:t>36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02-07</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尤庄街便利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西善桥街道岱善新城尤庄街</w:t>
            </w:r>
            <w:r w:rsidRPr="00E615B0">
              <w:rPr>
                <w:rFonts w:ascii="微软简仿宋" w:eastAsia="微软简仿宋" w:hAnsi="宋体" w:cs="微软简仿宋"/>
                <w:color w:val="000000"/>
                <w:kern w:val="0"/>
                <w:sz w:val="20"/>
                <w:szCs w:val="20"/>
              </w:rPr>
              <w:t>7-1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-6</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花港路便利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马群街道花港幸福城花港路</w:t>
            </w:r>
            <w:r w:rsidRPr="00E615B0">
              <w:rPr>
                <w:rFonts w:ascii="微软简仿宋" w:eastAsia="微软简仿宋" w:hAnsi="宋体" w:cs="微软简仿宋"/>
                <w:color w:val="000000"/>
                <w:kern w:val="0"/>
                <w:sz w:val="20"/>
                <w:szCs w:val="20"/>
              </w:rPr>
              <w:t>6-13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6-14</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苏果浦口龙虎巷二便利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龙虎巷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好的仙鹤新天地便利店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仙林大道</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号仙鹤新天地</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好的绿地购物中心三代便利店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中山北路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号绿地购物中心</w:t>
            </w:r>
            <w:r w:rsidRPr="00E615B0">
              <w:rPr>
                <w:rFonts w:ascii="微软简仿宋" w:eastAsia="微软简仿宋" w:hAnsi="宋体" w:cs="微软简仿宋"/>
                <w:color w:val="000000"/>
                <w:kern w:val="0"/>
                <w:sz w:val="20"/>
                <w:szCs w:val="20"/>
              </w:rPr>
              <w:t>B1M</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好的河西万达广场三代便利店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江东中路</w:t>
            </w:r>
            <w:r w:rsidRPr="00E615B0">
              <w:rPr>
                <w:rFonts w:ascii="微软简仿宋" w:eastAsia="微软简仿宋" w:hAnsi="宋体" w:cs="微软简仿宋"/>
                <w:color w:val="000000"/>
                <w:kern w:val="0"/>
                <w:sz w:val="20"/>
                <w:szCs w:val="20"/>
              </w:rPr>
              <w:t>108-4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好的新街口三代便利店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汉中路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号金陵饭店内负一层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好的月亮湾便利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光华东街</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399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好的月安街便利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月安街</w:t>
            </w:r>
            <w:r w:rsidRPr="00E615B0">
              <w:rPr>
                <w:rFonts w:ascii="微软简仿宋" w:eastAsia="微软简仿宋" w:hAnsi="宋体" w:cs="微软简仿宋"/>
                <w:color w:val="000000"/>
                <w:kern w:val="0"/>
                <w:sz w:val="20"/>
                <w:szCs w:val="20"/>
              </w:rPr>
              <w:t>39-7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好的汇景北路便利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汇景北路</w:t>
            </w:r>
            <w:r w:rsidRPr="00E615B0">
              <w:rPr>
                <w:rFonts w:ascii="微软简仿宋" w:eastAsia="微软简仿宋" w:hAnsi="宋体" w:cs="微软简仿宋"/>
                <w:color w:val="000000"/>
                <w:kern w:val="0"/>
                <w:sz w:val="20"/>
                <w:szCs w:val="20"/>
              </w:rPr>
              <w:t>82-84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好的金色领域便利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守敬路</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好的金基广场便利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水西门大街</w:t>
            </w:r>
            <w:r w:rsidRPr="00E615B0">
              <w:rPr>
                <w:rFonts w:ascii="微软简仿宋" w:eastAsia="微软简仿宋" w:hAnsi="宋体" w:cs="微软简仿宋"/>
                <w:color w:val="000000"/>
                <w:kern w:val="0"/>
                <w:sz w:val="20"/>
                <w:szCs w:val="20"/>
              </w:rPr>
              <w:t>268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好的弘阳旭日上城便利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柳州东路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124</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浦口盛泉新城便利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花园</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号盛泉新城</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好的长白街便利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长白街</w:t>
            </w:r>
            <w:r w:rsidRPr="00E615B0">
              <w:rPr>
                <w:rFonts w:ascii="微软简仿宋" w:eastAsia="微软简仿宋" w:hAnsi="宋体" w:cs="微软简仿宋"/>
                <w:color w:val="000000"/>
                <w:kern w:val="0"/>
                <w:sz w:val="20"/>
                <w:szCs w:val="20"/>
              </w:rPr>
              <w:t>470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江宁左邻右里便利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东山街道宏运大道</w:t>
            </w:r>
            <w:r w:rsidRPr="00E615B0">
              <w:rPr>
                <w:rFonts w:ascii="微软简仿宋" w:eastAsia="微软简仿宋" w:hAnsi="宋体" w:cs="微软简仿宋"/>
                <w:color w:val="000000"/>
                <w:kern w:val="0"/>
                <w:sz w:val="20"/>
                <w:szCs w:val="20"/>
              </w:rPr>
              <w:t>1188</w:t>
            </w:r>
            <w:r w:rsidRPr="00E615B0">
              <w:rPr>
                <w:rFonts w:ascii="微软简仿宋" w:eastAsia="微软简仿宋" w:hAnsi="宋体" w:cs="微软简仿宋" w:hint="eastAsia"/>
                <w:color w:val="000000"/>
                <w:kern w:val="0"/>
                <w:sz w:val="20"/>
                <w:szCs w:val="20"/>
              </w:rPr>
              <w:t>号左邻右里家园</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组团</w:t>
            </w:r>
            <w:r w:rsidRPr="00E615B0">
              <w:rPr>
                <w:rFonts w:ascii="微软简仿宋" w:eastAsia="微软简仿宋" w:hAnsi="宋体" w:cs="微软简仿宋"/>
                <w:color w:val="000000"/>
                <w:kern w:val="0"/>
                <w:sz w:val="20"/>
                <w:szCs w:val="20"/>
              </w:rPr>
              <w:t>41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好的尧辰路便利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尧辰路</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号东城世家</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新亭东路便利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新亭东路</w:t>
            </w:r>
            <w:r w:rsidRPr="00E615B0">
              <w:rPr>
                <w:rFonts w:ascii="微软简仿宋" w:eastAsia="微软简仿宋" w:hAnsi="宋体" w:cs="微软简仿宋"/>
                <w:color w:val="000000"/>
                <w:kern w:val="0"/>
                <w:sz w:val="20"/>
                <w:szCs w:val="20"/>
              </w:rPr>
              <w:t>111</w:t>
            </w:r>
            <w:r w:rsidRPr="00E615B0">
              <w:rPr>
                <w:rFonts w:ascii="微软简仿宋" w:eastAsia="微软简仿宋" w:hAnsi="宋体" w:cs="微软简仿宋" w:hint="eastAsia"/>
                <w:color w:val="000000"/>
                <w:kern w:val="0"/>
                <w:sz w:val="20"/>
                <w:szCs w:val="20"/>
              </w:rPr>
              <w:t>号新亭兰苑</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室一层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409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神农路便利店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神农路</w:t>
            </w:r>
            <w:r w:rsidRPr="00E615B0">
              <w:rPr>
                <w:rFonts w:ascii="微软简仿宋" w:eastAsia="微软简仿宋" w:hAnsi="宋体" w:cs="微软简仿宋"/>
                <w:color w:val="000000"/>
                <w:kern w:val="0"/>
                <w:sz w:val="20"/>
                <w:szCs w:val="20"/>
              </w:rPr>
              <w:t>5-4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好的三牌楼大街便利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三牌楼大街</w:t>
            </w:r>
            <w:r w:rsidRPr="00E615B0">
              <w:rPr>
                <w:rFonts w:ascii="微软简仿宋" w:eastAsia="微软简仿宋" w:hAnsi="宋体" w:cs="微软简仿宋"/>
                <w:color w:val="000000"/>
                <w:kern w:val="0"/>
                <w:sz w:val="20"/>
                <w:szCs w:val="20"/>
              </w:rPr>
              <w:t>180-1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马鞍山路东便利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马鞍山路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好的华富大厦便利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华富园</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号华富大厦主楼一层（福建路</w:t>
            </w:r>
            <w:r w:rsidRPr="00E615B0">
              <w:rPr>
                <w:rFonts w:ascii="微软简仿宋" w:eastAsia="微软简仿宋" w:hAnsi="宋体" w:cs="微软简仿宋"/>
                <w:color w:val="000000"/>
                <w:kern w:val="0"/>
                <w:sz w:val="20"/>
                <w:szCs w:val="20"/>
              </w:rPr>
              <w:t>31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好的仙林东城汇三代便利店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仙林大学城文苑路以南文苑广场</w:t>
            </w:r>
            <w:r w:rsidRPr="00E615B0">
              <w:rPr>
                <w:rFonts w:ascii="微软简仿宋" w:eastAsia="微软简仿宋" w:hAnsi="宋体" w:cs="微软简仿宋"/>
                <w:color w:val="000000"/>
                <w:kern w:val="0"/>
                <w:sz w:val="20"/>
                <w:szCs w:val="20"/>
              </w:rPr>
              <w:t>1-150</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151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157</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158</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复地新都国际社区店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燕亭路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灵山营区便利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麒麟门街道马家桥（灵山）</w:t>
            </w:r>
            <w:r w:rsidRPr="00E615B0">
              <w:rPr>
                <w:rFonts w:ascii="微软简仿宋" w:eastAsia="微软简仿宋" w:hAnsi="宋体" w:cs="微软简仿宋"/>
                <w:color w:val="000000"/>
                <w:kern w:val="0"/>
                <w:sz w:val="20"/>
                <w:szCs w:val="20"/>
              </w:rPr>
              <w:t>73096</w:t>
            </w:r>
            <w:r w:rsidRPr="00E615B0">
              <w:rPr>
                <w:rFonts w:ascii="微软简仿宋" w:eastAsia="微软简仿宋" w:hAnsi="宋体" w:cs="微软简仿宋" w:hint="eastAsia"/>
                <w:color w:val="000000"/>
                <w:kern w:val="0"/>
                <w:sz w:val="20"/>
                <w:szCs w:val="20"/>
              </w:rPr>
              <w:t>部队院内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方山营区便利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方山风景区旁</w:t>
            </w:r>
            <w:r w:rsidRPr="00E615B0">
              <w:rPr>
                <w:rFonts w:ascii="微软简仿宋" w:eastAsia="微软简仿宋" w:hAnsi="宋体" w:cs="微软简仿宋"/>
                <w:color w:val="000000"/>
                <w:kern w:val="0"/>
                <w:sz w:val="20"/>
                <w:szCs w:val="20"/>
              </w:rPr>
              <w:t>73097</w:t>
            </w:r>
            <w:r w:rsidRPr="00E615B0">
              <w:rPr>
                <w:rFonts w:ascii="微软简仿宋" w:eastAsia="微软简仿宋" w:hAnsi="宋体" w:cs="微软简仿宋" w:hint="eastAsia"/>
                <w:color w:val="000000"/>
                <w:kern w:val="0"/>
                <w:sz w:val="20"/>
                <w:szCs w:val="20"/>
              </w:rPr>
              <w:t>部队院内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大新华府生活超市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华府路大新华府小区商业用房</w:t>
            </w:r>
            <w:r w:rsidRPr="00E615B0">
              <w:rPr>
                <w:rFonts w:ascii="微软简仿宋" w:eastAsia="微软简仿宋" w:hAnsi="宋体" w:cs="微软简仿宋"/>
                <w:color w:val="000000"/>
                <w:kern w:val="0"/>
                <w:sz w:val="20"/>
                <w:szCs w:val="20"/>
              </w:rPr>
              <w:t>2C102,2C103</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金城丽景便利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大桥北路</w:t>
            </w:r>
            <w:r w:rsidRPr="00E615B0">
              <w:rPr>
                <w:rFonts w:ascii="微软简仿宋" w:eastAsia="微软简仿宋" w:hAnsi="宋体" w:cs="微软简仿宋"/>
                <w:color w:val="000000"/>
                <w:kern w:val="0"/>
                <w:sz w:val="20"/>
                <w:szCs w:val="20"/>
              </w:rPr>
              <w:t>33</w:t>
            </w:r>
            <w:r w:rsidRPr="00E615B0">
              <w:rPr>
                <w:rFonts w:ascii="微软简仿宋" w:eastAsia="微软简仿宋" w:hAnsi="宋体" w:cs="微软简仿宋" w:hint="eastAsia"/>
                <w:color w:val="000000"/>
                <w:kern w:val="0"/>
                <w:sz w:val="20"/>
                <w:szCs w:val="20"/>
              </w:rPr>
              <w:t>号金城丽景花园</w:t>
            </w:r>
            <w:r w:rsidRPr="00E615B0">
              <w:rPr>
                <w:rFonts w:ascii="微软简仿宋" w:eastAsia="微软简仿宋" w:hAnsi="宋体" w:cs="微软简仿宋"/>
                <w:color w:val="000000"/>
                <w:kern w:val="0"/>
                <w:sz w:val="20"/>
                <w:szCs w:val="20"/>
              </w:rPr>
              <w:t>02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单元</w:t>
            </w:r>
            <w:r w:rsidRPr="00E615B0">
              <w:rPr>
                <w:rFonts w:ascii="微软简仿宋" w:eastAsia="微软简仿宋" w:hAnsi="宋体" w:cs="微软简仿宋"/>
                <w:color w:val="000000"/>
                <w:kern w:val="0"/>
                <w:sz w:val="20"/>
                <w:szCs w:val="20"/>
              </w:rPr>
              <w:t>107</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419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好的云谷山庄便利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幕府东路</w:t>
            </w:r>
            <w:r w:rsidRPr="00E615B0">
              <w:rPr>
                <w:rFonts w:ascii="微软简仿宋" w:eastAsia="微软简仿宋" w:hAnsi="宋体" w:cs="微软简仿宋"/>
                <w:color w:val="000000"/>
                <w:kern w:val="0"/>
                <w:sz w:val="20"/>
                <w:szCs w:val="20"/>
              </w:rPr>
              <w:t>57</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-42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正德学院便利店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正德学院宿舍区</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号楼一楼（</w:t>
            </w:r>
            <w:r w:rsidRPr="00E615B0">
              <w:rPr>
                <w:rFonts w:ascii="微软简仿宋" w:eastAsia="微软简仿宋" w:hAnsi="宋体" w:cs="微软简仿宋"/>
                <w:color w:val="000000"/>
                <w:kern w:val="0"/>
                <w:sz w:val="20"/>
                <w:szCs w:val="20"/>
              </w:rPr>
              <w:t>J39-111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112</w:t>
            </w:r>
            <w:r w:rsidRPr="00E615B0">
              <w:rPr>
                <w:rFonts w:ascii="微软简仿宋" w:eastAsia="微软简仿宋" w:hAnsi="宋体" w:cs="微软简仿宋" w:hint="eastAsia"/>
                <w:color w:val="000000"/>
                <w:kern w:val="0"/>
                <w:sz w:val="20"/>
                <w:szCs w:val="20"/>
              </w:rPr>
              <w:t>）门面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万江共和新城便利店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浦珠北路</w:t>
            </w:r>
            <w:r w:rsidRPr="00E615B0">
              <w:rPr>
                <w:rFonts w:ascii="微软简仿宋" w:eastAsia="微软简仿宋" w:hAnsi="宋体" w:cs="微软简仿宋"/>
                <w:color w:val="000000"/>
                <w:kern w:val="0"/>
                <w:sz w:val="20"/>
                <w:szCs w:val="20"/>
              </w:rPr>
              <w:t>139</w:t>
            </w:r>
            <w:r w:rsidRPr="00E615B0">
              <w:rPr>
                <w:rFonts w:ascii="微软简仿宋" w:eastAsia="微软简仿宋" w:hAnsi="宋体" w:cs="微软简仿宋" w:hint="eastAsia"/>
                <w:color w:val="000000"/>
                <w:kern w:val="0"/>
                <w:sz w:val="20"/>
                <w:szCs w:val="20"/>
              </w:rPr>
              <w:t>号万江共和新城天和苑</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弘景大道营区便利店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江宁大学城</w:t>
            </w:r>
            <w:r w:rsidRPr="00E615B0">
              <w:rPr>
                <w:rFonts w:ascii="微软简仿宋" w:eastAsia="微软简仿宋" w:hAnsi="宋体" w:cs="微软简仿宋"/>
                <w:color w:val="000000"/>
                <w:kern w:val="0"/>
                <w:sz w:val="20"/>
                <w:szCs w:val="20"/>
              </w:rPr>
              <w:t>73680</w:t>
            </w:r>
            <w:r w:rsidRPr="00E615B0">
              <w:rPr>
                <w:rFonts w:ascii="微软简仿宋" w:eastAsia="微软简仿宋" w:hAnsi="宋体" w:cs="微软简仿宋" w:hint="eastAsia"/>
                <w:color w:val="000000"/>
                <w:kern w:val="0"/>
                <w:sz w:val="20"/>
                <w:szCs w:val="20"/>
              </w:rPr>
              <w:t>部队院内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好的汉口西路三代便利店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汉口西路</w:t>
            </w:r>
            <w:r w:rsidRPr="00E615B0">
              <w:rPr>
                <w:rFonts w:ascii="微软简仿宋" w:eastAsia="微软简仿宋" w:hAnsi="宋体" w:cs="微软简仿宋"/>
                <w:color w:val="000000"/>
                <w:kern w:val="0"/>
                <w:sz w:val="20"/>
                <w:szCs w:val="20"/>
              </w:rPr>
              <w:t>180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好的中山东路三代便利店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中山东路</w:t>
            </w:r>
            <w:r w:rsidRPr="00E615B0">
              <w:rPr>
                <w:rFonts w:ascii="微软简仿宋" w:eastAsia="微软简仿宋" w:hAnsi="宋体" w:cs="微软简仿宋"/>
                <w:color w:val="000000"/>
                <w:kern w:val="0"/>
                <w:sz w:val="20"/>
                <w:szCs w:val="20"/>
              </w:rPr>
              <w:t>402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好的户部街三代便利店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太平南路</w:t>
            </w:r>
            <w:r w:rsidRPr="00E615B0">
              <w:rPr>
                <w:rFonts w:ascii="微软简仿宋" w:eastAsia="微软简仿宋" w:hAnsi="宋体" w:cs="微软简仿宋"/>
                <w:color w:val="000000"/>
                <w:kern w:val="0"/>
                <w:sz w:val="20"/>
                <w:szCs w:val="20"/>
              </w:rPr>
              <w:t>236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好的银城街三代便利店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银城街</w:t>
            </w:r>
            <w:r w:rsidRPr="00E615B0">
              <w:rPr>
                <w:rFonts w:ascii="微软简仿宋" w:eastAsia="微软简仿宋" w:hAnsi="宋体" w:cs="微软简仿宋"/>
                <w:color w:val="000000"/>
                <w:kern w:val="0"/>
                <w:sz w:val="20"/>
                <w:szCs w:val="20"/>
              </w:rPr>
              <w:t>48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好的中西结合医院三代便利店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红山路十字街</w:t>
            </w:r>
            <w:r w:rsidRPr="00E615B0">
              <w:rPr>
                <w:rFonts w:ascii="微软简仿宋" w:eastAsia="微软简仿宋" w:hAnsi="宋体" w:cs="微软简仿宋"/>
                <w:color w:val="000000"/>
                <w:kern w:val="0"/>
                <w:sz w:val="20"/>
                <w:szCs w:val="20"/>
              </w:rPr>
              <w:t>100</w:t>
            </w:r>
            <w:r w:rsidRPr="00E615B0">
              <w:rPr>
                <w:rFonts w:ascii="微软简仿宋" w:eastAsia="微软简仿宋" w:hAnsi="宋体" w:cs="微软简仿宋" w:hint="eastAsia"/>
                <w:color w:val="000000"/>
                <w:kern w:val="0"/>
                <w:sz w:val="20"/>
                <w:szCs w:val="20"/>
              </w:rPr>
              <w:t>号门诊楼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五棵松营区便利店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马群街道五棵松</w:t>
            </w:r>
            <w:r w:rsidRPr="00E615B0">
              <w:rPr>
                <w:rFonts w:ascii="微软简仿宋" w:eastAsia="微软简仿宋" w:hAnsi="宋体" w:cs="微软简仿宋"/>
                <w:color w:val="000000"/>
                <w:kern w:val="0"/>
                <w:sz w:val="20"/>
                <w:szCs w:val="20"/>
              </w:rPr>
              <w:t>46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61175</w:t>
            </w:r>
            <w:r w:rsidRPr="00E615B0">
              <w:rPr>
                <w:rFonts w:ascii="微软简仿宋" w:eastAsia="微软简仿宋" w:hAnsi="宋体" w:cs="微软简仿宋" w:hint="eastAsia"/>
                <w:color w:val="000000"/>
                <w:kern w:val="0"/>
                <w:sz w:val="20"/>
                <w:szCs w:val="20"/>
              </w:rPr>
              <w:t>部队内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429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好的银桥三代便利店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应天大街</w:t>
            </w:r>
            <w:r w:rsidRPr="00E615B0">
              <w:rPr>
                <w:rFonts w:ascii="微软简仿宋" w:eastAsia="微软简仿宋" w:hAnsi="宋体" w:cs="微软简仿宋"/>
                <w:color w:val="000000"/>
                <w:kern w:val="0"/>
                <w:sz w:val="20"/>
                <w:szCs w:val="20"/>
              </w:rPr>
              <w:t>588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好的天华南路便利店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天华南路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号天润城第九、第十商业街</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好的俞家巷三代便利店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王府大街</w:t>
            </w:r>
            <w:r w:rsidRPr="00E615B0">
              <w:rPr>
                <w:rFonts w:ascii="微软简仿宋" w:eastAsia="微软简仿宋" w:hAnsi="宋体" w:cs="微软简仿宋"/>
                <w:color w:val="000000"/>
                <w:kern w:val="0"/>
                <w:sz w:val="20"/>
                <w:szCs w:val="20"/>
              </w:rPr>
              <w:t>26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好的电信大厦三代便利店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中央路</w:t>
            </w:r>
            <w:r w:rsidRPr="00E615B0">
              <w:rPr>
                <w:rFonts w:ascii="微软简仿宋" w:eastAsia="微软简仿宋" w:hAnsi="宋体" w:cs="微软简仿宋"/>
                <w:color w:val="000000"/>
                <w:kern w:val="0"/>
                <w:sz w:val="20"/>
                <w:szCs w:val="20"/>
              </w:rPr>
              <w:t>260</w:t>
            </w:r>
            <w:r w:rsidRPr="00E615B0">
              <w:rPr>
                <w:rFonts w:ascii="微软简仿宋" w:eastAsia="微软简仿宋" w:hAnsi="宋体" w:cs="微软简仿宋" w:hint="eastAsia"/>
                <w:color w:val="000000"/>
                <w:kern w:val="0"/>
                <w:sz w:val="20"/>
                <w:szCs w:val="20"/>
              </w:rPr>
              <w:t>号江苏电信大厦</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好的棠城西路便利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棠城西路</w:t>
            </w:r>
            <w:r w:rsidRPr="00E615B0">
              <w:rPr>
                <w:rFonts w:ascii="微软简仿宋" w:eastAsia="微软简仿宋" w:hAnsi="宋体" w:cs="微软简仿宋"/>
                <w:color w:val="000000"/>
                <w:kern w:val="0"/>
                <w:sz w:val="20"/>
                <w:szCs w:val="20"/>
              </w:rPr>
              <w:t>125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好的力联大厦三代便利店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户部街</w:t>
            </w:r>
            <w:r w:rsidRPr="00E615B0">
              <w:rPr>
                <w:rFonts w:ascii="微软简仿宋" w:eastAsia="微软简仿宋" w:hAnsi="宋体" w:cs="微软简仿宋"/>
                <w:color w:val="000000"/>
                <w:kern w:val="0"/>
                <w:sz w:val="20"/>
                <w:szCs w:val="20"/>
              </w:rPr>
              <w:t>29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好的邱村街三代便利店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岱善润福城邱村街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好的七家湾便利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七家湾</w:t>
            </w:r>
            <w:r w:rsidRPr="00E615B0">
              <w:rPr>
                <w:rFonts w:ascii="微软简仿宋" w:eastAsia="微软简仿宋" w:hAnsi="宋体" w:cs="微软简仿宋"/>
                <w:color w:val="000000"/>
                <w:kern w:val="0"/>
                <w:sz w:val="20"/>
                <w:szCs w:val="20"/>
              </w:rPr>
              <w:t>92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好的大厂欣乐路便利店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大厂欣乐路南京化工职业技术学院外教单身公寓综合楼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好的高创大厦三代便利店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仙林大学城学津路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号高创大厦负一楼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439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好的和会街二店便利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和会街</w:t>
            </w:r>
            <w:r w:rsidRPr="00E615B0">
              <w:rPr>
                <w:rFonts w:ascii="微软简仿宋" w:eastAsia="微软简仿宋" w:hAnsi="宋体" w:cs="微软简仿宋"/>
                <w:color w:val="000000"/>
                <w:kern w:val="0"/>
                <w:sz w:val="20"/>
                <w:szCs w:val="20"/>
              </w:rPr>
              <w:t>99-2</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六合龙脊路便利店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龙脊路</w:t>
            </w:r>
            <w:r w:rsidRPr="00E615B0">
              <w:rPr>
                <w:rFonts w:ascii="微软简仿宋" w:eastAsia="微软简仿宋" w:hAnsi="宋体" w:cs="微软简仿宋"/>
                <w:color w:val="000000"/>
                <w:kern w:val="0"/>
                <w:sz w:val="20"/>
                <w:szCs w:val="20"/>
              </w:rPr>
              <w:t>42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大厂晓山北路便利店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大厂晓山路</w:t>
            </w:r>
            <w:r w:rsidRPr="00E615B0">
              <w:rPr>
                <w:rFonts w:ascii="微软简仿宋" w:eastAsia="微软简仿宋" w:hAnsi="宋体" w:cs="微软简仿宋"/>
                <w:color w:val="000000"/>
                <w:kern w:val="0"/>
                <w:sz w:val="20"/>
                <w:szCs w:val="20"/>
              </w:rPr>
              <w:t>166-102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金地明悦便利店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尧华街道朗悦花园</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江宁晓庄学院好的三代便利店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宏景大道</w:t>
            </w:r>
            <w:r w:rsidRPr="00E615B0">
              <w:rPr>
                <w:rFonts w:ascii="微软简仿宋" w:eastAsia="微软简仿宋" w:hAnsi="宋体" w:cs="微软简仿宋"/>
                <w:color w:val="000000"/>
                <w:kern w:val="0"/>
                <w:sz w:val="20"/>
                <w:szCs w:val="20"/>
              </w:rPr>
              <w:t>3601</w:t>
            </w:r>
            <w:r w:rsidRPr="00E615B0">
              <w:rPr>
                <w:rFonts w:ascii="微软简仿宋" w:eastAsia="微软简仿宋" w:hAnsi="宋体" w:cs="微软简仿宋" w:hint="eastAsia"/>
                <w:color w:val="000000"/>
                <w:kern w:val="0"/>
                <w:sz w:val="20"/>
                <w:szCs w:val="20"/>
              </w:rPr>
              <w:t>号南京晓庄学院方山校区内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丁家庄华银路二便利店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瑞福城华银路</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玉兰路好的三代便利店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玉兰路</w:t>
            </w:r>
            <w:r w:rsidRPr="00E615B0">
              <w:rPr>
                <w:rFonts w:ascii="微软简仿宋" w:eastAsia="微软简仿宋" w:hAnsi="宋体" w:cs="微软简仿宋"/>
                <w:color w:val="000000"/>
                <w:kern w:val="0"/>
                <w:sz w:val="20"/>
                <w:szCs w:val="20"/>
              </w:rPr>
              <w:t>99</w:t>
            </w:r>
            <w:r w:rsidRPr="00E615B0">
              <w:rPr>
                <w:rFonts w:ascii="微软简仿宋" w:eastAsia="微软简仿宋" w:hAnsi="宋体" w:cs="微软简仿宋" w:hint="eastAsia"/>
                <w:color w:val="000000"/>
                <w:kern w:val="0"/>
                <w:sz w:val="20"/>
                <w:szCs w:val="20"/>
              </w:rPr>
              <w:t>号明发商业广场</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51015</w:t>
            </w:r>
            <w:r w:rsidRPr="00E615B0">
              <w:rPr>
                <w:rFonts w:ascii="微软简仿宋" w:eastAsia="微软简仿宋" w:hAnsi="宋体" w:cs="微软简仿宋" w:hint="eastAsia"/>
                <w:color w:val="000000"/>
                <w:kern w:val="0"/>
                <w:sz w:val="20"/>
                <w:szCs w:val="20"/>
              </w:rPr>
              <w:t>至</w:t>
            </w:r>
            <w:r w:rsidRPr="00E615B0">
              <w:rPr>
                <w:rFonts w:ascii="微软简仿宋" w:eastAsia="微软简仿宋" w:hAnsi="宋体" w:cs="微软简仿宋"/>
                <w:color w:val="000000"/>
                <w:kern w:val="0"/>
                <w:sz w:val="20"/>
                <w:szCs w:val="20"/>
              </w:rPr>
              <w:t>51017</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宏图上水庭院好的三代便利店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花神大道</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13</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六合龙池花园便利店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经济开发区龙池花园</w:t>
            </w:r>
            <w:r w:rsidRPr="00E615B0">
              <w:rPr>
                <w:rFonts w:ascii="微软简仿宋" w:eastAsia="微软简仿宋" w:hAnsi="宋体" w:cs="微软简仿宋"/>
                <w:color w:val="000000"/>
                <w:kern w:val="0"/>
                <w:sz w:val="20"/>
                <w:szCs w:val="20"/>
              </w:rPr>
              <w:t>20-2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好的中央路三代便利店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中央路</w:t>
            </w:r>
            <w:r w:rsidRPr="00E615B0">
              <w:rPr>
                <w:rFonts w:ascii="微软简仿宋" w:eastAsia="微软简仿宋" w:hAnsi="宋体" w:cs="微软简仿宋"/>
                <w:color w:val="000000"/>
                <w:kern w:val="0"/>
                <w:sz w:val="20"/>
                <w:szCs w:val="20"/>
              </w:rPr>
              <w:t>131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449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好的徐庄研发一区三代便利店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玄武大道</w:t>
            </w:r>
            <w:r w:rsidRPr="00E615B0">
              <w:rPr>
                <w:rFonts w:ascii="微软简仿宋" w:eastAsia="微软简仿宋" w:hAnsi="宋体" w:cs="微软简仿宋"/>
                <w:color w:val="000000"/>
                <w:kern w:val="0"/>
                <w:sz w:val="20"/>
                <w:szCs w:val="20"/>
              </w:rPr>
              <w:t>699-8</w:t>
            </w:r>
            <w:r w:rsidRPr="00E615B0">
              <w:rPr>
                <w:rFonts w:ascii="微软简仿宋" w:eastAsia="微软简仿宋" w:hAnsi="宋体" w:cs="微软简仿宋" w:hint="eastAsia"/>
                <w:color w:val="000000"/>
                <w:kern w:val="0"/>
                <w:sz w:val="20"/>
                <w:szCs w:val="20"/>
              </w:rPr>
              <w:t>号研发一区</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好的狮子桥三代便利店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湖北路</w:t>
            </w:r>
            <w:r w:rsidRPr="00E615B0">
              <w:rPr>
                <w:rFonts w:ascii="微软简仿宋" w:eastAsia="微软简仿宋" w:hAnsi="宋体" w:cs="微软简仿宋"/>
                <w:color w:val="000000"/>
                <w:kern w:val="0"/>
                <w:sz w:val="20"/>
                <w:szCs w:val="20"/>
              </w:rPr>
              <w:t>83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省中国银行好的三代便利店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中山南路</w:t>
            </w:r>
            <w:r w:rsidRPr="00E615B0">
              <w:rPr>
                <w:rFonts w:ascii="微软简仿宋" w:eastAsia="微软简仿宋" w:hAnsi="宋体" w:cs="微软简仿宋"/>
                <w:color w:val="000000"/>
                <w:kern w:val="0"/>
                <w:sz w:val="20"/>
                <w:szCs w:val="20"/>
              </w:rPr>
              <w:t>148</w:t>
            </w:r>
            <w:r w:rsidRPr="00E615B0">
              <w:rPr>
                <w:rFonts w:ascii="微软简仿宋" w:eastAsia="微软简仿宋" w:hAnsi="宋体" w:cs="微软简仿宋" w:hint="eastAsia"/>
                <w:color w:val="000000"/>
                <w:kern w:val="0"/>
                <w:sz w:val="20"/>
                <w:szCs w:val="20"/>
              </w:rPr>
              <w:t>号中国银行分行办公楼</w:t>
            </w:r>
            <w:r w:rsidRPr="00E615B0">
              <w:rPr>
                <w:rFonts w:ascii="微软简仿宋" w:eastAsia="微软简仿宋" w:hAnsi="宋体" w:cs="微软简仿宋"/>
                <w:color w:val="000000"/>
                <w:kern w:val="0"/>
                <w:sz w:val="20"/>
                <w:szCs w:val="20"/>
              </w:rPr>
              <w:t>14A</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海峡城标超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双闸路</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号海峡城第二街区</w:t>
            </w:r>
            <w:r w:rsidRPr="00E615B0">
              <w:rPr>
                <w:rFonts w:ascii="微软简仿宋" w:eastAsia="微软简仿宋" w:hAnsi="宋体" w:cs="微软简仿宋"/>
                <w:color w:val="000000"/>
                <w:kern w:val="0"/>
                <w:sz w:val="20"/>
                <w:szCs w:val="20"/>
              </w:rPr>
              <w:t>07</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109</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竹山路便利店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东山镇竹山南路</w:t>
            </w:r>
            <w:r w:rsidRPr="00E615B0">
              <w:rPr>
                <w:rFonts w:ascii="微软简仿宋" w:eastAsia="微软简仿宋" w:hAnsi="宋体" w:cs="微软简仿宋"/>
                <w:color w:val="000000"/>
                <w:kern w:val="0"/>
                <w:sz w:val="20"/>
                <w:szCs w:val="20"/>
              </w:rPr>
              <w:t>6-110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浦口新理想佳园便利店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珠泉西路</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号新理想佳园</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至</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江宁商场生活超市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上元大街</w:t>
            </w:r>
            <w:r w:rsidRPr="00E615B0">
              <w:rPr>
                <w:rFonts w:ascii="微软简仿宋" w:eastAsia="微软简仿宋" w:hAnsi="宋体" w:cs="微软简仿宋"/>
                <w:color w:val="000000"/>
                <w:kern w:val="0"/>
                <w:sz w:val="20"/>
                <w:szCs w:val="20"/>
              </w:rPr>
              <w:t>707</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江宁中行培训中心好的便利店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江宁大学城知行路</w:t>
            </w:r>
            <w:r w:rsidRPr="00E615B0">
              <w:rPr>
                <w:rFonts w:ascii="微软简仿宋" w:eastAsia="微软简仿宋" w:hAnsi="宋体" w:cs="微软简仿宋"/>
                <w:color w:val="000000"/>
                <w:kern w:val="0"/>
                <w:sz w:val="20"/>
                <w:szCs w:val="20"/>
              </w:rPr>
              <w:t>299</w:t>
            </w:r>
            <w:r w:rsidRPr="00E615B0">
              <w:rPr>
                <w:rFonts w:ascii="微软简仿宋" w:eastAsia="微软简仿宋" w:hAnsi="宋体" w:cs="微软简仿宋" w:hint="eastAsia"/>
                <w:color w:val="000000"/>
                <w:kern w:val="0"/>
                <w:sz w:val="20"/>
                <w:szCs w:val="20"/>
              </w:rPr>
              <w:t>号中国银行分行</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新百国贸好的三代便利店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中山东路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号新百国贸负一楼</w:t>
            </w:r>
            <w:r w:rsidRPr="00E615B0">
              <w:rPr>
                <w:rFonts w:ascii="微软简仿宋" w:eastAsia="微软简仿宋" w:hAnsi="宋体" w:cs="微软简仿宋"/>
                <w:color w:val="000000"/>
                <w:kern w:val="0"/>
                <w:sz w:val="20"/>
                <w:szCs w:val="20"/>
              </w:rPr>
              <w:t>G</w:t>
            </w:r>
            <w:r w:rsidRPr="00E615B0">
              <w:rPr>
                <w:rFonts w:ascii="微软简仿宋" w:eastAsia="微软简仿宋" w:hAnsi="宋体" w:cs="微软简仿宋" w:hint="eastAsia"/>
                <w:color w:val="000000"/>
                <w:kern w:val="0"/>
                <w:sz w:val="20"/>
                <w:szCs w:val="20"/>
              </w:rPr>
              <w:t>至</w:t>
            </w:r>
            <w:r w:rsidRPr="00E615B0">
              <w:rPr>
                <w:rFonts w:ascii="微软简仿宋" w:eastAsia="微软简仿宋" w:hAnsi="宋体" w:cs="微软简仿宋"/>
                <w:color w:val="000000"/>
                <w:kern w:val="0"/>
                <w:sz w:val="20"/>
                <w:szCs w:val="20"/>
              </w:rPr>
              <w:t>B1</w:t>
            </w:r>
            <w:r w:rsidRPr="00E615B0">
              <w:rPr>
                <w:rFonts w:ascii="微软简仿宋" w:eastAsia="微软简仿宋" w:hAnsi="宋体" w:cs="微软简仿宋" w:hint="eastAsia"/>
                <w:color w:val="000000"/>
                <w:kern w:val="0"/>
                <w:sz w:val="20"/>
                <w:szCs w:val="20"/>
              </w:rPr>
              <w:t>至</w:t>
            </w:r>
            <w:r w:rsidRPr="00E615B0">
              <w:rPr>
                <w:rFonts w:ascii="微软简仿宋" w:eastAsia="微软简仿宋" w:hAnsi="宋体" w:cs="微软简仿宋"/>
                <w:color w:val="000000"/>
                <w:kern w:val="0"/>
                <w:sz w:val="20"/>
                <w:szCs w:val="20"/>
              </w:rPr>
              <w:t>009</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民和路好的三代便利店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民和路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栋至</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459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太平花园三代生活超市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太平门街</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号苏果超市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百水桥营区便利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白水桥</w:t>
            </w:r>
            <w:r w:rsidRPr="00E615B0">
              <w:rPr>
                <w:rFonts w:ascii="微软简仿宋" w:eastAsia="微软简仿宋" w:hAnsi="宋体" w:cs="微软简仿宋"/>
                <w:color w:val="000000"/>
                <w:kern w:val="0"/>
                <w:sz w:val="20"/>
                <w:szCs w:val="20"/>
              </w:rPr>
              <w:t>117</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73096</w:t>
            </w:r>
            <w:r w:rsidRPr="00E615B0">
              <w:rPr>
                <w:rFonts w:ascii="微软简仿宋" w:eastAsia="微软简仿宋" w:hAnsi="宋体" w:cs="微软简仿宋" w:hint="eastAsia"/>
                <w:color w:val="000000"/>
                <w:kern w:val="0"/>
                <w:sz w:val="20"/>
                <w:szCs w:val="20"/>
              </w:rPr>
              <w:t>部队院内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大钟亭好的三代便利店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号天翼广场北门</w:t>
            </w:r>
            <w:r w:rsidRPr="00E615B0">
              <w:rPr>
                <w:rFonts w:ascii="微软简仿宋" w:eastAsia="微软简仿宋" w:hAnsi="宋体" w:cs="微软简仿宋"/>
                <w:color w:val="000000"/>
                <w:kern w:val="0"/>
                <w:sz w:val="20"/>
                <w:szCs w:val="20"/>
              </w:rPr>
              <w:t>02</w:t>
            </w:r>
            <w:r w:rsidRPr="00E615B0">
              <w:rPr>
                <w:rFonts w:ascii="微软简仿宋" w:eastAsia="微软简仿宋" w:hAnsi="宋体" w:cs="微软简仿宋" w:hint="eastAsia"/>
                <w:color w:val="000000"/>
                <w:kern w:val="0"/>
                <w:sz w:val="20"/>
                <w:szCs w:val="20"/>
              </w:rPr>
              <w:t>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江心洲洲岛花园生活超市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江心洲红星街</w:t>
            </w:r>
            <w:r w:rsidRPr="00E615B0">
              <w:rPr>
                <w:rFonts w:ascii="微软简仿宋" w:eastAsia="微软简仿宋" w:hAnsi="宋体" w:cs="微软简仿宋"/>
                <w:color w:val="000000"/>
                <w:kern w:val="0"/>
                <w:sz w:val="20"/>
                <w:szCs w:val="20"/>
              </w:rPr>
              <w:t>86</w:t>
            </w:r>
            <w:r w:rsidRPr="00E615B0">
              <w:rPr>
                <w:rFonts w:ascii="微软简仿宋" w:eastAsia="微软简仿宋" w:hAnsi="宋体" w:cs="微软简仿宋" w:hint="eastAsia"/>
                <w:color w:val="000000"/>
                <w:kern w:val="0"/>
                <w:sz w:val="20"/>
                <w:szCs w:val="20"/>
              </w:rPr>
              <w:t>号洲岛家园邻里中心二楼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大周路便利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铁心桥大周路</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号雨花人才公寓</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悦民公寓东苑便利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麒麟街道悦民街</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号悦民公寓东苑</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虎踞南路三代便利店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虎踞南路</w:t>
            </w:r>
            <w:r w:rsidRPr="00E615B0">
              <w:rPr>
                <w:rFonts w:ascii="微软简仿宋" w:eastAsia="微软简仿宋" w:hAnsi="宋体" w:cs="微软简仿宋"/>
                <w:color w:val="000000"/>
                <w:kern w:val="0"/>
                <w:sz w:val="20"/>
                <w:szCs w:val="20"/>
              </w:rPr>
              <w:t>93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罗廊巷好的三代便利店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罗廊巷</w:t>
            </w:r>
            <w:r w:rsidRPr="00E615B0">
              <w:rPr>
                <w:rFonts w:ascii="微软简仿宋" w:eastAsia="微软简仿宋" w:hAnsi="宋体" w:cs="微软简仿宋"/>
                <w:color w:val="000000"/>
                <w:kern w:val="0"/>
                <w:sz w:val="20"/>
                <w:szCs w:val="20"/>
              </w:rPr>
              <w:t>45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数码港好的三代便利店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珠江路</w:t>
            </w:r>
            <w:r w:rsidRPr="00E615B0">
              <w:rPr>
                <w:rFonts w:ascii="微软简仿宋" w:eastAsia="微软简仿宋" w:hAnsi="宋体" w:cs="微软简仿宋"/>
                <w:color w:val="000000"/>
                <w:kern w:val="0"/>
                <w:sz w:val="20"/>
                <w:szCs w:val="20"/>
              </w:rPr>
              <w:t>648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02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1051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高淳固城湖北路便利店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固城湖北路</w:t>
            </w:r>
            <w:r w:rsidRPr="00E615B0">
              <w:rPr>
                <w:rFonts w:ascii="微软简仿宋" w:eastAsia="微软简仿宋" w:hAnsi="宋体" w:cs="微软简仿宋"/>
                <w:color w:val="000000"/>
                <w:kern w:val="0"/>
                <w:sz w:val="20"/>
                <w:szCs w:val="20"/>
              </w:rPr>
              <w:t>52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469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莫愁路好的三代便利店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莫愁路</w:t>
            </w:r>
            <w:r w:rsidRPr="00E615B0">
              <w:rPr>
                <w:rFonts w:ascii="微软简仿宋" w:eastAsia="微软简仿宋" w:hAnsi="宋体" w:cs="微软简仿宋"/>
                <w:color w:val="000000"/>
                <w:kern w:val="0"/>
                <w:sz w:val="20"/>
                <w:szCs w:val="20"/>
              </w:rPr>
              <w:t>463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张家圩好的三代便利店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中山北路</w:t>
            </w:r>
            <w:r w:rsidRPr="00E615B0">
              <w:rPr>
                <w:rFonts w:ascii="微软简仿宋" w:eastAsia="微软简仿宋" w:hAnsi="宋体" w:cs="微软简仿宋"/>
                <w:color w:val="000000"/>
                <w:kern w:val="0"/>
                <w:sz w:val="20"/>
                <w:szCs w:val="20"/>
              </w:rPr>
              <w:t>607</w:t>
            </w:r>
            <w:r w:rsidRPr="00E615B0">
              <w:rPr>
                <w:rFonts w:ascii="微软简仿宋" w:eastAsia="微软简仿宋" w:hAnsi="宋体" w:cs="微软简仿宋" w:hint="eastAsia"/>
                <w:color w:val="000000"/>
                <w:kern w:val="0"/>
                <w:sz w:val="20"/>
                <w:szCs w:val="20"/>
              </w:rPr>
              <w:t>号一层门面房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高淳淳中路便利店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淳熙镇淳中路</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1-2-3</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佛城西路好的三代便利店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江宁经济开发区佛城西路</w:t>
            </w:r>
            <w:r w:rsidRPr="00E615B0">
              <w:rPr>
                <w:rFonts w:ascii="微软简仿宋" w:eastAsia="微软简仿宋" w:hAnsi="宋体" w:cs="微软简仿宋"/>
                <w:color w:val="000000"/>
                <w:kern w:val="0"/>
                <w:sz w:val="20"/>
                <w:szCs w:val="20"/>
              </w:rPr>
              <w:t>93</w:t>
            </w:r>
            <w:r w:rsidRPr="00E615B0">
              <w:rPr>
                <w:rFonts w:ascii="微软简仿宋" w:eastAsia="微软简仿宋" w:hAnsi="宋体" w:cs="微软简仿宋" w:hint="eastAsia"/>
                <w:color w:val="000000"/>
                <w:kern w:val="0"/>
                <w:sz w:val="20"/>
                <w:szCs w:val="20"/>
              </w:rPr>
              <w:t>号二厂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高楼门好的三代便利店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高楼门</w:t>
            </w:r>
            <w:r w:rsidRPr="00E615B0">
              <w:rPr>
                <w:rFonts w:ascii="微软简仿宋" w:eastAsia="微软简仿宋" w:hAnsi="宋体" w:cs="微软简仿宋"/>
                <w:color w:val="000000"/>
                <w:kern w:val="0"/>
                <w:sz w:val="20"/>
                <w:szCs w:val="20"/>
              </w:rPr>
              <w:t>45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苏宁慧谷好的三代便利店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集庆门大街</w:t>
            </w:r>
            <w:r w:rsidRPr="00E615B0">
              <w:rPr>
                <w:rFonts w:ascii="微软简仿宋" w:eastAsia="微软简仿宋" w:hAnsi="宋体" w:cs="微软简仿宋"/>
                <w:color w:val="000000"/>
                <w:kern w:val="0"/>
                <w:sz w:val="20"/>
                <w:szCs w:val="20"/>
              </w:rPr>
              <w:t>268</w:t>
            </w:r>
            <w:r w:rsidRPr="00E615B0">
              <w:rPr>
                <w:rFonts w:ascii="微软简仿宋" w:eastAsia="微软简仿宋" w:hAnsi="宋体" w:cs="微软简仿宋" w:hint="eastAsia"/>
                <w:color w:val="000000"/>
                <w:kern w:val="0"/>
                <w:sz w:val="20"/>
                <w:szCs w:val="20"/>
              </w:rPr>
              <w:t>号睿城苏宁广场第</w:t>
            </w:r>
            <w:r w:rsidRPr="00E615B0">
              <w:rPr>
                <w:rFonts w:ascii="微软简仿宋" w:eastAsia="微软简仿宋" w:hAnsi="宋体" w:cs="微软简仿宋"/>
                <w:color w:val="000000"/>
                <w:kern w:val="0"/>
                <w:sz w:val="20"/>
                <w:szCs w:val="20"/>
              </w:rPr>
              <w:t>E08</w:t>
            </w:r>
            <w:r w:rsidRPr="00E615B0">
              <w:rPr>
                <w:rFonts w:ascii="微软简仿宋" w:eastAsia="微软简仿宋" w:hAnsi="宋体" w:cs="微软简仿宋" w:hint="eastAsia"/>
                <w:color w:val="000000"/>
                <w:kern w:val="0"/>
                <w:sz w:val="20"/>
                <w:szCs w:val="20"/>
              </w:rPr>
              <w:t>楼</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商铺门面房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长亭街便利店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秣陵街道长亭街</w:t>
            </w:r>
            <w:r w:rsidRPr="00E615B0">
              <w:rPr>
                <w:rFonts w:ascii="微软简仿宋" w:eastAsia="微软简仿宋" w:hAnsi="宋体" w:cs="微软简仿宋"/>
                <w:color w:val="000000"/>
                <w:kern w:val="0"/>
                <w:sz w:val="20"/>
                <w:szCs w:val="20"/>
              </w:rPr>
              <w:t>55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张王庙便利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张王庙</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溧水新龙路生活超市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永安镇新龙路</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号凤麟水苑</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幢一层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丹凤街二好的三代便利店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南京市丹凤街</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479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学林路营区便利店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学林路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和悦街生活超市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南京市丁家庄保障</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常府街好的三代便利店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常府街</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号临街一层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好的南湖路特许店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南湖路</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好的集庆门大街特许店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集庆门大街</w:t>
            </w:r>
            <w:r w:rsidRPr="00E615B0">
              <w:rPr>
                <w:rFonts w:ascii="微软简仿宋" w:eastAsia="微软简仿宋" w:hAnsi="宋体" w:cs="微软简仿宋"/>
                <w:color w:val="000000"/>
                <w:kern w:val="0"/>
                <w:sz w:val="20"/>
                <w:szCs w:val="20"/>
              </w:rPr>
              <w:t>220-4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好的乐山路特许店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乐山路</w:t>
            </w:r>
            <w:r w:rsidRPr="00E615B0">
              <w:rPr>
                <w:rFonts w:ascii="微软简仿宋" w:eastAsia="微软简仿宋" w:hAnsi="宋体" w:cs="微软简仿宋"/>
                <w:color w:val="000000"/>
                <w:kern w:val="0"/>
                <w:sz w:val="20"/>
                <w:szCs w:val="20"/>
              </w:rPr>
              <w:t>167-3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167-4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好的应天大街特许店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应天大街</w:t>
            </w:r>
            <w:r w:rsidRPr="00E615B0">
              <w:rPr>
                <w:rFonts w:ascii="微软简仿宋" w:eastAsia="微软简仿宋" w:hAnsi="宋体" w:cs="微软简仿宋"/>
                <w:color w:val="000000"/>
                <w:kern w:val="0"/>
                <w:sz w:val="20"/>
                <w:szCs w:val="20"/>
              </w:rPr>
              <w:t>855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好的奥体大街特许店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奥体大街</w:t>
            </w:r>
            <w:r w:rsidRPr="00E615B0">
              <w:rPr>
                <w:rFonts w:ascii="微软简仿宋" w:eastAsia="微软简仿宋" w:hAnsi="宋体" w:cs="微软简仿宋"/>
                <w:color w:val="000000"/>
                <w:kern w:val="0"/>
                <w:sz w:val="20"/>
                <w:szCs w:val="20"/>
              </w:rPr>
              <w:t>68</w:t>
            </w:r>
            <w:r w:rsidRPr="00E615B0">
              <w:rPr>
                <w:rFonts w:ascii="微软简仿宋" w:eastAsia="微软简仿宋" w:hAnsi="宋体" w:cs="微软简仿宋" w:hint="eastAsia"/>
                <w:color w:val="000000"/>
                <w:kern w:val="0"/>
                <w:sz w:val="20"/>
                <w:szCs w:val="20"/>
              </w:rPr>
              <w:t>号新城科技园国际研发总部园</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幢一层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好的兴隆大街特许店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兴隆大街</w:t>
            </w:r>
            <w:r w:rsidRPr="00E615B0">
              <w:rPr>
                <w:rFonts w:ascii="微软简仿宋" w:eastAsia="微软简仿宋" w:hAnsi="宋体" w:cs="微软简仿宋"/>
                <w:color w:val="000000"/>
                <w:kern w:val="0"/>
                <w:sz w:val="20"/>
                <w:szCs w:val="20"/>
              </w:rPr>
              <w:t>203-6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好的吴侯街特许店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吴侯街</w:t>
            </w:r>
            <w:r w:rsidRPr="00E615B0">
              <w:rPr>
                <w:rFonts w:ascii="微软简仿宋" w:eastAsia="微软简仿宋" w:hAnsi="宋体" w:cs="微软简仿宋"/>
                <w:color w:val="000000"/>
                <w:kern w:val="0"/>
                <w:sz w:val="20"/>
                <w:szCs w:val="20"/>
              </w:rPr>
              <w:t>158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489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好的明基医院特许店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河西大街</w:t>
            </w:r>
            <w:r w:rsidRPr="00E615B0">
              <w:rPr>
                <w:rFonts w:ascii="微软简仿宋" w:eastAsia="微软简仿宋" w:hAnsi="宋体" w:cs="微软简仿宋"/>
                <w:color w:val="000000"/>
                <w:kern w:val="0"/>
                <w:sz w:val="20"/>
                <w:szCs w:val="20"/>
              </w:rPr>
              <w:t>71</w:t>
            </w:r>
            <w:r w:rsidRPr="00E615B0">
              <w:rPr>
                <w:rFonts w:ascii="微软简仿宋" w:eastAsia="微软简仿宋" w:hAnsi="宋体" w:cs="微软简仿宋" w:hint="eastAsia"/>
                <w:color w:val="000000"/>
                <w:kern w:val="0"/>
                <w:sz w:val="20"/>
                <w:szCs w:val="20"/>
              </w:rPr>
              <w:t>号明基医院内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好的河西儿童医院特许店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江东南路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好的名嘉佳园特许店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双龙大道</w:t>
            </w:r>
            <w:r w:rsidRPr="00E615B0">
              <w:rPr>
                <w:rFonts w:ascii="微软简仿宋" w:eastAsia="微软简仿宋" w:hAnsi="宋体" w:cs="微软简仿宋"/>
                <w:color w:val="000000"/>
                <w:kern w:val="0"/>
                <w:sz w:val="20"/>
                <w:szCs w:val="20"/>
              </w:rPr>
              <w:t>577</w:t>
            </w:r>
            <w:r w:rsidRPr="00E615B0">
              <w:rPr>
                <w:rFonts w:ascii="微软简仿宋" w:eastAsia="微软简仿宋" w:hAnsi="宋体" w:cs="微软简仿宋" w:hint="eastAsia"/>
                <w:color w:val="000000"/>
                <w:kern w:val="0"/>
                <w:sz w:val="20"/>
                <w:szCs w:val="20"/>
              </w:rPr>
              <w:t>号名嘉佳园小区</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好的东渡国际青年城特许店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天元中路</w:t>
            </w:r>
            <w:r w:rsidRPr="00E615B0">
              <w:rPr>
                <w:rFonts w:ascii="微软简仿宋" w:eastAsia="微软简仿宋" w:hAnsi="宋体" w:cs="微软简仿宋"/>
                <w:color w:val="000000"/>
                <w:kern w:val="0"/>
                <w:sz w:val="20"/>
                <w:szCs w:val="20"/>
              </w:rPr>
              <w:t>68</w:t>
            </w:r>
            <w:r w:rsidRPr="00E615B0">
              <w:rPr>
                <w:rFonts w:ascii="微软简仿宋" w:eastAsia="微软简仿宋" w:hAnsi="宋体" w:cs="微软简仿宋" w:hint="eastAsia"/>
                <w:color w:val="000000"/>
                <w:kern w:val="0"/>
                <w:sz w:val="20"/>
                <w:szCs w:val="20"/>
              </w:rPr>
              <w:t>号东渡国际青年城</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好的吉印大道特许店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秣陵街道吉印大道</w:t>
            </w:r>
            <w:r w:rsidRPr="00E615B0">
              <w:rPr>
                <w:rFonts w:ascii="微软简仿宋" w:eastAsia="微软简仿宋" w:hAnsi="宋体" w:cs="微软简仿宋"/>
                <w:color w:val="000000"/>
                <w:kern w:val="0"/>
                <w:sz w:val="20"/>
                <w:szCs w:val="20"/>
              </w:rPr>
              <w:t>2009</w:t>
            </w:r>
            <w:r w:rsidRPr="00E615B0">
              <w:rPr>
                <w:rFonts w:ascii="微软简仿宋" w:eastAsia="微软简仿宋" w:hAnsi="宋体" w:cs="微软简仿宋" w:hint="eastAsia"/>
                <w:color w:val="000000"/>
                <w:kern w:val="0"/>
                <w:sz w:val="20"/>
                <w:szCs w:val="20"/>
              </w:rPr>
              <w:t>号彩云居</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好的将军大道特许店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秣陵街道将军大道</w:t>
            </w:r>
            <w:r w:rsidRPr="00E615B0">
              <w:rPr>
                <w:rFonts w:ascii="微软简仿宋" w:eastAsia="微软简仿宋" w:hAnsi="宋体" w:cs="微软简仿宋"/>
                <w:color w:val="000000"/>
                <w:kern w:val="0"/>
                <w:sz w:val="20"/>
                <w:szCs w:val="20"/>
              </w:rPr>
              <w:t>62</w:t>
            </w:r>
            <w:r w:rsidRPr="00E615B0">
              <w:rPr>
                <w:rFonts w:ascii="微软简仿宋" w:eastAsia="微软简仿宋" w:hAnsi="宋体" w:cs="微软简仿宋" w:hint="eastAsia"/>
                <w:color w:val="000000"/>
                <w:kern w:val="0"/>
                <w:sz w:val="20"/>
                <w:szCs w:val="20"/>
              </w:rPr>
              <w:t>号青城苑</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好的湖滨公寓特许店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开发区湖滨公寓</w:t>
            </w:r>
            <w:r w:rsidRPr="00E615B0">
              <w:rPr>
                <w:rFonts w:ascii="微软简仿宋" w:eastAsia="微软简仿宋" w:hAnsi="宋体" w:cs="微软简仿宋"/>
                <w:color w:val="000000"/>
                <w:kern w:val="0"/>
                <w:sz w:val="20"/>
                <w:szCs w:val="20"/>
              </w:rPr>
              <w:t>YZ-5-104</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好的藏龙御景特许店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经济技术开发区清水亭西路</w:t>
            </w:r>
            <w:r w:rsidRPr="00E615B0">
              <w:rPr>
                <w:rFonts w:ascii="微软简仿宋" w:eastAsia="微软简仿宋" w:hAnsi="宋体" w:cs="微软简仿宋"/>
                <w:color w:val="000000"/>
                <w:kern w:val="0"/>
                <w:sz w:val="20"/>
                <w:szCs w:val="20"/>
              </w:rPr>
              <w:t>200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好的经贸学院特许店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科学院龙眠大道</w:t>
            </w:r>
            <w:r w:rsidRPr="00E615B0">
              <w:rPr>
                <w:rFonts w:ascii="微软简仿宋" w:eastAsia="微软简仿宋" w:hAnsi="宋体" w:cs="微软简仿宋"/>
                <w:color w:val="000000"/>
                <w:kern w:val="0"/>
                <w:sz w:val="20"/>
                <w:szCs w:val="20"/>
              </w:rPr>
              <w:t>180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好的江苏路特许店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江苏路</w:t>
            </w:r>
            <w:r w:rsidRPr="00E615B0">
              <w:rPr>
                <w:rFonts w:ascii="微软简仿宋" w:eastAsia="微软简仿宋" w:hAnsi="宋体" w:cs="微软简仿宋"/>
                <w:color w:val="000000"/>
                <w:kern w:val="0"/>
                <w:sz w:val="20"/>
                <w:szCs w:val="20"/>
              </w:rPr>
              <w:t>60-5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499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好的中华路特许店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中华路</w:t>
            </w:r>
            <w:r w:rsidRPr="00E615B0">
              <w:rPr>
                <w:rFonts w:ascii="微软简仿宋" w:eastAsia="微软简仿宋" w:hAnsi="宋体" w:cs="微软简仿宋"/>
                <w:color w:val="000000"/>
                <w:kern w:val="0"/>
                <w:sz w:val="20"/>
                <w:szCs w:val="20"/>
              </w:rPr>
              <w:t>156-4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好的中华路红街特许店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中华路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-90</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好的高云岭特许店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高云岭</w:t>
            </w:r>
            <w:r w:rsidRPr="00E615B0">
              <w:rPr>
                <w:rFonts w:ascii="微软简仿宋" w:eastAsia="微软简仿宋" w:hAnsi="宋体" w:cs="微软简仿宋"/>
                <w:color w:val="000000"/>
                <w:kern w:val="0"/>
                <w:sz w:val="20"/>
                <w:szCs w:val="20"/>
              </w:rPr>
              <w:t>53</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好的唱经楼特许店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唱经楼西街</w:t>
            </w:r>
            <w:r w:rsidRPr="00E615B0">
              <w:rPr>
                <w:rFonts w:ascii="微软简仿宋" w:eastAsia="微软简仿宋" w:hAnsi="宋体" w:cs="微软简仿宋"/>
                <w:color w:val="000000"/>
                <w:kern w:val="0"/>
                <w:sz w:val="20"/>
                <w:szCs w:val="20"/>
              </w:rPr>
              <w:t>71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好的文德东路特许店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浦口街道文德东路</w:t>
            </w:r>
            <w:r w:rsidRPr="00E615B0">
              <w:rPr>
                <w:rFonts w:ascii="微软简仿宋" w:eastAsia="微软简仿宋" w:hAnsi="宋体" w:cs="微软简仿宋"/>
                <w:color w:val="000000"/>
                <w:kern w:val="0"/>
                <w:sz w:val="20"/>
                <w:szCs w:val="20"/>
              </w:rPr>
              <w:t>122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好的葛中路特许店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葛塘葛中路尚品馨苑</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621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623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625</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627</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好的健民路特许店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大厂街道健民路</w:t>
            </w:r>
            <w:r w:rsidRPr="00E615B0">
              <w:rPr>
                <w:rFonts w:ascii="微软简仿宋" w:eastAsia="微软简仿宋" w:hAnsi="宋体" w:cs="微软简仿宋"/>
                <w:color w:val="000000"/>
                <w:kern w:val="0"/>
                <w:sz w:val="20"/>
                <w:szCs w:val="20"/>
              </w:rPr>
              <w:t>410-412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好的芳庭潘园特许店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葛塘街道芳庭潘园</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好的南附二院特许店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姜家园</w:t>
            </w:r>
            <w:r w:rsidRPr="00E615B0">
              <w:rPr>
                <w:rFonts w:ascii="微软简仿宋" w:eastAsia="微软简仿宋" w:hAnsi="宋体" w:cs="微软简仿宋"/>
                <w:color w:val="000000"/>
                <w:kern w:val="0"/>
                <w:sz w:val="20"/>
                <w:szCs w:val="20"/>
              </w:rPr>
              <w:t>121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好的黑龙江路特许店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中央门街道黑龙江路</w:t>
            </w:r>
            <w:r w:rsidRPr="00E615B0">
              <w:rPr>
                <w:rFonts w:ascii="微软简仿宋" w:eastAsia="微软简仿宋" w:hAnsi="宋体" w:cs="微软简仿宋"/>
                <w:color w:val="000000"/>
                <w:kern w:val="0"/>
                <w:sz w:val="20"/>
                <w:szCs w:val="20"/>
              </w:rPr>
              <w:t>11-3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509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好的热河南路特许店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热河南路</w:t>
            </w:r>
            <w:r w:rsidRPr="00E615B0">
              <w:rPr>
                <w:rFonts w:ascii="微软简仿宋" w:eastAsia="微软简仿宋" w:hAnsi="宋体" w:cs="微软简仿宋"/>
                <w:color w:val="000000"/>
                <w:kern w:val="0"/>
                <w:sz w:val="20"/>
                <w:szCs w:val="20"/>
              </w:rPr>
              <w:t>64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好的建宁路特许店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建宁路</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好的金尧路特许店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尧化街道金尧路</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号熙景和苑</w:t>
            </w:r>
            <w:r w:rsidRPr="00E615B0">
              <w:rPr>
                <w:rFonts w:ascii="微软简仿宋" w:eastAsia="微软简仿宋" w:hAnsi="宋体" w:cs="微软简仿宋"/>
                <w:color w:val="000000"/>
                <w:kern w:val="0"/>
                <w:sz w:val="20"/>
                <w:szCs w:val="20"/>
              </w:rPr>
              <w:t>5-6</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好的延龄巷特许店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延龄巷</w:t>
            </w:r>
            <w:r w:rsidRPr="00E615B0">
              <w:rPr>
                <w:rFonts w:ascii="微软简仿宋" w:eastAsia="微软简仿宋" w:hAnsi="宋体" w:cs="微软简仿宋"/>
                <w:color w:val="000000"/>
                <w:kern w:val="0"/>
                <w:sz w:val="20"/>
                <w:szCs w:val="20"/>
              </w:rPr>
              <w:t>44</w:t>
            </w:r>
            <w:r w:rsidRPr="00E615B0">
              <w:rPr>
                <w:rFonts w:ascii="微软简仿宋" w:eastAsia="微软简仿宋" w:hAnsi="宋体" w:cs="微软简仿宋" w:hint="eastAsia"/>
                <w:color w:val="000000"/>
                <w:kern w:val="0"/>
                <w:sz w:val="20"/>
                <w:szCs w:val="20"/>
              </w:rPr>
              <w:t>号一楼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好的长江花园特许店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长江花园</w:t>
            </w:r>
            <w:r w:rsidRPr="00E615B0">
              <w:rPr>
                <w:rFonts w:ascii="微软简仿宋" w:eastAsia="微软简仿宋" w:hAnsi="宋体" w:cs="微软简仿宋"/>
                <w:color w:val="000000"/>
                <w:kern w:val="0"/>
                <w:sz w:val="20"/>
                <w:szCs w:val="20"/>
              </w:rPr>
              <w:t>7-1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好的小火瓦巷特许店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小火瓦巷</w:t>
            </w:r>
            <w:r w:rsidRPr="00E615B0">
              <w:rPr>
                <w:rFonts w:ascii="微软简仿宋" w:eastAsia="微软简仿宋" w:hAnsi="宋体" w:cs="微软简仿宋"/>
                <w:color w:val="000000"/>
                <w:kern w:val="0"/>
                <w:sz w:val="20"/>
                <w:szCs w:val="20"/>
              </w:rPr>
              <w:t>79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好的途牛大厦特许店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玄武大道</w:t>
            </w:r>
            <w:r w:rsidRPr="00E615B0">
              <w:rPr>
                <w:rFonts w:ascii="微软简仿宋" w:eastAsia="微软简仿宋" w:hAnsi="宋体" w:cs="微软简仿宋"/>
                <w:color w:val="000000"/>
                <w:kern w:val="0"/>
                <w:sz w:val="20"/>
                <w:szCs w:val="20"/>
              </w:rPr>
              <w:t>699-32</w:t>
            </w:r>
            <w:r w:rsidRPr="00E615B0">
              <w:rPr>
                <w:rFonts w:ascii="微软简仿宋" w:eastAsia="微软简仿宋" w:hAnsi="宋体" w:cs="微软简仿宋" w:hint="eastAsia"/>
                <w:color w:val="000000"/>
                <w:kern w:val="0"/>
                <w:sz w:val="20"/>
                <w:szCs w:val="20"/>
              </w:rPr>
              <w:t>号（途牛大厦一楼西）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好的凤翔新城特许店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宁双路凤翔新城</w:t>
            </w:r>
            <w:r w:rsidRPr="00E615B0">
              <w:rPr>
                <w:rFonts w:ascii="微软简仿宋" w:eastAsia="微软简仿宋" w:hAnsi="宋体" w:cs="微软简仿宋"/>
                <w:color w:val="000000"/>
                <w:kern w:val="0"/>
                <w:sz w:val="20"/>
                <w:szCs w:val="20"/>
              </w:rPr>
              <w:t>15</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好的秦虹南路特许店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秦虹南路康居里小区</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号之一</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好的三汊河桥特许店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热河南路</w:t>
            </w:r>
            <w:r w:rsidRPr="00E615B0">
              <w:rPr>
                <w:rFonts w:ascii="微软简仿宋" w:eastAsia="微软简仿宋" w:hAnsi="宋体" w:cs="微软简仿宋"/>
                <w:color w:val="000000"/>
                <w:kern w:val="0"/>
                <w:sz w:val="20"/>
                <w:szCs w:val="20"/>
              </w:rPr>
              <w:t>185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519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好的清江花园特许店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定淮门</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好的宝地园特许店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宝地园</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单元</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好的华宝新寓特许店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草场门大街</w:t>
            </w:r>
            <w:r w:rsidRPr="00E615B0">
              <w:rPr>
                <w:rFonts w:ascii="微软简仿宋" w:eastAsia="微软简仿宋" w:hAnsi="宋体" w:cs="微软简仿宋"/>
                <w:color w:val="000000"/>
                <w:kern w:val="0"/>
                <w:sz w:val="20"/>
                <w:szCs w:val="20"/>
              </w:rPr>
              <w:t>147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好的宁工新寓特许店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宁工新寓</w:t>
            </w:r>
            <w:r w:rsidRPr="00E615B0">
              <w:rPr>
                <w:rFonts w:ascii="微软简仿宋" w:eastAsia="微软简仿宋" w:hAnsi="宋体" w:cs="微软简仿宋"/>
                <w:color w:val="000000"/>
                <w:kern w:val="0"/>
                <w:sz w:val="20"/>
                <w:szCs w:val="20"/>
              </w:rPr>
              <w:t>196-1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好的草场门大街特许店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宁工新寓</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好的下关新河一村特许店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新河一村</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好的富贵巷特许店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富贵巷</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楼门面房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好的东渡丽舍特许店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大光路东渡丽舍</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好的中山东路特许店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中山东路</w:t>
            </w:r>
            <w:r w:rsidRPr="00E615B0">
              <w:rPr>
                <w:rFonts w:ascii="微软简仿宋" w:eastAsia="微软简仿宋" w:hAnsi="宋体" w:cs="微软简仿宋"/>
                <w:color w:val="000000"/>
                <w:kern w:val="0"/>
                <w:sz w:val="20"/>
                <w:szCs w:val="20"/>
              </w:rPr>
              <w:t>532-2</w:t>
            </w:r>
            <w:r w:rsidRPr="00E615B0">
              <w:rPr>
                <w:rFonts w:ascii="微软简仿宋" w:eastAsia="微软简仿宋" w:hAnsi="宋体" w:cs="微软简仿宋" w:hint="eastAsia"/>
                <w:color w:val="000000"/>
                <w:kern w:val="0"/>
                <w:sz w:val="20"/>
                <w:szCs w:val="20"/>
              </w:rPr>
              <w:t>号南工院金蝶大学科技园</w:t>
            </w:r>
            <w:r w:rsidRPr="00E615B0">
              <w:rPr>
                <w:rFonts w:ascii="微软简仿宋" w:eastAsia="微软简仿宋" w:hAnsi="宋体" w:cs="微软简仿宋"/>
                <w:color w:val="000000"/>
                <w:kern w:val="0"/>
                <w:sz w:val="20"/>
                <w:szCs w:val="20"/>
              </w:rPr>
              <w:t>B1</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好的迈皋桥特许店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迈皋桥高家村</w:t>
            </w:r>
            <w:r w:rsidRPr="00E615B0">
              <w:rPr>
                <w:rFonts w:ascii="微软简仿宋" w:eastAsia="微软简仿宋" w:hAnsi="宋体" w:cs="微软简仿宋"/>
                <w:color w:val="000000"/>
                <w:kern w:val="0"/>
                <w:sz w:val="20"/>
                <w:szCs w:val="20"/>
              </w:rPr>
              <w:t>42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110</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529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好的迈皋桥医院特许店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和燕路</w:t>
            </w:r>
            <w:r w:rsidRPr="00E615B0">
              <w:rPr>
                <w:rFonts w:ascii="微软简仿宋" w:eastAsia="微软简仿宋" w:hAnsi="宋体" w:cs="微软简仿宋"/>
                <w:color w:val="000000"/>
                <w:kern w:val="0"/>
                <w:sz w:val="20"/>
                <w:szCs w:val="20"/>
              </w:rPr>
              <w:t>290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好的莫愁新寓特许店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胜棋里</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107</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好的上海路特许店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上海路</w:t>
            </w:r>
            <w:r w:rsidRPr="00E615B0">
              <w:rPr>
                <w:rFonts w:ascii="微软简仿宋" w:eastAsia="微软简仿宋" w:hAnsi="宋体" w:cs="微软简仿宋"/>
                <w:color w:val="000000"/>
                <w:kern w:val="0"/>
                <w:sz w:val="20"/>
                <w:szCs w:val="20"/>
              </w:rPr>
              <w:t>77-1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好的广州路特许店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广州路</w:t>
            </w:r>
            <w:r w:rsidRPr="00E615B0">
              <w:rPr>
                <w:rFonts w:ascii="微软简仿宋" w:eastAsia="微软简仿宋" w:hAnsi="宋体" w:cs="微软简仿宋"/>
                <w:color w:val="000000"/>
                <w:kern w:val="0"/>
                <w:sz w:val="20"/>
                <w:szCs w:val="20"/>
              </w:rPr>
              <w:t>258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好的长虹路特许店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长虹路</w:t>
            </w:r>
            <w:r w:rsidRPr="00E615B0">
              <w:rPr>
                <w:rFonts w:ascii="微软简仿宋" w:eastAsia="微软简仿宋" w:hAnsi="宋体" w:cs="微软简仿宋"/>
                <w:color w:val="000000"/>
                <w:kern w:val="0"/>
                <w:sz w:val="20"/>
                <w:szCs w:val="20"/>
              </w:rPr>
              <w:t>45-11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好的莫愁湖东路特许店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莫愁湖东路</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西康路特许好的三代便利店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西康路</w:t>
            </w:r>
            <w:r w:rsidRPr="00E615B0">
              <w:rPr>
                <w:rFonts w:ascii="微软简仿宋" w:eastAsia="微软简仿宋" w:hAnsi="宋体" w:cs="微软简仿宋"/>
                <w:color w:val="000000"/>
                <w:kern w:val="0"/>
                <w:sz w:val="20"/>
                <w:szCs w:val="20"/>
              </w:rPr>
              <w:t>35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中华路生活超市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南京市秦淮区中华路</w:t>
            </w:r>
            <w:r w:rsidRPr="00E615B0">
              <w:rPr>
                <w:rFonts w:ascii="微软简仿宋" w:eastAsia="微软简仿宋" w:hAnsi="宋体" w:cs="微软简仿宋"/>
                <w:color w:val="000000"/>
                <w:kern w:val="0"/>
                <w:sz w:val="20"/>
                <w:szCs w:val="20"/>
              </w:rPr>
              <w:t>511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仙境路好的三代便利店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南京市栖霞区仙境路</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溧水明觉正大街生活超市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南京市溧水区石湫镇明觉集镇正大街</w:t>
            </w:r>
            <w:r w:rsidRPr="00E615B0">
              <w:rPr>
                <w:rFonts w:ascii="微软简仿宋" w:eastAsia="微软简仿宋" w:hAnsi="宋体" w:cs="微软简仿宋"/>
                <w:color w:val="000000"/>
                <w:kern w:val="0"/>
                <w:sz w:val="20"/>
                <w:szCs w:val="20"/>
              </w:rPr>
              <w:t>55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539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好的香悦澜山特许店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南京市经济开发区西岗街道香悦澜山花园</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唐山路好的三代便利店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南京市鼓楼区唐山路</w:t>
            </w:r>
            <w:r w:rsidRPr="00E615B0">
              <w:rPr>
                <w:rFonts w:ascii="微软简仿宋" w:eastAsia="微软简仿宋" w:hAnsi="宋体" w:cs="微软简仿宋"/>
                <w:color w:val="000000"/>
                <w:kern w:val="0"/>
                <w:sz w:val="20"/>
                <w:szCs w:val="20"/>
              </w:rPr>
              <w:t>287</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苏宁睿城好的三代便利店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南京市鼓楼区集贤路</w:t>
            </w:r>
            <w:r w:rsidRPr="00E615B0">
              <w:rPr>
                <w:rFonts w:ascii="微软简仿宋" w:eastAsia="微软简仿宋" w:hAnsi="宋体" w:cs="微软简仿宋"/>
                <w:color w:val="000000"/>
                <w:kern w:val="0"/>
                <w:sz w:val="20"/>
                <w:szCs w:val="20"/>
              </w:rPr>
              <w:t>47</w:t>
            </w:r>
            <w:r w:rsidRPr="00E615B0">
              <w:rPr>
                <w:rFonts w:ascii="微软简仿宋" w:eastAsia="微软简仿宋" w:hAnsi="宋体" w:cs="微软简仿宋" w:hint="eastAsia"/>
                <w:color w:val="000000"/>
                <w:kern w:val="0"/>
                <w:sz w:val="20"/>
                <w:szCs w:val="20"/>
              </w:rPr>
              <w:t>号苏宁睿城</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好的中石化湖西街特许店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南京市建邺区湖西街和所街交界处</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好的中石化车管所特许店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南京市玄武区东方城</w:t>
            </w:r>
            <w:r w:rsidRPr="00E615B0">
              <w:rPr>
                <w:rFonts w:ascii="微软简仿宋" w:eastAsia="微软简仿宋" w:hAnsi="宋体" w:cs="微软简仿宋"/>
                <w:color w:val="000000"/>
                <w:kern w:val="0"/>
                <w:sz w:val="20"/>
                <w:szCs w:val="20"/>
              </w:rPr>
              <w:t>69</w:t>
            </w:r>
            <w:r w:rsidRPr="00E615B0">
              <w:rPr>
                <w:rFonts w:ascii="微软简仿宋" w:eastAsia="微软简仿宋" w:hAnsi="宋体" w:cs="微软简仿宋" w:hint="eastAsia"/>
                <w:color w:val="000000"/>
                <w:kern w:val="0"/>
                <w:sz w:val="20"/>
                <w:szCs w:val="20"/>
              </w:rPr>
              <w:t>号（南京市公安局车辆管理所）</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好的中石化清凉门大街特许店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南京市鼓楼区清凉门大街中石化加油站易捷便利店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好的中石化龙池北特许店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南京市六合雍六高速龙池服务区北中石化加油站内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好的中石化龙池南特许店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南京市六合雍六高速龙池服务区南中石化加油站内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和燕路生活超市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南京市鼓楼区和燕路</w:t>
            </w:r>
            <w:r w:rsidRPr="00E615B0">
              <w:rPr>
                <w:rFonts w:ascii="微软简仿宋" w:eastAsia="微软简仿宋" w:hAnsi="宋体" w:cs="微软简仿宋"/>
                <w:color w:val="000000"/>
                <w:kern w:val="0"/>
                <w:sz w:val="20"/>
                <w:szCs w:val="20"/>
              </w:rPr>
              <w:t>25-8</w:t>
            </w:r>
            <w:r w:rsidRPr="00E615B0">
              <w:rPr>
                <w:rFonts w:ascii="微软简仿宋" w:eastAsia="微软简仿宋" w:hAnsi="宋体" w:cs="微软简仿宋" w:hint="eastAsia"/>
                <w:color w:val="000000"/>
                <w:kern w:val="0"/>
                <w:sz w:val="20"/>
                <w:szCs w:val="20"/>
              </w:rPr>
              <w:t>号一层临街商铺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苏家桥好的三代便利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南京市秦淮区双龙大道东侧复地宴南都花园</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549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白鹭东街好的三代便利店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南京市建邺区白鹭东街</w:t>
            </w:r>
            <w:r w:rsidRPr="00E615B0">
              <w:rPr>
                <w:rFonts w:ascii="微软简仿宋" w:eastAsia="微软简仿宋" w:hAnsi="宋体" w:cs="微软简仿宋"/>
                <w:color w:val="000000"/>
                <w:kern w:val="0"/>
                <w:sz w:val="20"/>
                <w:szCs w:val="20"/>
              </w:rPr>
              <w:t>90-3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双龙巷好的三代便利店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南京市玄武区丹凤街</w:t>
            </w:r>
            <w:r w:rsidRPr="00E615B0">
              <w:rPr>
                <w:rFonts w:ascii="微软简仿宋" w:eastAsia="微软简仿宋" w:hAnsi="宋体" w:cs="微软简仿宋"/>
                <w:color w:val="000000"/>
                <w:kern w:val="0"/>
                <w:sz w:val="20"/>
                <w:szCs w:val="20"/>
              </w:rPr>
              <w:t>77</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大行宫好的三代便利店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南京市秦淮区中山东路</w:t>
            </w:r>
            <w:r w:rsidRPr="00E615B0">
              <w:rPr>
                <w:rFonts w:ascii="微软简仿宋" w:eastAsia="微软简仿宋" w:hAnsi="宋体" w:cs="微软简仿宋"/>
                <w:color w:val="000000"/>
                <w:kern w:val="0"/>
                <w:sz w:val="20"/>
                <w:szCs w:val="20"/>
              </w:rPr>
              <w:t>178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中山大厦好的三代便利店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南京市珠江路</w:t>
            </w:r>
            <w:r w:rsidRPr="00E615B0">
              <w:rPr>
                <w:rFonts w:ascii="微软简仿宋" w:eastAsia="微软简仿宋" w:hAnsi="宋体" w:cs="微软简仿宋"/>
                <w:color w:val="000000"/>
                <w:kern w:val="0"/>
                <w:sz w:val="20"/>
                <w:szCs w:val="20"/>
              </w:rPr>
              <w:t>2-4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翠屏国际城便利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南京市江宁区秣陵街道将军大道</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号翠屏国际城香樟苑</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绿地之窗好的三代便利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南京市雨花台区南京南站绿地之窗商务广场</w:t>
            </w:r>
            <w:r w:rsidRPr="00E615B0">
              <w:rPr>
                <w:rFonts w:ascii="微软简仿宋" w:eastAsia="微软简仿宋" w:hAnsi="宋体" w:cs="微软简仿宋"/>
                <w:color w:val="000000"/>
                <w:kern w:val="0"/>
                <w:sz w:val="20"/>
                <w:szCs w:val="20"/>
              </w:rPr>
              <w:t>C-1</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15</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瑞霞路便利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南京市栖霞区熙景福苑瑞霞路</w:t>
            </w:r>
            <w:r w:rsidRPr="00E615B0">
              <w:rPr>
                <w:rFonts w:ascii="微软简仿宋" w:eastAsia="微软简仿宋" w:hAnsi="宋体" w:cs="微软简仿宋"/>
                <w:color w:val="000000"/>
                <w:kern w:val="0"/>
                <w:sz w:val="20"/>
                <w:szCs w:val="20"/>
              </w:rPr>
              <w:t>6-3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竹山路好的三代特许店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南京市江宁区竹山路</w:t>
            </w:r>
            <w:r w:rsidRPr="00E615B0">
              <w:rPr>
                <w:rFonts w:ascii="微软简仿宋" w:eastAsia="微软简仿宋" w:hAnsi="宋体" w:cs="微软简仿宋"/>
                <w:color w:val="000000"/>
                <w:kern w:val="0"/>
                <w:sz w:val="20"/>
                <w:szCs w:val="20"/>
              </w:rPr>
              <w:t>65</w:t>
            </w:r>
            <w:r w:rsidRPr="00E615B0">
              <w:rPr>
                <w:rFonts w:ascii="微软简仿宋" w:eastAsia="微软简仿宋" w:hAnsi="宋体" w:cs="微软简仿宋" w:hint="eastAsia"/>
                <w:color w:val="000000"/>
                <w:kern w:val="0"/>
                <w:sz w:val="20"/>
                <w:szCs w:val="20"/>
              </w:rPr>
              <w:t>号志宁花园底层</w:t>
            </w:r>
            <w:r w:rsidRPr="00E615B0">
              <w:rPr>
                <w:rFonts w:ascii="微软简仿宋" w:eastAsia="微软简仿宋" w:hAnsi="宋体" w:cs="微软简仿宋"/>
                <w:color w:val="000000"/>
                <w:kern w:val="0"/>
                <w:sz w:val="20"/>
                <w:szCs w:val="20"/>
              </w:rPr>
              <w:t>B</w:t>
            </w:r>
            <w:r w:rsidRPr="00E615B0">
              <w:rPr>
                <w:rFonts w:ascii="微软简仿宋" w:eastAsia="微软简仿宋" w:hAnsi="宋体" w:cs="微软简仿宋" w:hint="eastAsia"/>
                <w:color w:val="000000"/>
                <w:kern w:val="0"/>
                <w:sz w:val="20"/>
                <w:szCs w:val="20"/>
              </w:rPr>
              <w:t>区南侧第一间门面房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洋珠巷好的三代特许店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南京市秦淮区洋珠巷</w:t>
            </w:r>
            <w:r w:rsidRPr="00E615B0">
              <w:rPr>
                <w:rFonts w:ascii="微软简仿宋" w:eastAsia="微软简仿宋" w:hAnsi="宋体" w:cs="微软简仿宋"/>
                <w:color w:val="000000"/>
                <w:kern w:val="0"/>
                <w:sz w:val="20"/>
                <w:szCs w:val="20"/>
              </w:rPr>
              <w:t>54-1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中南世纪雅苑特许店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马群街道花港路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号中南世纪雅苑</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11-125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559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汉中门大街好的三代便利店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南京市汉中门大街</w:t>
            </w:r>
            <w:r w:rsidRPr="00E615B0">
              <w:rPr>
                <w:rFonts w:ascii="微软简仿宋" w:eastAsia="微软简仿宋" w:hAnsi="宋体" w:cs="微软简仿宋"/>
                <w:color w:val="000000"/>
                <w:kern w:val="0"/>
                <w:sz w:val="20"/>
                <w:szCs w:val="20"/>
              </w:rPr>
              <w:t>87</w:t>
            </w:r>
            <w:r w:rsidRPr="00E615B0">
              <w:rPr>
                <w:rFonts w:ascii="微软简仿宋" w:eastAsia="微软简仿宋" w:hAnsi="宋体" w:cs="微软简仿宋" w:hint="eastAsia"/>
                <w:color w:val="000000"/>
                <w:kern w:val="0"/>
                <w:sz w:val="20"/>
                <w:szCs w:val="20"/>
              </w:rPr>
              <w:t>号一楼门面房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建康新村好的三代便利店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南京市秦淮区长白街</w:t>
            </w:r>
            <w:r w:rsidRPr="00E615B0">
              <w:rPr>
                <w:rFonts w:ascii="微软简仿宋" w:eastAsia="微软简仿宋" w:hAnsi="宋体" w:cs="微软简仿宋"/>
                <w:color w:val="000000"/>
                <w:kern w:val="0"/>
                <w:sz w:val="20"/>
                <w:szCs w:val="20"/>
              </w:rPr>
              <w:t>96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巴山路好的三代便利店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南京市建邺区富春江西街</w:t>
            </w:r>
            <w:r w:rsidRPr="00E615B0">
              <w:rPr>
                <w:rFonts w:ascii="微软简仿宋" w:eastAsia="微软简仿宋" w:hAnsi="宋体" w:cs="微软简仿宋"/>
                <w:color w:val="000000"/>
                <w:kern w:val="0"/>
                <w:sz w:val="20"/>
                <w:szCs w:val="20"/>
              </w:rPr>
              <w:t>14-3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解放南路好的三代便利店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南京市解放南路</w:t>
            </w:r>
            <w:r w:rsidRPr="00E615B0">
              <w:rPr>
                <w:rFonts w:ascii="微软简仿宋" w:eastAsia="微软简仿宋" w:hAnsi="宋体" w:cs="微软简仿宋"/>
                <w:color w:val="000000"/>
                <w:kern w:val="0"/>
                <w:sz w:val="20"/>
                <w:szCs w:val="20"/>
              </w:rPr>
              <w:t>109</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铂金时代三代好的便利店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南京市建业区江东中路</w:t>
            </w:r>
            <w:r w:rsidRPr="00E615B0">
              <w:rPr>
                <w:rFonts w:ascii="微软简仿宋" w:eastAsia="微软简仿宋" w:hAnsi="宋体" w:cs="微软简仿宋"/>
                <w:color w:val="000000"/>
                <w:kern w:val="0"/>
                <w:sz w:val="20"/>
                <w:szCs w:val="20"/>
              </w:rPr>
              <w:t>229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鑫园东好的三代便利店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南京市秦淮区鑫园</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景祥大厦生活超市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南京市江宁区宏运大道</w:t>
            </w:r>
            <w:r w:rsidRPr="00E615B0">
              <w:rPr>
                <w:rFonts w:ascii="微软简仿宋" w:eastAsia="微软简仿宋" w:hAnsi="宋体" w:cs="微软简仿宋"/>
                <w:color w:val="000000"/>
                <w:kern w:val="0"/>
                <w:sz w:val="20"/>
                <w:szCs w:val="20"/>
              </w:rPr>
              <w:t>4573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江东中路好的三代便利店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南京市建邺区江东中路</w:t>
            </w:r>
            <w:r w:rsidRPr="00E615B0">
              <w:rPr>
                <w:rFonts w:ascii="微软简仿宋" w:eastAsia="微软简仿宋" w:hAnsi="宋体" w:cs="微软简仿宋"/>
                <w:color w:val="000000"/>
                <w:kern w:val="0"/>
                <w:sz w:val="20"/>
                <w:szCs w:val="20"/>
              </w:rPr>
              <w:t>233-1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浮桥西好的三代便利店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南京市玄武区珠江路</w:t>
            </w:r>
            <w:r w:rsidRPr="00E615B0">
              <w:rPr>
                <w:rFonts w:ascii="微软简仿宋" w:eastAsia="微软简仿宋" w:hAnsi="宋体" w:cs="微软简仿宋"/>
                <w:color w:val="000000"/>
                <w:kern w:val="0"/>
                <w:sz w:val="20"/>
                <w:szCs w:val="20"/>
              </w:rPr>
              <w:t>346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长乐路社区店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南京市秦淮区长乐路</w:t>
            </w:r>
            <w:r w:rsidRPr="00E615B0">
              <w:rPr>
                <w:rFonts w:ascii="微软简仿宋" w:eastAsia="微软简仿宋" w:hAnsi="宋体" w:cs="微软简仿宋"/>
                <w:color w:val="000000"/>
                <w:kern w:val="0"/>
                <w:sz w:val="20"/>
                <w:szCs w:val="20"/>
              </w:rPr>
              <w:t>141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569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后宰门社区店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南京市玄武区后宰门西村</w:t>
            </w:r>
            <w:r w:rsidRPr="00E615B0">
              <w:rPr>
                <w:rFonts w:ascii="微软简仿宋" w:eastAsia="微软简仿宋" w:hAnsi="宋体" w:cs="微软简仿宋"/>
                <w:color w:val="000000"/>
                <w:kern w:val="0"/>
                <w:sz w:val="20"/>
                <w:szCs w:val="20"/>
              </w:rPr>
              <w:t>25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集庆西路社区店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南京市建邺区集庆门大街</w:t>
            </w:r>
            <w:r w:rsidRPr="00E615B0">
              <w:rPr>
                <w:rFonts w:ascii="微软简仿宋" w:eastAsia="微软简仿宋" w:hAnsi="宋体" w:cs="微软简仿宋"/>
                <w:color w:val="000000"/>
                <w:kern w:val="0"/>
                <w:sz w:val="20"/>
                <w:szCs w:val="20"/>
              </w:rPr>
              <w:t>44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御道街社区店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南京市秦淮区御道街</w:t>
            </w:r>
            <w:r w:rsidRPr="00E615B0">
              <w:rPr>
                <w:rFonts w:ascii="微软简仿宋" w:eastAsia="微软简仿宋" w:hAnsi="宋体" w:cs="微软简仿宋"/>
                <w:color w:val="000000"/>
                <w:kern w:val="0"/>
                <w:sz w:val="20"/>
                <w:szCs w:val="20"/>
              </w:rPr>
              <w:t>69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秦虹南路社区店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南京市秦淮区育仁南路曙光里小区</w:t>
            </w:r>
            <w:r w:rsidRPr="00E615B0">
              <w:rPr>
                <w:rFonts w:ascii="微软简仿宋" w:eastAsia="微软简仿宋" w:hAnsi="宋体" w:cs="微软简仿宋"/>
                <w:color w:val="000000"/>
                <w:kern w:val="0"/>
                <w:sz w:val="20"/>
                <w:szCs w:val="20"/>
              </w:rPr>
              <w:t>D3D4F</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49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-5</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锦绣花园社区店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南京市江宁区汤山街道麒麟门社区其东路</w:t>
            </w:r>
            <w:r w:rsidRPr="00E615B0">
              <w:rPr>
                <w:rFonts w:ascii="微软简仿宋" w:eastAsia="微软简仿宋" w:hAnsi="宋体" w:cs="微软简仿宋"/>
                <w:color w:val="000000"/>
                <w:kern w:val="0"/>
                <w:sz w:val="20"/>
                <w:szCs w:val="20"/>
              </w:rPr>
              <w:t>138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景佳村社区店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南京市雨花台区花神大道</w:t>
            </w:r>
            <w:r w:rsidRPr="00E615B0">
              <w:rPr>
                <w:rFonts w:ascii="微软简仿宋" w:eastAsia="微软简仿宋" w:hAnsi="宋体" w:cs="微软简仿宋"/>
                <w:color w:val="000000"/>
                <w:kern w:val="0"/>
                <w:sz w:val="20"/>
                <w:szCs w:val="20"/>
              </w:rPr>
              <w:t>61</w:t>
            </w:r>
            <w:r w:rsidRPr="00E615B0">
              <w:rPr>
                <w:rFonts w:ascii="微软简仿宋" w:eastAsia="微软简仿宋" w:hAnsi="宋体" w:cs="微软简仿宋" w:hint="eastAsia"/>
                <w:color w:val="000000"/>
                <w:kern w:val="0"/>
                <w:sz w:val="20"/>
                <w:szCs w:val="20"/>
              </w:rPr>
              <w:t>号景明佳园织景苑一幢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漓江路社区店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南京市鼓楼区银城街</w:t>
            </w:r>
            <w:r w:rsidRPr="00E615B0">
              <w:rPr>
                <w:rFonts w:ascii="微软简仿宋" w:eastAsia="微软简仿宋" w:hAnsi="宋体" w:cs="微软简仿宋"/>
                <w:color w:val="000000"/>
                <w:kern w:val="0"/>
                <w:sz w:val="20"/>
                <w:szCs w:val="20"/>
              </w:rPr>
              <w:t>57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金龙花园社区店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南京市秦淮区光华街道友谊河路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升州路社区店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南京市秦淮区升州路</w:t>
            </w:r>
            <w:r w:rsidRPr="00E615B0">
              <w:rPr>
                <w:rFonts w:ascii="微软简仿宋" w:eastAsia="微软简仿宋" w:hAnsi="宋体" w:cs="微软简仿宋"/>
                <w:color w:val="000000"/>
                <w:kern w:val="0"/>
                <w:sz w:val="20"/>
                <w:szCs w:val="20"/>
              </w:rPr>
              <w:t>167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南京丁家庄</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hint="eastAsia"/>
                <w:color w:val="000000"/>
                <w:kern w:val="0"/>
                <w:sz w:val="20"/>
                <w:szCs w:val="20"/>
              </w:rPr>
              <w:t>瑞福城</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hint="eastAsia"/>
                <w:color w:val="000000"/>
                <w:kern w:val="0"/>
                <w:sz w:val="20"/>
                <w:szCs w:val="20"/>
              </w:rPr>
              <w:t>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南京市栖霞区迈皋桥街道华银路</w:t>
            </w:r>
            <w:r w:rsidRPr="00E615B0">
              <w:rPr>
                <w:rFonts w:ascii="微软简仿宋" w:eastAsia="微软简仿宋" w:hAnsi="宋体" w:cs="微软简仿宋"/>
                <w:color w:val="000000"/>
                <w:kern w:val="0"/>
                <w:sz w:val="20"/>
                <w:szCs w:val="20"/>
              </w:rPr>
              <w:t>17-1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579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五福家园社区店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南京市栖霞区栖霞街道五福家园西上根</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摄山星城社区店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南京市栖霞区摄山路</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宝燕路社区店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南京市宝燕南路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网板路社区店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南京市栖霞区网板路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东方城社区店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南京市玄武区东方城拂晓园</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小行时光浩韵社区店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南京市雨花区赛虹桥街道小行路</w:t>
            </w:r>
            <w:r w:rsidRPr="00E615B0">
              <w:rPr>
                <w:rFonts w:ascii="微软简仿宋" w:eastAsia="微软简仿宋" w:hAnsi="宋体" w:cs="微软简仿宋"/>
                <w:color w:val="000000"/>
                <w:kern w:val="0"/>
                <w:sz w:val="20"/>
                <w:szCs w:val="20"/>
              </w:rPr>
              <w:t>29-1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紫晶购物广场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南京市六合区紫霞街</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大厂钻石星城购物广场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南京市大厂区新华路</w:t>
            </w:r>
            <w:r w:rsidRPr="00E615B0">
              <w:rPr>
                <w:rFonts w:ascii="微软简仿宋" w:eastAsia="微软简仿宋" w:hAnsi="宋体" w:cs="微软简仿宋"/>
                <w:color w:val="000000"/>
                <w:kern w:val="0"/>
                <w:sz w:val="20"/>
                <w:szCs w:val="20"/>
              </w:rPr>
              <w:t>468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金浦广场购物广场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南京浦口文德路</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号金浦广场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华侨购物广场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南京市浦口区大桥北路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号华侨广场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589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浦珠北路购物广场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南京市浦口区浦珠北路</w:t>
            </w:r>
            <w:r w:rsidRPr="00E615B0">
              <w:rPr>
                <w:rFonts w:ascii="微软简仿宋" w:eastAsia="微软简仿宋" w:hAnsi="宋体" w:cs="微软简仿宋"/>
                <w:color w:val="000000"/>
                <w:kern w:val="0"/>
                <w:sz w:val="20"/>
                <w:szCs w:val="20"/>
              </w:rPr>
              <w:t>126</w:t>
            </w:r>
            <w:r w:rsidRPr="00E615B0">
              <w:rPr>
                <w:rFonts w:ascii="微软简仿宋" w:eastAsia="微软简仿宋" w:hAnsi="宋体" w:cs="微软简仿宋" w:hint="eastAsia"/>
                <w:color w:val="000000"/>
                <w:kern w:val="0"/>
                <w:sz w:val="20"/>
                <w:szCs w:val="20"/>
              </w:rPr>
              <w:t>号丽都嘉园负一层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盘金华府社区店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南京市浦口区新华西路</w:t>
            </w:r>
            <w:r w:rsidRPr="00E615B0">
              <w:rPr>
                <w:rFonts w:ascii="微软简仿宋" w:eastAsia="微软简仿宋" w:hAnsi="宋体" w:cs="微软简仿宋"/>
                <w:color w:val="000000"/>
                <w:kern w:val="0"/>
                <w:sz w:val="20"/>
                <w:szCs w:val="20"/>
              </w:rPr>
              <w:t>458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葛关路大厂美利购物广场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南京市六合区葛塘街道葛关路</w:t>
            </w:r>
            <w:r w:rsidRPr="00E615B0">
              <w:rPr>
                <w:rFonts w:ascii="微软简仿宋" w:eastAsia="微软简仿宋" w:hAnsi="宋体" w:cs="微软简仿宋"/>
                <w:color w:val="000000"/>
                <w:kern w:val="0"/>
                <w:sz w:val="20"/>
                <w:szCs w:val="20"/>
              </w:rPr>
              <w:t>818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清凉门购物中心</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南京市鼓楼区清凉门大街</w:t>
            </w:r>
            <w:r w:rsidRPr="00E615B0">
              <w:rPr>
                <w:rFonts w:ascii="微软简仿宋" w:eastAsia="微软简仿宋" w:hAnsi="宋体" w:cs="微软简仿宋"/>
                <w:color w:val="000000"/>
                <w:kern w:val="0"/>
                <w:sz w:val="20"/>
                <w:szCs w:val="20"/>
              </w:rPr>
              <w:t>150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中山北路购物广场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南京市鼓楼区中山北路</w:t>
            </w:r>
            <w:r w:rsidRPr="00E615B0">
              <w:rPr>
                <w:rFonts w:ascii="微软简仿宋" w:eastAsia="微软简仿宋" w:hAnsi="宋体" w:cs="微软简仿宋"/>
                <w:color w:val="000000"/>
                <w:kern w:val="0"/>
                <w:sz w:val="20"/>
                <w:szCs w:val="20"/>
              </w:rPr>
              <w:t>281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阅江广场购物广场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南京市鼓楼区热河路</w:t>
            </w:r>
            <w:r w:rsidRPr="00E615B0">
              <w:rPr>
                <w:rFonts w:ascii="微软简仿宋" w:eastAsia="微软简仿宋" w:hAnsi="宋体" w:cs="微软简仿宋"/>
                <w:color w:val="000000"/>
                <w:kern w:val="0"/>
                <w:sz w:val="20"/>
                <w:szCs w:val="20"/>
              </w:rPr>
              <w:t>50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东宝路购物广场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南京市鼓楼区东宝路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汉中西路社区店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南京市鼓楼区汉中门大街</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号劲顺花园</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幢底层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五塘村社区店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南京中央北路</w:t>
            </w:r>
            <w:r w:rsidRPr="00E615B0">
              <w:rPr>
                <w:rFonts w:ascii="微软简仿宋" w:eastAsia="微软简仿宋" w:hAnsi="宋体" w:cs="微软简仿宋"/>
                <w:color w:val="000000"/>
                <w:kern w:val="0"/>
                <w:sz w:val="20"/>
                <w:szCs w:val="20"/>
              </w:rPr>
              <w:t>126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幕府西路社区店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南京市鼓楼区幕府西路金域中央街区</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hint="eastAsia"/>
                <w:color w:val="000000"/>
                <w:kern w:val="0"/>
                <w:sz w:val="20"/>
                <w:szCs w:val="20"/>
              </w:rPr>
              <w:t>二区</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hint="eastAsia"/>
                <w:color w:val="000000"/>
                <w:kern w:val="0"/>
                <w:sz w:val="20"/>
                <w:szCs w:val="20"/>
              </w:rPr>
              <w:t>农贸市场房屋</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599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旭日景城社区店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南京市鼓楼区幕府东路</w:t>
            </w:r>
            <w:r w:rsidRPr="00E615B0">
              <w:rPr>
                <w:rFonts w:ascii="微软简仿宋" w:eastAsia="微软简仿宋" w:hAnsi="宋体" w:cs="微软简仿宋"/>
                <w:color w:val="000000"/>
                <w:kern w:val="0"/>
                <w:sz w:val="20"/>
                <w:szCs w:val="20"/>
              </w:rPr>
              <w:t>55</w:t>
            </w:r>
            <w:r w:rsidRPr="00E615B0">
              <w:rPr>
                <w:rFonts w:ascii="微软简仿宋" w:eastAsia="微软简仿宋" w:hAnsi="宋体" w:cs="微软简仿宋" w:hint="eastAsia"/>
                <w:color w:val="000000"/>
                <w:kern w:val="0"/>
                <w:sz w:val="20"/>
                <w:szCs w:val="20"/>
              </w:rPr>
              <w:t>号旭日景城</w:t>
            </w:r>
            <w:r w:rsidRPr="00E615B0">
              <w:rPr>
                <w:rFonts w:ascii="微软简仿宋" w:eastAsia="微软简仿宋" w:hAnsi="宋体" w:cs="微软简仿宋"/>
                <w:color w:val="000000"/>
                <w:kern w:val="0"/>
                <w:sz w:val="20"/>
                <w:szCs w:val="20"/>
              </w:rPr>
              <w:t>29</w:t>
            </w:r>
            <w:r w:rsidRPr="00E615B0">
              <w:rPr>
                <w:rFonts w:ascii="微软简仿宋" w:eastAsia="微软简仿宋" w:hAnsi="宋体" w:cs="微软简仿宋" w:hint="eastAsia"/>
                <w:color w:val="000000"/>
                <w:kern w:val="0"/>
                <w:sz w:val="20"/>
                <w:szCs w:val="20"/>
              </w:rPr>
              <w:t>幢房屋一层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晓庄国际购物广场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南京市栖霞区和燕路</w:t>
            </w:r>
            <w:r w:rsidRPr="00E615B0">
              <w:rPr>
                <w:rFonts w:ascii="微软简仿宋" w:eastAsia="微软简仿宋" w:hAnsi="宋体" w:cs="微软简仿宋"/>
                <w:color w:val="000000"/>
                <w:kern w:val="0"/>
                <w:sz w:val="20"/>
                <w:szCs w:val="20"/>
              </w:rPr>
              <w:t>408</w:t>
            </w:r>
            <w:r w:rsidRPr="00E615B0">
              <w:rPr>
                <w:rFonts w:ascii="微软简仿宋" w:eastAsia="微软简仿宋" w:hAnsi="宋体" w:cs="微软简仿宋" w:hint="eastAsia"/>
                <w:color w:val="000000"/>
                <w:kern w:val="0"/>
                <w:sz w:val="20"/>
                <w:szCs w:val="20"/>
              </w:rPr>
              <w:t>号晓庄国际广场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迈皋桥社区店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南京市栖霞区和燕路</w:t>
            </w:r>
            <w:r w:rsidRPr="00E615B0">
              <w:rPr>
                <w:rFonts w:ascii="微软简仿宋" w:eastAsia="微软简仿宋" w:hAnsi="宋体" w:cs="微软简仿宋"/>
                <w:color w:val="000000"/>
                <w:kern w:val="0"/>
                <w:sz w:val="20"/>
                <w:szCs w:val="20"/>
              </w:rPr>
              <w:t>281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月苑社区店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南京市栖霞区月苑南路</w:t>
            </w:r>
            <w:r w:rsidRPr="00E615B0">
              <w:rPr>
                <w:rFonts w:ascii="微软简仿宋" w:eastAsia="微软简仿宋" w:hAnsi="宋体" w:cs="微软简仿宋"/>
                <w:color w:val="000000"/>
                <w:kern w:val="0"/>
                <w:sz w:val="20"/>
                <w:szCs w:val="20"/>
              </w:rPr>
              <w:t>138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花园路购物广场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南京市玄武区花园路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迈化路购物广场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南京市栖霞区迈皋桥街道经五路与迈化路交汇处弘阳家居城负一楼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万寿村购物广场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南京市栖霞区迈化路与寅春路交汇口</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新庄购物广场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南京市玄武区龙蟠路</w:t>
            </w:r>
            <w:r w:rsidRPr="00E615B0">
              <w:rPr>
                <w:rFonts w:ascii="微软简仿宋" w:eastAsia="微软简仿宋" w:hAnsi="宋体" w:cs="微软简仿宋"/>
                <w:color w:val="000000"/>
                <w:kern w:val="0"/>
                <w:sz w:val="20"/>
                <w:szCs w:val="20"/>
              </w:rPr>
              <w:t>155-13</w:t>
            </w:r>
            <w:r w:rsidRPr="00E615B0">
              <w:rPr>
                <w:rFonts w:ascii="微软简仿宋" w:eastAsia="微软简仿宋" w:hAnsi="宋体" w:cs="微软简仿宋" w:hint="eastAsia"/>
                <w:color w:val="000000"/>
                <w:kern w:val="0"/>
                <w:sz w:val="20"/>
                <w:szCs w:val="20"/>
              </w:rPr>
              <w:t>资金联合立方负一层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汽车东站购物广场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南京市玄武区花园路</w:t>
            </w:r>
            <w:r w:rsidRPr="00E615B0">
              <w:rPr>
                <w:rFonts w:ascii="微软简仿宋" w:eastAsia="微软简仿宋" w:hAnsi="宋体" w:cs="微软简仿宋"/>
                <w:color w:val="000000"/>
                <w:kern w:val="0"/>
                <w:sz w:val="20"/>
                <w:szCs w:val="20"/>
              </w:rPr>
              <w:t>22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亚东新城购物广场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南京市栖霞区文范路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609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马群新街招商局花园城购物广场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南京市马群新街</w:t>
            </w:r>
            <w:r w:rsidRPr="00E615B0">
              <w:rPr>
                <w:rFonts w:ascii="微软简仿宋" w:eastAsia="微软简仿宋" w:hAnsi="宋体" w:cs="微软简仿宋"/>
                <w:color w:val="000000"/>
                <w:kern w:val="0"/>
                <w:sz w:val="20"/>
                <w:szCs w:val="20"/>
              </w:rPr>
              <w:t>699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铁匠营社区店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南京市栖霞区中山门大街</w:t>
            </w:r>
            <w:r w:rsidRPr="00E615B0">
              <w:rPr>
                <w:rFonts w:ascii="微软简仿宋" w:eastAsia="微软简仿宋" w:hAnsi="宋体" w:cs="微软简仿宋"/>
                <w:color w:val="000000"/>
                <w:kern w:val="0"/>
                <w:sz w:val="20"/>
                <w:szCs w:val="20"/>
              </w:rPr>
              <w:t>97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尧林仙居社区店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南京市栖霞区尧佳路</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银城东苑社区店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南京市玄武区银城东苑</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层</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尧佳路社区店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南京市栖霞区尧佳路</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百水桥社区店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南京市栖霞区马群百水桥服务管理用房</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仙林小区社区店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南京市栖霞区文苑路</w:t>
            </w:r>
            <w:r w:rsidRPr="00E615B0">
              <w:rPr>
                <w:rFonts w:ascii="微软简仿宋" w:eastAsia="微软简仿宋" w:hAnsi="宋体" w:cs="微软简仿宋"/>
                <w:color w:val="000000"/>
                <w:kern w:val="0"/>
                <w:sz w:val="20"/>
                <w:szCs w:val="20"/>
              </w:rPr>
              <w:t>2-2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光华路购物广场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南京市秦淮区石门坎</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马标购物广场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南京市玄武区珠江路</w:t>
            </w:r>
            <w:r w:rsidRPr="00E615B0">
              <w:rPr>
                <w:rFonts w:ascii="微软简仿宋" w:eastAsia="微软简仿宋" w:hAnsi="宋体" w:cs="微软简仿宋"/>
                <w:color w:val="000000"/>
                <w:kern w:val="0"/>
                <w:sz w:val="20"/>
                <w:szCs w:val="20"/>
              </w:rPr>
              <w:t>699</w:t>
            </w:r>
            <w:r w:rsidRPr="00E615B0">
              <w:rPr>
                <w:rFonts w:ascii="微软简仿宋" w:eastAsia="微软简仿宋" w:hAnsi="宋体" w:cs="微软简仿宋" w:hint="eastAsia"/>
                <w:color w:val="000000"/>
                <w:kern w:val="0"/>
                <w:sz w:val="20"/>
                <w:szCs w:val="20"/>
              </w:rPr>
              <w:t>号华润苏果超市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张府园社区店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南京市秦淮区建邺路张府园</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619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文昌巷社区店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南京市秦淮区文昌巷</w:t>
            </w:r>
            <w:r w:rsidRPr="00E615B0">
              <w:rPr>
                <w:rFonts w:ascii="微软简仿宋" w:eastAsia="微软简仿宋" w:hAnsi="宋体" w:cs="微软简仿宋"/>
                <w:color w:val="000000"/>
                <w:kern w:val="0"/>
                <w:sz w:val="20"/>
                <w:szCs w:val="20"/>
              </w:rPr>
              <w:t>35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长虹路社区店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雨花台区赛虹桥街道雨花西路</w:t>
            </w:r>
            <w:r w:rsidRPr="00E615B0">
              <w:rPr>
                <w:rFonts w:ascii="微软简仿宋" w:eastAsia="微软简仿宋" w:hAnsi="宋体" w:cs="微软简仿宋"/>
                <w:color w:val="000000"/>
                <w:kern w:val="0"/>
                <w:sz w:val="20"/>
                <w:szCs w:val="20"/>
              </w:rPr>
              <w:t>128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成贤公寓社区店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南京市玄武区成贤街</w:t>
            </w:r>
            <w:r w:rsidRPr="00E615B0">
              <w:rPr>
                <w:rFonts w:ascii="微软简仿宋" w:eastAsia="微软简仿宋" w:hAnsi="宋体" w:cs="微软简仿宋"/>
                <w:color w:val="000000"/>
                <w:kern w:val="0"/>
                <w:sz w:val="20"/>
                <w:szCs w:val="20"/>
              </w:rPr>
              <w:t>39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瞻园路社区店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南京市秦淮区瞻园路</w:t>
            </w:r>
            <w:r w:rsidRPr="00E615B0">
              <w:rPr>
                <w:rFonts w:ascii="微软简仿宋" w:eastAsia="微软简仿宋" w:hAnsi="宋体" w:cs="微软简仿宋"/>
                <w:color w:val="000000"/>
                <w:kern w:val="0"/>
                <w:sz w:val="20"/>
                <w:szCs w:val="20"/>
              </w:rPr>
              <w:t>17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大光路金陵尚府社区店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南京市秦淮区大光路金陵尚府负</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奥体庐山路购物中心</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南京市建邺区新安江街</w:t>
            </w:r>
            <w:r w:rsidRPr="00E615B0">
              <w:rPr>
                <w:rFonts w:ascii="微软简仿宋" w:eastAsia="微软简仿宋" w:hAnsi="宋体" w:cs="微软简仿宋"/>
                <w:color w:val="000000"/>
                <w:kern w:val="0"/>
                <w:sz w:val="20"/>
                <w:szCs w:val="20"/>
              </w:rPr>
              <w:t>86</w:t>
            </w:r>
            <w:r w:rsidRPr="00E615B0">
              <w:rPr>
                <w:rFonts w:ascii="微软简仿宋" w:eastAsia="微软简仿宋" w:hAnsi="宋体" w:cs="微软简仿宋" w:hint="eastAsia"/>
                <w:color w:val="000000"/>
                <w:kern w:val="0"/>
                <w:sz w:val="20"/>
                <w:szCs w:val="20"/>
              </w:rPr>
              <w:t>号苏瑞</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hint="eastAsia"/>
                <w:color w:val="000000"/>
                <w:kern w:val="0"/>
                <w:sz w:val="20"/>
                <w:szCs w:val="20"/>
              </w:rPr>
              <w:t>沁园村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应天生活购物广场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南京市建邺区南湖路</w:t>
            </w:r>
            <w:r w:rsidRPr="00E615B0">
              <w:rPr>
                <w:rFonts w:ascii="微软简仿宋" w:eastAsia="微软简仿宋" w:hAnsi="宋体" w:cs="微软简仿宋"/>
                <w:color w:val="000000"/>
                <w:kern w:val="0"/>
                <w:sz w:val="20"/>
                <w:szCs w:val="20"/>
              </w:rPr>
              <w:t>58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新湖大道花生唐购物广场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南京市雨花台区板桥新城新湖大道</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汪家村购物广场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南京市建邺区地铁</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号线终点油坊桥站内二楼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梅山购物广场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南京市雨花台区梅山街道</w:t>
            </w:r>
            <w:r w:rsidRPr="00E615B0">
              <w:rPr>
                <w:rFonts w:ascii="微软简仿宋" w:eastAsia="微软简仿宋" w:hAnsi="宋体" w:cs="微软简仿宋"/>
                <w:color w:val="000000"/>
                <w:kern w:val="0"/>
                <w:sz w:val="20"/>
                <w:szCs w:val="20"/>
              </w:rPr>
              <w:t>205</w:t>
            </w:r>
            <w:r w:rsidRPr="00E615B0">
              <w:rPr>
                <w:rFonts w:ascii="微软简仿宋" w:eastAsia="微软简仿宋" w:hAnsi="宋体" w:cs="微软简仿宋" w:hint="eastAsia"/>
                <w:color w:val="000000"/>
                <w:kern w:val="0"/>
                <w:sz w:val="20"/>
                <w:szCs w:val="20"/>
              </w:rPr>
              <w:t>国道梅山段</w:t>
            </w:r>
            <w:r w:rsidRPr="00E615B0">
              <w:rPr>
                <w:rFonts w:ascii="微软简仿宋" w:eastAsia="微软简仿宋" w:hAnsi="宋体" w:cs="微软简仿宋"/>
                <w:color w:val="000000"/>
                <w:kern w:val="0"/>
                <w:sz w:val="20"/>
                <w:szCs w:val="20"/>
              </w:rPr>
              <w:t>203</w:t>
            </w:r>
            <w:r w:rsidRPr="00E615B0">
              <w:rPr>
                <w:rFonts w:ascii="微软简仿宋" w:eastAsia="微软简仿宋" w:hAnsi="宋体" w:cs="微软简仿宋" w:hint="eastAsia"/>
                <w:color w:val="000000"/>
                <w:kern w:val="0"/>
                <w:sz w:val="20"/>
                <w:szCs w:val="20"/>
              </w:rPr>
              <w:t>道口梅山商业广场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629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江东南路购物广场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南京建邺区江东南路</w:t>
            </w:r>
            <w:r w:rsidRPr="00E615B0">
              <w:rPr>
                <w:rFonts w:ascii="微软简仿宋" w:eastAsia="微软简仿宋" w:hAnsi="宋体" w:cs="微软简仿宋"/>
                <w:color w:val="000000"/>
                <w:kern w:val="0"/>
                <w:sz w:val="20"/>
                <w:szCs w:val="20"/>
              </w:rPr>
              <w:t>63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丹枫园社区店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南京市建邺区兴隆大街</w:t>
            </w:r>
            <w:r w:rsidRPr="00E615B0">
              <w:rPr>
                <w:rFonts w:ascii="微软简仿宋" w:eastAsia="微软简仿宋" w:hAnsi="宋体" w:cs="微软简仿宋"/>
                <w:color w:val="000000"/>
                <w:kern w:val="0"/>
                <w:sz w:val="20"/>
                <w:szCs w:val="20"/>
              </w:rPr>
              <w:t>177</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08</w:t>
            </w:r>
            <w:r w:rsidRPr="00E615B0">
              <w:rPr>
                <w:rFonts w:ascii="微软简仿宋" w:eastAsia="微软简仿宋" w:hAnsi="宋体" w:cs="微软简仿宋" w:hint="eastAsia"/>
                <w:color w:val="000000"/>
                <w:kern w:val="0"/>
                <w:sz w:val="20"/>
                <w:szCs w:val="20"/>
              </w:rPr>
              <w:t>栋商业用房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板桥新村社区店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南京市雨花区板桥街道向阳雅居一栋一层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托乐嘉购物广场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南京市江宁区将军大道</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春江新城购物广场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南京市雨花台区铁心桥春江新城秦河坊</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友谊河路银龙花园购物广场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南京市白下区友谊河路银龙花园四期综合楼负一至二层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康盛花园社区店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南京市雨花台区紫荆花路</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福润雅居购物广场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南京市雨花区西善桥街道龙西路以北福润雅居小区东升地块商业用房第</w:t>
            </w:r>
            <w:r w:rsidRPr="00E615B0">
              <w:rPr>
                <w:rFonts w:ascii="微软简仿宋" w:eastAsia="微软简仿宋" w:hAnsi="宋体" w:cs="微软简仿宋"/>
                <w:color w:val="000000"/>
                <w:kern w:val="0"/>
                <w:sz w:val="20"/>
                <w:szCs w:val="20"/>
              </w:rPr>
              <w:t>1-3</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韩府山庄社区店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雨花台区铁心桥大定坊综合大楼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郁金香路社区店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南京市雨花台区郁金香路</w:t>
            </w:r>
            <w:r w:rsidRPr="00E615B0">
              <w:rPr>
                <w:rFonts w:ascii="微软简仿宋" w:eastAsia="微软简仿宋" w:hAnsi="宋体" w:cs="微软简仿宋"/>
                <w:color w:val="000000"/>
                <w:kern w:val="0"/>
                <w:sz w:val="20"/>
                <w:szCs w:val="20"/>
              </w:rPr>
              <w:t>19-9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639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银龙花园社区店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南京市秦淮区石杨路</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殷巷购物广场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南京市江宁区诚信大道</w:t>
            </w:r>
            <w:r w:rsidRPr="00E615B0">
              <w:rPr>
                <w:rFonts w:ascii="微软简仿宋" w:eastAsia="微软简仿宋" w:hAnsi="宋体" w:cs="微软简仿宋"/>
                <w:color w:val="000000"/>
                <w:kern w:val="0"/>
                <w:sz w:val="20"/>
                <w:szCs w:val="20"/>
              </w:rPr>
              <w:t>988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黄金海岸生活广场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南京市江宁区金箔路</w:t>
            </w:r>
            <w:r w:rsidRPr="00E615B0">
              <w:rPr>
                <w:rFonts w:ascii="微软简仿宋" w:eastAsia="微软简仿宋" w:hAnsi="宋体" w:cs="微软简仿宋"/>
                <w:color w:val="000000"/>
                <w:kern w:val="0"/>
                <w:sz w:val="20"/>
                <w:szCs w:val="20"/>
              </w:rPr>
              <w:t>999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天元东路城市之光购物广场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南京市江宁区天元东路</w:t>
            </w:r>
            <w:r w:rsidRPr="00E615B0">
              <w:rPr>
                <w:rFonts w:ascii="微软简仿宋" w:eastAsia="微软简仿宋" w:hAnsi="宋体" w:cs="微软简仿宋"/>
                <w:color w:val="000000"/>
                <w:kern w:val="0"/>
                <w:sz w:val="20"/>
                <w:szCs w:val="20"/>
              </w:rPr>
              <w:t>388</w:t>
            </w:r>
            <w:r w:rsidRPr="00E615B0">
              <w:rPr>
                <w:rFonts w:ascii="微软简仿宋" w:eastAsia="微软简仿宋" w:hAnsi="宋体" w:cs="微软简仿宋" w:hint="eastAsia"/>
                <w:color w:val="000000"/>
                <w:kern w:val="0"/>
                <w:sz w:val="20"/>
                <w:szCs w:val="20"/>
              </w:rPr>
              <w:t>号城市之光公寓</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文靖路购物广场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南京市江宁区文靖路</w:t>
            </w:r>
            <w:r w:rsidRPr="00E615B0">
              <w:rPr>
                <w:rFonts w:ascii="微软简仿宋" w:eastAsia="微软简仿宋" w:hAnsi="宋体" w:cs="微软简仿宋"/>
                <w:color w:val="000000"/>
                <w:kern w:val="0"/>
                <w:sz w:val="20"/>
                <w:szCs w:val="20"/>
              </w:rPr>
              <w:t>299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天元路购物广场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南京市江宁区天元路与庄排路交叉口</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世纪现代城</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格致路社区店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南京市江宁区格致路</w:t>
            </w:r>
            <w:r w:rsidRPr="00E615B0">
              <w:rPr>
                <w:rFonts w:ascii="微软简仿宋" w:eastAsia="微软简仿宋" w:hAnsi="宋体" w:cs="微软简仿宋"/>
                <w:color w:val="000000"/>
                <w:kern w:val="0"/>
                <w:sz w:val="20"/>
                <w:szCs w:val="20"/>
              </w:rPr>
              <w:t>99</w:t>
            </w:r>
            <w:r w:rsidRPr="00E615B0">
              <w:rPr>
                <w:rFonts w:ascii="微软简仿宋" w:eastAsia="微软简仿宋" w:hAnsi="宋体" w:cs="微软简仿宋" w:hint="eastAsia"/>
                <w:color w:val="000000"/>
                <w:kern w:val="0"/>
                <w:sz w:val="20"/>
                <w:szCs w:val="20"/>
              </w:rPr>
              <w:t>号文鼎广场</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号群楼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莱茵达社区店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南京市江宁区莱茵达路</w:t>
            </w:r>
            <w:r w:rsidRPr="00E615B0">
              <w:rPr>
                <w:rFonts w:ascii="微软简仿宋" w:eastAsia="微软简仿宋" w:hAnsi="宋体" w:cs="微软简仿宋"/>
                <w:color w:val="000000"/>
                <w:kern w:val="0"/>
                <w:sz w:val="20"/>
                <w:szCs w:val="20"/>
              </w:rPr>
              <w:t>139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上元大街（明月天鹅湖）社区店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南京市江宁区上元大街</w:t>
            </w:r>
            <w:r w:rsidRPr="00E615B0">
              <w:rPr>
                <w:rFonts w:ascii="微软简仿宋" w:eastAsia="微软简仿宋" w:hAnsi="宋体" w:cs="微软简仿宋"/>
                <w:color w:val="000000"/>
                <w:kern w:val="0"/>
                <w:sz w:val="20"/>
                <w:szCs w:val="20"/>
              </w:rPr>
              <w:t>1088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江宁万尚城社区店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南京市江宁区双龙大道</w:t>
            </w:r>
            <w:r w:rsidRPr="00E615B0">
              <w:rPr>
                <w:rFonts w:ascii="微软简仿宋" w:eastAsia="微软简仿宋" w:hAnsi="宋体" w:cs="微软简仿宋"/>
                <w:color w:val="000000"/>
                <w:kern w:val="0"/>
                <w:sz w:val="20"/>
                <w:szCs w:val="20"/>
              </w:rPr>
              <w:t>1351</w:t>
            </w:r>
            <w:r w:rsidRPr="00E615B0">
              <w:rPr>
                <w:rFonts w:ascii="微软简仿宋" w:eastAsia="微软简仿宋" w:hAnsi="宋体" w:cs="微软简仿宋" w:hint="eastAsia"/>
                <w:color w:val="000000"/>
                <w:kern w:val="0"/>
                <w:sz w:val="20"/>
                <w:szCs w:val="20"/>
              </w:rPr>
              <w:t>号编号为</w:t>
            </w:r>
            <w:r w:rsidRPr="00E615B0">
              <w:rPr>
                <w:rFonts w:ascii="微软简仿宋" w:eastAsia="微软简仿宋" w:hAnsi="宋体" w:cs="微软简仿宋"/>
                <w:color w:val="000000"/>
                <w:kern w:val="0"/>
                <w:sz w:val="20"/>
                <w:szCs w:val="20"/>
              </w:rPr>
              <w:t>-1F-001</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649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溧水万辰购物广场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南京市溧水区永阳镇宝塔路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高淳天河路购物广场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南京市高淳区淳溪镇天河路</w:t>
            </w:r>
            <w:r w:rsidRPr="00E615B0">
              <w:rPr>
                <w:rFonts w:ascii="微软简仿宋" w:eastAsia="微软简仿宋" w:hAnsi="宋体" w:cs="微软简仿宋"/>
                <w:color w:val="000000"/>
                <w:kern w:val="0"/>
                <w:sz w:val="20"/>
                <w:szCs w:val="20"/>
              </w:rPr>
              <w:t>39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高淳北漪路购物广场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南京市高淳区北漪路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溧水珍珠南路社区店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南京市溧水区珍珠南路</w:t>
            </w:r>
            <w:r w:rsidRPr="00E615B0">
              <w:rPr>
                <w:rFonts w:ascii="微软简仿宋" w:eastAsia="微软简仿宋" w:hAnsi="宋体" w:cs="微软简仿宋"/>
                <w:color w:val="000000"/>
                <w:kern w:val="0"/>
                <w:sz w:val="20"/>
                <w:szCs w:val="20"/>
              </w:rPr>
              <w:t>53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宝应南城标超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南城根</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仪征解放路标超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真州镇解放路</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扬州玉器街便利店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玉器街</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高邮中山路生活超市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中山路</w:t>
            </w:r>
            <w:r w:rsidRPr="00E615B0">
              <w:rPr>
                <w:rFonts w:ascii="微软简仿宋" w:eastAsia="微软简仿宋" w:hAnsi="宋体" w:cs="微软简仿宋"/>
                <w:color w:val="000000"/>
                <w:kern w:val="0"/>
                <w:sz w:val="20"/>
                <w:szCs w:val="20"/>
              </w:rPr>
              <w:t>397</w:t>
            </w:r>
            <w:r w:rsidRPr="00E615B0">
              <w:rPr>
                <w:rFonts w:ascii="微软简仿宋" w:eastAsia="微软简仿宋" w:hAnsi="宋体" w:cs="微软简仿宋" w:hint="eastAsia"/>
                <w:color w:val="000000"/>
                <w:kern w:val="0"/>
                <w:sz w:val="20"/>
                <w:szCs w:val="20"/>
              </w:rPr>
              <w:t>号第一部分</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好的扬州新城河路便利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新城河路防暴支队综合楼</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好的扬州兴城路便利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金阳光综合楼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659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好的扬州新城花园便利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新城花园兰香苑</w:t>
            </w:r>
            <w:r w:rsidRPr="00E615B0">
              <w:rPr>
                <w:rFonts w:ascii="微软简仿宋" w:eastAsia="微软简仿宋" w:hAnsi="宋体" w:cs="微软简仿宋"/>
                <w:color w:val="000000"/>
                <w:kern w:val="0"/>
                <w:sz w:val="20"/>
                <w:szCs w:val="20"/>
              </w:rPr>
              <w:t>46</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区</w:t>
            </w:r>
            <w:r w:rsidRPr="00E615B0">
              <w:rPr>
                <w:rFonts w:ascii="微软简仿宋" w:eastAsia="微软简仿宋" w:hAnsi="宋体" w:cs="微软简仿宋"/>
                <w:color w:val="000000"/>
                <w:kern w:val="0"/>
                <w:sz w:val="20"/>
                <w:szCs w:val="20"/>
              </w:rPr>
              <w:t>04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宝应聚龙家园社区店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宜北路东侧、大昌路北侧聚龙家园商住楼一层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扬州大学南路便利店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大学南路</w:t>
            </w:r>
            <w:r w:rsidRPr="00E615B0">
              <w:rPr>
                <w:rFonts w:ascii="微软简仿宋" w:eastAsia="微软简仿宋" w:hAnsi="宋体" w:cs="微软简仿宋"/>
                <w:color w:val="000000"/>
                <w:kern w:val="0"/>
                <w:sz w:val="20"/>
                <w:szCs w:val="20"/>
              </w:rPr>
              <w:t>52</w:t>
            </w:r>
            <w:r w:rsidRPr="00E615B0">
              <w:rPr>
                <w:rFonts w:ascii="微软简仿宋" w:eastAsia="微软简仿宋" w:hAnsi="宋体" w:cs="微软简仿宋" w:hint="eastAsia"/>
                <w:color w:val="000000"/>
                <w:kern w:val="0"/>
                <w:sz w:val="20"/>
                <w:szCs w:val="20"/>
              </w:rPr>
              <w:t>号门面店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扬州四望亭路便利店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四望亭路</w:t>
            </w:r>
            <w:r w:rsidRPr="00E615B0">
              <w:rPr>
                <w:rFonts w:ascii="微软简仿宋" w:eastAsia="微软简仿宋" w:hAnsi="宋体" w:cs="微软简仿宋"/>
                <w:color w:val="000000"/>
                <w:kern w:val="0"/>
                <w:sz w:val="20"/>
                <w:szCs w:val="20"/>
              </w:rPr>
              <w:t>175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仪征前进路便利店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真州镇前进路</w:t>
            </w:r>
            <w:r w:rsidRPr="00E615B0">
              <w:rPr>
                <w:rFonts w:ascii="微软简仿宋" w:eastAsia="微软简仿宋" w:hAnsi="宋体" w:cs="微软简仿宋"/>
                <w:color w:val="000000"/>
                <w:kern w:val="0"/>
                <w:sz w:val="20"/>
                <w:szCs w:val="20"/>
              </w:rPr>
              <w:t>146-7</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146-8</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仪征工农北路便利店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工农北路</w:t>
            </w:r>
            <w:r w:rsidRPr="00E615B0">
              <w:rPr>
                <w:rFonts w:ascii="微软简仿宋" w:eastAsia="微软简仿宋" w:hAnsi="宋体" w:cs="微软简仿宋"/>
                <w:color w:val="000000"/>
                <w:kern w:val="0"/>
                <w:sz w:val="20"/>
                <w:szCs w:val="20"/>
              </w:rPr>
              <w:t>229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仪征东园北路便利店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真州镇东园北路</w:t>
            </w:r>
            <w:r w:rsidRPr="00E615B0">
              <w:rPr>
                <w:rFonts w:ascii="微软简仿宋" w:eastAsia="微软简仿宋" w:hAnsi="宋体" w:cs="微软简仿宋"/>
                <w:color w:val="000000"/>
                <w:kern w:val="0"/>
                <w:sz w:val="20"/>
                <w:szCs w:val="20"/>
              </w:rPr>
              <w:t>302-12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仪征国庆南路便利店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真州镇国庆南路</w:t>
            </w:r>
            <w:r w:rsidRPr="00E615B0">
              <w:rPr>
                <w:rFonts w:ascii="微软简仿宋" w:eastAsia="微软简仿宋" w:hAnsi="宋体" w:cs="微软简仿宋"/>
                <w:color w:val="000000"/>
                <w:kern w:val="0"/>
                <w:sz w:val="20"/>
                <w:szCs w:val="20"/>
              </w:rPr>
              <w:t>20-6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仪征大庆北路便利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大庆北路</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高邮文化宫路便利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文化宫路</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669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仪征沿山河东路标超店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沿山河东路万博奥林匹克花园第</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02</w:t>
            </w:r>
            <w:r w:rsidRPr="00E615B0">
              <w:rPr>
                <w:rFonts w:ascii="微软简仿宋" w:eastAsia="微软简仿宋" w:hAnsi="宋体" w:cs="微软简仿宋" w:hint="eastAsia"/>
                <w:color w:val="000000"/>
                <w:kern w:val="0"/>
                <w:sz w:val="20"/>
                <w:szCs w:val="20"/>
              </w:rPr>
              <w:t>号楼一层商铺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仪征人民路便利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龙港人民花苑</w:t>
            </w:r>
            <w:r w:rsidRPr="00E615B0">
              <w:rPr>
                <w:rFonts w:ascii="微软简仿宋" w:eastAsia="微软简仿宋" w:hAnsi="宋体" w:cs="微软简仿宋"/>
                <w:color w:val="000000"/>
                <w:kern w:val="0"/>
                <w:sz w:val="20"/>
                <w:szCs w:val="20"/>
              </w:rPr>
              <w:t>2-107.108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高邮北海路便利店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通湖路</w:t>
            </w:r>
            <w:r w:rsidRPr="00E615B0">
              <w:rPr>
                <w:rFonts w:ascii="微软简仿宋" w:eastAsia="微软简仿宋" w:hAnsi="宋体" w:cs="微软简仿宋"/>
                <w:color w:val="000000"/>
                <w:kern w:val="0"/>
                <w:sz w:val="20"/>
                <w:szCs w:val="20"/>
              </w:rPr>
              <w:t>124</w:t>
            </w:r>
            <w:r w:rsidRPr="00E615B0">
              <w:rPr>
                <w:rFonts w:ascii="微软简仿宋" w:eastAsia="微软简仿宋" w:hAnsi="宋体" w:cs="微软简仿宋" w:hint="eastAsia"/>
                <w:color w:val="000000"/>
                <w:kern w:val="0"/>
                <w:sz w:val="20"/>
                <w:szCs w:val="20"/>
              </w:rPr>
              <w:t>号厂内西侧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高邮朗盛天琴便利店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朗盛天琴</w:t>
            </w:r>
            <w:r w:rsidRPr="00E615B0">
              <w:rPr>
                <w:rFonts w:ascii="微软简仿宋" w:eastAsia="微软简仿宋" w:hAnsi="宋体" w:cs="微软简仿宋"/>
                <w:color w:val="000000"/>
                <w:kern w:val="0"/>
                <w:sz w:val="20"/>
                <w:szCs w:val="20"/>
              </w:rPr>
              <w:t>5-13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14</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高邮蝶园南路便利店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蝶园南路</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仪征解放西路便利店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解放西路</w:t>
            </w:r>
            <w:r w:rsidRPr="00E615B0">
              <w:rPr>
                <w:rFonts w:ascii="微软简仿宋" w:eastAsia="微软简仿宋" w:hAnsi="宋体" w:cs="微软简仿宋"/>
                <w:color w:val="000000"/>
                <w:kern w:val="0"/>
                <w:sz w:val="20"/>
                <w:szCs w:val="20"/>
              </w:rPr>
              <w:t>7-115-1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7-115-2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高邮人民医院便利店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府前街</w:t>
            </w:r>
            <w:r w:rsidRPr="00E615B0">
              <w:rPr>
                <w:rFonts w:ascii="微软简仿宋" w:eastAsia="微软简仿宋" w:hAnsi="宋体" w:cs="微软简仿宋"/>
                <w:color w:val="000000"/>
                <w:kern w:val="0"/>
                <w:sz w:val="20"/>
                <w:szCs w:val="20"/>
              </w:rPr>
              <w:t>116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扬州百祥路便利店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百祥路综合楼</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高邮金桥路便利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金桥路</w:t>
            </w:r>
            <w:r w:rsidRPr="00E615B0">
              <w:rPr>
                <w:rFonts w:ascii="微软简仿宋" w:eastAsia="微软简仿宋" w:hAnsi="宋体" w:cs="微软简仿宋"/>
                <w:color w:val="000000"/>
                <w:kern w:val="0"/>
                <w:sz w:val="20"/>
                <w:szCs w:val="20"/>
              </w:rPr>
              <w:t>200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扬州富达路便利店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市杨庄街坊</w:t>
            </w:r>
            <w:r w:rsidRPr="00E615B0">
              <w:rPr>
                <w:rFonts w:ascii="微软简仿宋" w:eastAsia="微软简仿宋" w:hAnsi="宋体" w:cs="微软简仿宋"/>
                <w:color w:val="000000"/>
                <w:kern w:val="0"/>
                <w:sz w:val="20"/>
                <w:szCs w:val="20"/>
              </w:rPr>
              <w:t>122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679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高邮盂城路便利店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盂城南路</w:t>
            </w:r>
            <w:r w:rsidRPr="00E615B0">
              <w:rPr>
                <w:rFonts w:ascii="微软简仿宋" w:eastAsia="微软简仿宋" w:hAnsi="宋体" w:cs="微软简仿宋"/>
                <w:color w:val="000000"/>
                <w:kern w:val="0"/>
                <w:sz w:val="20"/>
                <w:szCs w:val="20"/>
              </w:rPr>
              <w:t>9-1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高邮水韵星城便利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润华</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hint="eastAsia"/>
                <w:color w:val="000000"/>
                <w:kern w:val="0"/>
                <w:sz w:val="20"/>
                <w:szCs w:val="20"/>
              </w:rPr>
              <w:t>水韵星城</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66</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67</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扬州石塔桥北便利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石塔桥北</w:t>
            </w:r>
            <w:r w:rsidRPr="00E615B0">
              <w:rPr>
                <w:rFonts w:ascii="微软简仿宋" w:eastAsia="微软简仿宋" w:hAnsi="宋体" w:cs="微软简仿宋"/>
                <w:color w:val="000000"/>
                <w:kern w:val="0"/>
                <w:sz w:val="20"/>
                <w:szCs w:val="20"/>
              </w:rPr>
              <w:t>31</w:t>
            </w:r>
            <w:r w:rsidRPr="00E615B0">
              <w:rPr>
                <w:rFonts w:ascii="微软简仿宋" w:eastAsia="微软简仿宋" w:hAnsi="宋体" w:cs="微软简仿宋" w:hint="eastAsia"/>
                <w:color w:val="000000"/>
                <w:kern w:val="0"/>
                <w:sz w:val="20"/>
                <w:szCs w:val="20"/>
              </w:rPr>
              <w:t>幢底层</w:t>
            </w:r>
            <w:r w:rsidRPr="00E615B0">
              <w:rPr>
                <w:rFonts w:ascii="微软简仿宋" w:eastAsia="微软简仿宋" w:hAnsi="宋体" w:cs="微软简仿宋"/>
                <w:color w:val="000000"/>
                <w:kern w:val="0"/>
                <w:sz w:val="20"/>
                <w:szCs w:val="20"/>
              </w:rPr>
              <w:t>27-28</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扬州苏农路便利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文汇东路</w:t>
            </w:r>
            <w:r w:rsidRPr="00E615B0">
              <w:rPr>
                <w:rFonts w:ascii="微软简仿宋" w:eastAsia="微软简仿宋" w:hAnsi="宋体" w:cs="微软简仿宋"/>
                <w:color w:val="000000"/>
                <w:kern w:val="0"/>
                <w:sz w:val="20"/>
                <w:szCs w:val="20"/>
              </w:rPr>
              <w:t>231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高邮南海路便利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南海路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仪征金鑫花苑便利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真州镇前进路</w:t>
            </w:r>
            <w:r w:rsidRPr="00E615B0">
              <w:rPr>
                <w:rFonts w:ascii="微软简仿宋" w:eastAsia="微软简仿宋" w:hAnsi="宋体" w:cs="微软简仿宋"/>
                <w:color w:val="000000"/>
                <w:kern w:val="0"/>
                <w:sz w:val="20"/>
                <w:szCs w:val="20"/>
              </w:rPr>
              <w:t>186-9-9</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高邮琵琶东路便利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瑞和阳光城琵琶东路</w:t>
            </w:r>
            <w:r w:rsidRPr="00E615B0">
              <w:rPr>
                <w:rFonts w:ascii="微软简仿宋" w:eastAsia="微软简仿宋" w:hAnsi="宋体" w:cs="微软简仿宋"/>
                <w:color w:val="000000"/>
                <w:kern w:val="0"/>
                <w:sz w:val="20"/>
                <w:szCs w:val="20"/>
              </w:rPr>
              <w:t>223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225</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高邮秦邮路便利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经济开发区帝景龙庭小区</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单元</w:t>
            </w:r>
            <w:r w:rsidRPr="00E615B0">
              <w:rPr>
                <w:rFonts w:ascii="微软简仿宋" w:eastAsia="微软简仿宋" w:hAnsi="宋体" w:cs="微软简仿宋"/>
                <w:color w:val="000000"/>
                <w:kern w:val="0"/>
                <w:sz w:val="20"/>
                <w:szCs w:val="20"/>
              </w:rPr>
              <w:t>2991-2-3-4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宝应泰南路便利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泰山菜场西侧综合楼</w:t>
            </w:r>
            <w:r w:rsidRPr="00E615B0">
              <w:rPr>
                <w:rFonts w:ascii="微软简仿宋" w:eastAsia="微软简仿宋" w:hAnsi="宋体" w:cs="微软简仿宋"/>
                <w:color w:val="000000"/>
                <w:kern w:val="0"/>
                <w:sz w:val="20"/>
                <w:szCs w:val="20"/>
              </w:rPr>
              <w:t>4.5.</w:t>
            </w:r>
            <w:r w:rsidRPr="00E615B0">
              <w:rPr>
                <w:rFonts w:ascii="微软简仿宋" w:eastAsia="微软简仿宋" w:hAnsi="宋体" w:cs="微软简仿宋" w:hint="eastAsia"/>
                <w:color w:val="000000"/>
                <w:kern w:val="0"/>
                <w:sz w:val="20"/>
                <w:szCs w:val="20"/>
              </w:rPr>
              <w:t>门市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仪征白沙西路便利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白沙西路沿河四村</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102-102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689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仪征新天地花苑便利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真州镇新天地花苑</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E</w:t>
            </w:r>
            <w:r w:rsidRPr="00E615B0">
              <w:rPr>
                <w:rFonts w:ascii="微软简仿宋" w:eastAsia="微软简仿宋" w:hAnsi="宋体" w:cs="微软简仿宋" w:hint="eastAsia"/>
                <w:color w:val="000000"/>
                <w:kern w:val="0"/>
                <w:sz w:val="20"/>
                <w:szCs w:val="20"/>
              </w:rPr>
              <w:t>段</w:t>
            </w:r>
            <w:r w:rsidRPr="00E615B0">
              <w:rPr>
                <w:rFonts w:ascii="微软简仿宋" w:eastAsia="微软简仿宋" w:hAnsi="宋体" w:cs="微软简仿宋"/>
                <w:color w:val="000000"/>
                <w:kern w:val="0"/>
                <w:sz w:val="20"/>
                <w:szCs w:val="20"/>
              </w:rPr>
              <w:t>111-112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仪征东园南路便利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真州镇东园南路</w:t>
            </w:r>
            <w:r w:rsidRPr="00E615B0">
              <w:rPr>
                <w:rFonts w:ascii="微软简仿宋" w:eastAsia="微软简仿宋" w:hAnsi="宋体" w:cs="微软简仿宋"/>
                <w:color w:val="000000"/>
                <w:kern w:val="0"/>
                <w:sz w:val="20"/>
                <w:szCs w:val="20"/>
              </w:rPr>
              <w:t>98</w:t>
            </w:r>
            <w:r w:rsidRPr="00E615B0">
              <w:rPr>
                <w:rFonts w:ascii="微软简仿宋" w:eastAsia="微软简仿宋" w:hAnsi="宋体" w:cs="微软简仿宋" w:hint="eastAsia"/>
                <w:color w:val="000000"/>
                <w:kern w:val="0"/>
                <w:sz w:val="20"/>
                <w:szCs w:val="20"/>
              </w:rPr>
              <w:t>号文丰苑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高邮宋庄路便利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宋庄路</w:t>
            </w:r>
            <w:r w:rsidRPr="00E615B0">
              <w:rPr>
                <w:rFonts w:ascii="微软简仿宋" w:eastAsia="微软简仿宋" w:hAnsi="宋体" w:cs="微软简仿宋"/>
                <w:color w:val="000000"/>
                <w:kern w:val="0"/>
                <w:sz w:val="20"/>
                <w:szCs w:val="20"/>
              </w:rPr>
              <w:t>119</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宝应工农路便利店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安宜镇工农路</w:t>
            </w:r>
            <w:r w:rsidRPr="00E615B0">
              <w:rPr>
                <w:rFonts w:ascii="微软简仿宋" w:eastAsia="微软简仿宋" w:hAnsi="宋体" w:cs="微软简仿宋"/>
                <w:color w:val="000000"/>
                <w:kern w:val="0"/>
                <w:sz w:val="20"/>
                <w:szCs w:val="20"/>
              </w:rPr>
              <w:t>65</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3-4</w:t>
            </w:r>
            <w:r w:rsidRPr="00E615B0">
              <w:rPr>
                <w:rFonts w:ascii="微软简仿宋" w:eastAsia="微软简仿宋" w:hAnsi="宋体" w:cs="微软简仿宋" w:hint="eastAsia"/>
                <w:color w:val="000000"/>
                <w:kern w:val="0"/>
                <w:sz w:val="20"/>
                <w:szCs w:val="20"/>
              </w:rPr>
              <w:t>号门市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扬州满芳庭便利店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江阳工业园满芳庭</w:t>
            </w:r>
            <w:r w:rsidRPr="00E615B0">
              <w:rPr>
                <w:rFonts w:ascii="微软简仿宋" w:eastAsia="微软简仿宋" w:hAnsi="宋体" w:cs="微软简仿宋"/>
                <w:color w:val="000000"/>
                <w:kern w:val="0"/>
                <w:sz w:val="20"/>
                <w:szCs w:val="20"/>
              </w:rPr>
              <w:t>22-103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扬州甘泉路生活超市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甘泉路</w:t>
            </w:r>
            <w:r w:rsidRPr="00E615B0">
              <w:rPr>
                <w:rFonts w:ascii="微软简仿宋" w:eastAsia="微软简仿宋" w:hAnsi="宋体" w:cs="微软简仿宋"/>
                <w:color w:val="000000"/>
                <w:kern w:val="0"/>
                <w:sz w:val="20"/>
                <w:szCs w:val="20"/>
              </w:rPr>
              <w:t>244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扬州望月路便利店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孙庄西路</w:t>
            </w:r>
            <w:r w:rsidRPr="00E615B0">
              <w:rPr>
                <w:rFonts w:ascii="微软简仿宋" w:eastAsia="微软简仿宋" w:hAnsi="宋体" w:cs="微软简仿宋"/>
                <w:color w:val="000000"/>
                <w:kern w:val="0"/>
                <w:sz w:val="20"/>
                <w:szCs w:val="20"/>
              </w:rPr>
              <w:t>25</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宝应宝化楼便利店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安宜东路宝化楼底层门市</w:t>
            </w:r>
            <w:r w:rsidRPr="00E615B0">
              <w:rPr>
                <w:rFonts w:ascii="微软简仿宋" w:eastAsia="微软简仿宋" w:hAnsi="宋体" w:cs="微软简仿宋"/>
                <w:color w:val="000000"/>
                <w:kern w:val="0"/>
                <w:sz w:val="20"/>
                <w:szCs w:val="20"/>
              </w:rPr>
              <w:t>10.11.12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宝应府前花园便利店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经济开发区府前花园</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1038.1048.1058</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1068</w:t>
            </w:r>
            <w:r w:rsidRPr="00E615B0">
              <w:rPr>
                <w:rFonts w:ascii="微软简仿宋" w:eastAsia="微软简仿宋" w:hAnsi="宋体" w:cs="微软简仿宋" w:hint="eastAsia"/>
                <w:color w:val="000000"/>
                <w:kern w:val="0"/>
                <w:sz w:val="20"/>
                <w:szCs w:val="20"/>
              </w:rPr>
              <w:t>门市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高邮康花园便利店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康华园</w:t>
            </w:r>
            <w:r w:rsidRPr="00E615B0">
              <w:rPr>
                <w:rFonts w:ascii="微软简仿宋" w:eastAsia="微软简仿宋" w:hAnsi="宋体" w:cs="微软简仿宋"/>
                <w:color w:val="000000"/>
                <w:kern w:val="0"/>
                <w:sz w:val="20"/>
                <w:szCs w:val="20"/>
              </w:rPr>
              <w:t>35-105</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699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扬州安乐街坊便利店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文昌中路</w:t>
            </w:r>
            <w:r w:rsidRPr="00E615B0">
              <w:rPr>
                <w:rFonts w:ascii="微软简仿宋" w:eastAsia="微软简仿宋" w:hAnsi="宋体" w:cs="微软简仿宋"/>
                <w:color w:val="000000"/>
                <w:kern w:val="0"/>
                <w:sz w:val="20"/>
                <w:szCs w:val="20"/>
              </w:rPr>
              <w:t>209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扬州桂香苑便利店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文汇南路</w:t>
            </w:r>
            <w:r w:rsidRPr="00E615B0">
              <w:rPr>
                <w:rFonts w:ascii="微软简仿宋" w:eastAsia="微软简仿宋" w:hAnsi="宋体" w:cs="微软简仿宋"/>
                <w:color w:val="000000"/>
                <w:kern w:val="0"/>
                <w:sz w:val="20"/>
                <w:szCs w:val="20"/>
              </w:rPr>
              <w:t>90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-03</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高邮蝶园花苑便利店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蝶园花苑门市</w:t>
            </w:r>
            <w:r w:rsidRPr="00E615B0">
              <w:rPr>
                <w:rFonts w:ascii="微软简仿宋" w:eastAsia="微软简仿宋" w:hAnsi="宋体" w:cs="微软简仿宋"/>
                <w:color w:val="000000"/>
                <w:kern w:val="0"/>
                <w:sz w:val="20"/>
                <w:szCs w:val="20"/>
              </w:rPr>
              <w:t>52-8</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52-9</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扬州梅香苑便利店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兴城路梅香苑</w:t>
            </w:r>
            <w:r w:rsidRPr="00E615B0">
              <w:rPr>
                <w:rFonts w:ascii="微软简仿宋" w:eastAsia="微软简仿宋" w:hAnsi="宋体" w:cs="微软简仿宋"/>
                <w:color w:val="000000"/>
                <w:kern w:val="0"/>
                <w:sz w:val="20"/>
                <w:szCs w:val="20"/>
              </w:rPr>
              <w:t>87</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宝应东门大街便利店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安宜镇东门大街</w:t>
            </w:r>
            <w:r w:rsidRPr="00E615B0">
              <w:rPr>
                <w:rFonts w:ascii="微软简仿宋" w:eastAsia="微软简仿宋" w:hAnsi="宋体" w:cs="微软简仿宋"/>
                <w:color w:val="000000"/>
                <w:kern w:val="0"/>
                <w:sz w:val="20"/>
                <w:szCs w:val="20"/>
              </w:rPr>
              <w:t>127</w:t>
            </w:r>
            <w:r w:rsidRPr="00E615B0">
              <w:rPr>
                <w:rFonts w:ascii="微软简仿宋" w:eastAsia="微软简仿宋" w:hAnsi="宋体" w:cs="微软简仿宋" w:hint="eastAsia"/>
                <w:color w:val="000000"/>
                <w:kern w:val="0"/>
                <w:sz w:val="20"/>
                <w:szCs w:val="20"/>
              </w:rPr>
              <w:t>号底层由西向东两间门市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仪征黎明小区便利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工农北路黎明小区</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室</w:t>
            </w:r>
            <w:r w:rsidRPr="00E615B0">
              <w:rPr>
                <w:rFonts w:ascii="微软简仿宋" w:eastAsia="微软简仿宋" w:hAnsi="宋体" w:cs="微软简仿宋"/>
                <w:color w:val="000000"/>
                <w:kern w:val="0"/>
                <w:sz w:val="20"/>
                <w:szCs w:val="20"/>
              </w:rPr>
              <w:t>375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宝应国泰花苑便利店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国泰华苑西门</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号门市苏果便利店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扬州双虹桥便利店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大学南路</w:t>
            </w:r>
            <w:r w:rsidRPr="00E615B0">
              <w:rPr>
                <w:rFonts w:ascii="微软简仿宋" w:eastAsia="微软简仿宋" w:hAnsi="宋体" w:cs="微软简仿宋"/>
                <w:color w:val="000000"/>
                <w:kern w:val="0"/>
                <w:sz w:val="20"/>
                <w:szCs w:val="20"/>
              </w:rPr>
              <w:t>133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扬州汶河北路便利店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汶河北路</w:t>
            </w:r>
            <w:r w:rsidRPr="00E615B0">
              <w:rPr>
                <w:rFonts w:ascii="微软简仿宋" w:eastAsia="微软简仿宋" w:hAnsi="宋体" w:cs="微软简仿宋"/>
                <w:color w:val="000000"/>
                <w:kern w:val="0"/>
                <w:sz w:val="20"/>
                <w:szCs w:val="20"/>
              </w:rPr>
              <w:t>24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扬州文汇东路便利店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文汇东路便利店</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709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扬州上林苑便利店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上林苑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宝应世纪园便利店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安宜镇花庄村倪庄组</w:t>
            </w:r>
            <w:r w:rsidRPr="00E615B0">
              <w:rPr>
                <w:rFonts w:ascii="微软简仿宋" w:eastAsia="微软简仿宋" w:hAnsi="宋体" w:cs="微软简仿宋"/>
                <w:color w:val="000000"/>
                <w:kern w:val="0"/>
                <w:sz w:val="20"/>
                <w:szCs w:val="20"/>
              </w:rPr>
              <w:t>186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扬州汶河南路便利店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汶河路</w:t>
            </w:r>
            <w:r w:rsidRPr="00E615B0">
              <w:rPr>
                <w:rFonts w:ascii="微软简仿宋" w:eastAsia="微软简仿宋" w:hAnsi="宋体" w:cs="微软简仿宋"/>
                <w:color w:val="000000"/>
                <w:kern w:val="0"/>
                <w:sz w:val="20"/>
                <w:szCs w:val="20"/>
              </w:rPr>
              <w:t>4-3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扬州五台新村便利店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五台新村</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扬州史可法西路便利店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史可法西路</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扬州名门都汇便利店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扬子江中路</w:t>
            </w:r>
            <w:r w:rsidRPr="00E615B0">
              <w:rPr>
                <w:rFonts w:ascii="微软简仿宋" w:eastAsia="微软简仿宋" w:hAnsi="宋体" w:cs="微软简仿宋"/>
                <w:color w:val="000000"/>
                <w:kern w:val="0"/>
                <w:sz w:val="20"/>
                <w:szCs w:val="20"/>
              </w:rPr>
              <w:t>748</w:t>
            </w:r>
            <w:r w:rsidRPr="00E615B0">
              <w:rPr>
                <w:rFonts w:ascii="微软简仿宋" w:eastAsia="微软简仿宋" w:hAnsi="宋体" w:cs="微软简仿宋" w:hint="eastAsia"/>
                <w:color w:val="000000"/>
                <w:kern w:val="0"/>
                <w:sz w:val="20"/>
                <w:szCs w:val="20"/>
              </w:rPr>
              <w:t>号（名门都汇广场）</w:t>
            </w:r>
            <w:r w:rsidRPr="00E615B0">
              <w:rPr>
                <w:rFonts w:ascii="微软简仿宋" w:eastAsia="微软简仿宋" w:hAnsi="宋体" w:cs="微软简仿宋"/>
                <w:color w:val="000000"/>
                <w:kern w:val="0"/>
                <w:sz w:val="20"/>
                <w:szCs w:val="20"/>
              </w:rPr>
              <w:t>-132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高邮净土寺广场便利店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琵琶路</w:t>
            </w:r>
            <w:r w:rsidRPr="00E615B0">
              <w:rPr>
                <w:rFonts w:ascii="微软简仿宋" w:eastAsia="微软简仿宋" w:hAnsi="宋体" w:cs="微软简仿宋"/>
                <w:color w:val="000000"/>
                <w:kern w:val="0"/>
                <w:sz w:val="20"/>
                <w:szCs w:val="20"/>
              </w:rPr>
              <w:t>69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扬州邗沟路标超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邗沟路</w:t>
            </w:r>
            <w:r w:rsidRPr="00E615B0">
              <w:rPr>
                <w:rFonts w:ascii="微软简仿宋" w:eastAsia="微软简仿宋" w:hAnsi="宋体" w:cs="微软简仿宋"/>
                <w:color w:val="000000"/>
                <w:kern w:val="0"/>
                <w:sz w:val="20"/>
                <w:szCs w:val="20"/>
              </w:rPr>
              <w:t>50-1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仪征胥浦标超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胥浦街道胥浦供销商场房屋一层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仪征国庆路标超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真州镇国庆路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号一层门面房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719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仪征石桥标超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真州东路石桥新苑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108-113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仪征真州西路标超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真州西路与西园路交叉路口（西南角）</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扬州淮海路好的三代便利店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扬州市淮海路</w:t>
            </w:r>
            <w:r w:rsidRPr="00E615B0">
              <w:rPr>
                <w:rFonts w:ascii="微软简仿宋" w:eastAsia="微软简仿宋" w:hAnsi="宋体" w:cs="微软简仿宋"/>
                <w:color w:val="000000"/>
                <w:kern w:val="0"/>
                <w:sz w:val="20"/>
                <w:szCs w:val="20"/>
              </w:rPr>
              <w:t>72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扬州金林苑便利店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扬州市金林苑</w:t>
            </w:r>
            <w:r w:rsidRPr="00E615B0">
              <w:rPr>
                <w:rFonts w:ascii="微软简仿宋" w:eastAsia="微软简仿宋" w:hAnsi="宋体" w:cs="微软简仿宋"/>
                <w:color w:val="000000"/>
                <w:kern w:val="0"/>
                <w:sz w:val="20"/>
                <w:szCs w:val="20"/>
              </w:rPr>
              <w:t>20</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扬州跃进购物广场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扬州市运河西路</w:t>
            </w:r>
            <w:r w:rsidRPr="00E615B0">
              <w:rPr>
                <w:rFonts w:ascii="微软简仿宋" w:eastAsia="微软简仿宋" w:hAnsi="宋体" w:cs="微软简仿宋"/>
                <w:color w:val="000000"/>
                <w:kern w:val="0"/>
                <w:sz w:val="20"/>
                <w:szCs w:val="20"/>
              </w:rPr>
              <w:t>238</w:t>
            </w:r>
            <w:r w:rsidRPr="00E615B0">
              <w:rPr>
                <w:rFonts w:ascii="微软简仿宋" w:eastAsia="微软简仿宋" w:hAnsi="宋体" w:cs="微软简仿宋" w:hint="eastAsia"/>
                <w:color w:val="000000"/>
                <w:kern w:val="0"/>
                <w:sz w:val="20"/>
                <w:szCs w:val="20"/>
              </w:rPr>
              <w:t>号跃进购物广场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扬州连运小区购物广场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扬州市广陵区渡江南路</w:t>
            </w:r>
            <w:r w:rsidRPr="00E615B0">
              <w:rPr>
                <w:rFonts w:ascii="微软简仿宋" w:eastAsia="微软简仿宋" w:hAnsi="宋体" w:cs="微软简仿宋"/>
                <w:color w:val="000000"/>
                <w:kern w:val="0"/>
                <w:sz w:val="20"/>
                <w:szCs w:val="20"/>
              </w:rPr>
              <w:t>199</w:t>
            </w:r>
            <w:r w:rsidRPr="00E615B0">
              <w:rPr>
                <w:rFonts w:ascii="微软简仿宋" w:eastAsia="微软简仿宋" w:hAnsi="宋体" w:cs="微软简仿宋" w:hint="eastAsia"/>
                <w:color w:val="000000"/>
                <w:kern w:val="0"/>
                <w:sz w:val="20"/>
                <w:szCs w:val="20"/>
              </w:rPr>
              <w:t>好</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扬州汊河购物广场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扬州市邗江区华阳西路</w:t>
            </w:r>
            <w:r w:rsidRPr="00E615B0">
              <w:rPr>
                <w:rFonts w:ascii="微软简仿宋" w:eastAsia="微软简仿宋" w:hAnsi="宋体" w:cs="微软简仿宋"/>
                <w:color w:val="000000"/>
                <w:kern w:val="0"/>
                <w:sz w:val="20"/>
                <w:szCs w:val="20"/>
              </w:rPr>
              <w:t>238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扬州杭集镇社区店</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扬州市杭集镇曙光路与翟庄路交叉口</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仪征万年大道购物广场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仪征市真州万年北路</w:t>
            </w:r>
            <w:r w:rsidRPr="00E615B0">
              <w:rPr>
                <w:rFonts w:ascii="微软简仿宋" w:eastAsia="微软简仿宋" w:hAnsi="宋体" w:cs="微软简仿宋"/>
                <w:color w:val="000000"/>
                <w:kern w:val="0"/>
                <w:sz w:val="20"/>
                <w:szCs w:val="20"/>
              </w:rPr>
              <w:t>588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仪征工农南路购物广场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仪征市工农南路</w:t>
            </w:r>
            <w:r w:rsidRPr="00E615B0">
              <w:rPr>
                <w:rFonts w:ascii="微软简仿宋" w:eastAsia="微软简仿宋" w:hAnsi="宋体" w:cs="微软简仿宋"/>
                <w:color w:val="000000"/>
                <w:kern w:val="0"/>
                <w:sz w:val="20"/>
                <w:szCs w:val="20"/>
              </w:rPr>
              <w:t>114</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729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高邮通湖路波司登世贸广场购物广场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高邮市通湖路</w:t>
            </w:r>
            <w:r w:rsidRPr="00E615B0">
              <w:rPr>
                <w:rFonts w:ascii="微软简仿宋" w:eastAsia="微软简仿宋" w:hAnsi="宋体" w:cs="微软简仿宋"/>
                <w:color w:val="000000"/>
                <w:kern w:val="0"/>
                <w:sz w:val="20"/>
                <w:szCs w:val="20"/>
              </w:rPr>
              <w:t>335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高邮北海购物广场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高邮市傅公桥路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高邮阳光城购物广场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扬州市高邮市文游中路</w:t>
            </w:r>
            <w:r w:rsidRPr="00E615B0">
              <w:rPr>
                <w:rFonts w:ascii="微软简仿宋" w:eastAsia="微软简仿宋" w:hAnsi="宋体" w:cs="微软简仿宋"/>
                <w:color w:val="000000"/>
                <w:kern w:val="0"/>
                <w:sz w:val="20"/>
                <w:szCs w:val="20"/>
              </w:rPr>
              <w:t>213</w:t>
            </w:r>
            <w:r w:rsidRPr="00E615B0">
              <w:rPr>
                <w:rFonts w:ascii="微软简仿宋" w:eastAsia="微软简仿宋" w:hAnsi="宋体" w:cs="微软简仿宋" w:hint="eastAsia"/>
                <w:color w:val="000000"/>
                <w:kern w:val="0"/>
                <w:sz w:val="20"/>
                <w:szCs w:val="20"/>
              </w:rPr>
              <w:t>号瑞和阳光城</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宝应中心国际城购物广场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扬州市宝应县叶挺路</w:t>
            </w:r>
            <w:r w:rsidRPr="00E615B0">
              <w:rPr>
                <w:rFonts w:ascii="微软简仿宋" w:eastAsia="微软简仿宋" w:hAnsi="宋体" w:cs="微软简仿宋"/>
                <w:color w:val="000000"/>
                <w:kern w:val="0"/>
                <w:sz w:val="20"/>
                <w:szCs w:val="20"/>
              </w:rPr>
              <w:t>66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宝应安宜路购物广场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宝应县安宜东路与北田路交汇处</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江都引江路购物广场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扬州市江都区东方红路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江都新都路购物广场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扬州市江都区新都南路金牛湾都市花园</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句容崇明便利店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经济开发区崇明西路商住楼</w:t>
            </w:r>
            <w:r w:rsidRPr="00E615B0">
              <w:rPr>
                <w:rFonts w:ascii="微软简仿宋" w:eastAsia="微软简仿宋" w:hAnsi="宋体" w:cs="微软简仿宋"/>
                <w:color w:val="000000"/>
                <w:kern w:val="0"/>
                <w:sz w:val="20"/>
                <w:szCs w:val="20"/>
              </w:rPr>
              <w:t>105-106</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句容崇明路南三路便利店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崇明路</w:t>
            </w:r>
            <w:r w:rsidRPr="00E615B0">
              <w:rPr>
                <w:rFonts w:ascii="微软简仿宋" w:eastAsia="微软简仿宋" w:hAnsi="宋体" w:cs="微软简仿宋"/>
                <w:color w:val="000000"/>
                <w:kern w:val="0"/>
                <w:sz w:val="20"/>
                <w:szCs w:val="20"/>
              </w:rPr>
              <w:t>13-2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句容御东国际便利店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华阳镇东昌南路御东国际</w:t>
            </w:r>
            <w:r w:rsidRPr="00E615B0">
              <w:rPr>
                <w:rFonts w:ascii="微软简仿宋" w:eastAsia="微软简仿宋" w:hAnsi="宋体" w:cs="微软简仿宋"/>
                <w:color w:val="000000"/>
                <w:kern w:val="0"/>
                <w:sz w:val="20"/>
                <w:szCs w:val="20"/>
              </w:rPr>
              <w:t>36</w:t>
            </w:r>
            <w:r w:rsidRPr="00E615B0">
              <w:rPr>
                <w:rFonts w:ascii="微软简仿宋" w:eastAsia="微软简仿宋" w:hAnsi="宋体" w:cs="微软简仿宋" w:hint="eastAsia"/>
                <w:color w:val="000000"/>
                <w:kern w:val="0"/>
                <w:sz w:val="20"/>
                <w:szCs w:val="20"/>
              </w:rPr>
              <w:t>号楼商业用房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739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句容梅花小区便利店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玉清西路</w:t>
            </w:r>
            <w:r w:rsidRPr="00E615B0">
              <w:rPr>
                <w:rFonts w:ascii="微软简仿宋" w:eastAsia="微软简仿宋" w:hAnsi="宋体" w:cs="微软简仿宋"/>
                <w:color w:val="000000"/>
                <w:kern w:val="0"/>
                <w:sz w:val="20"/>
                <w:szCs w:val="20"/>
              </w:rPr>
              <w:t>42-22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句容东昌南路润景美邻苑便利店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东昌南路润景美邻苑出口南侧第二间</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扬中扬子城市广场购物广场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扬中市三茅镇扬子中路与港东南路交界处扬子商业广场负一层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扬中华鑫购物广场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镇江市扬中市扬子中路与明珠湾交界处</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镇江黄山西路购物广场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镇江市黄山西路</w:t>
            </w:r>
            <w:r w:rsidRPr="00E615B0">
              <w:rPr>
                <w:rFonts w:ascii="微软简仿宋" w:eastAsia="微软简仿宋" w:hAnsi="宋体" w:cs="微软简仿宋"/>
                <w:color w:val="000000"/>
                <w:kern w:val="0"/>
                <w:sz w:val="20"/>
                <w:szCs w:val="20"/>
              </w:rPr>
              <w:t>19</w:t>
            </w:r>
            <w:r w:rsidRPr="00E615B0">
              <w:rPr>
                <w:rFonts w:ascii="微软简仿宋" w:eastAsia="微软简仿宋" w:hAnsi="宋体" w:cs="微软简仿宋" w:hint="eastAsia"/>
                <w:color w:val="000000"/>
                <w:kern w:val="0"/>
                <w:sz w:val="20"/>
                <w:szCs w:val="20"/>
              </w:rPr>
              <w:t>号万达广场负一楼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句容帕缇亚广场购物广场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句容市华阳镇人民路</w:t>
            </w:r>
            <w:r w:rsidRPr="00E615B0">
              <w:rPr>
                <w:rFonts w:ascii="微软简仿宋" w:eastAsia="微软简仿宋" w:hAnsi="宋体" w:cs="微软简仿宋"/>
                <w:color w:val="000000"/>
                <w:kern w:val="0"/>
                <w:sz w:val="20"/>
                <w:szCs w:val="20"/>
              </w:rPr>
              <w:t>35</w:t>
            </w:r>
            <w:r w:rsidRPr="00E615B0">
              <w:rPr>
                <w:rFonts w:ascii="微软简仿宋" w:eastAsia="微软简仿宋" w:hAnsi="宋体" w:cs="微软简仿宋" w:hint="eastAsia"/>
                <w:color w:val="000000"/>
                <w:kern w:val="0"/>
                <w:sz w:val="20"/>
                <w:szCs w:val="20"/>
              </w:rPr>
              <w:t>号华阳镇寺街西侧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句容都市晴园购物广场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句容市华阳东路</w:t>
            </w:r>
            <w:r w:rsidRPr="00E615B0">
              <w:rPr>
                <w:rFonts w:ascii="微软简仿宋" w:eastAsia="微软简仿宋" w:hAnsi="宋体" w:cs="微软简仿宋"/>
                <w:color w:val="000000"/>
                <w:kern w:val="0"/>
                <w:sz w:val="20"/>
                <w:szCs w:val="20"/>
              </w:rPr>
              <w:t>40</w:t>
            </w:r>
            <w:r w:rsidRPr="00E615B0">
              <w:rPr>
                <w:rFonts w:ascii="微软简仿宋" w:eastAsia="微软简仿宋" w:hAnsi="宋体" w:cs="微软简仿宋" w:hint="eastAsia"/>
                <w:color w:val="000000"/>
                <w:kern w:val="0"/>
                <w:sz w:val="20"/>
                <w:szCs w:val="20"/>
              </w:rPr>
              <w:t>商业房屋一二三四五层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镇江大港赵声路购物广场</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镇江市大港新区赵声路幸福广场华润苏果</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镇江</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句容华阳南路社区店</w:t>
            </w:r>
            <w:r w:rsidRPr="00E615B0">
              <w:rPr>
                <w:rFonts w:ascii="微软简仿宋" w:eastAsia="微软简仿宋" w:hAnsi="宋体" w:cs="微软简仿宋"/>
                <w:color w:val="000000"/>
                <w:kern w:val="0"/>
                <w:sz w:val="20"/>
                <w:szCs w:val="20"/>
              </w:rPr>
              <w:t xml:space="preserve"> </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句容市华阳南路中段容城大厦</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海安海洲花园生活超市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中山路</w:t>
            </w:r>
            <w:r w:rsidRPr="00E615B0">
              <w:rPr>
                <w:rFonts w:ascii="微软简仿宋" w:eastAsia="微软简仿宋" w:hAnsi="宋体" w:cs="微软简仿宋"/>
                <w:color w:val="000000"/>
                <w:kern w:val="0"/>
                <w:sz w:val="20"/>
                <w:szCs w:val="20"/>
              </w:rPr>
              <w:t>397</w:t>
            </w:r>
            <w:r w:rsidRPr="00E615B0">
              <w:rPr>
                <w:rFonts w:ascii="微软简仿宋" w:eastAsia="微软简仿宋" w:hAnsi="宋体" w:cs="微软简仿宋" w:hint="eastAsia"/>
                <w:color w:val="000000"/>
                <w:kern w:val="0"/>
                <w:sz w:val="20"/>
                <w:szCs w:val="20"/>
              </w:rPr>
              <w:t>号第一部分</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749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海安车站便利店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海安镇长江中路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海安泰宁花园便利店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安平路</w:t>
            </w:r>
            <w:r w:rsidRPr="00E615B0">
              <w:rPr>
                <w:rFonts w:ascii="微软简仿宋" w:eastAsia="微软简仿宋" w:hAnsi="宋体" w:cs="微软简仿宋"/>
                <w:color w:val="000000"/>
                <w:kern w:val="0"/>
                <w:sz w:val="20"/>
                <w:szCs w:val="20"/>
              </w:rPr>
              <w:t>59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海安中坝北路便利店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中坝北路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-106</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海安金海国际花园便利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中坝南路６６号－１６．１７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南通钟秀路便利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钟秀中路</w:t>
            </w:r>
            <w:r w:rsidRPr="00E615B0">
              <w:rPr>
                <w:rFonts w:ascii="微软简仿宋" w:eastAsia="微软简仿宋" w:hAnsi="宋体" w:cs="微软简仿宋"/>
                <w:color w:val="000000"/>
                <w:kern w:val="0"/>
                <w:sz w:val="20"/>
                <w:szCs w:val="20"/>
              </w:rPr>
              <w:t>40-5</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南通人民中路便利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人民中路</w:t>
            </w:r>
            <w:r w:rsidRPr="00E615B0">
              <w:rPr>
                <w:rFonts w:ascii="微软简仿宋" w:eastAsia="微软简仿宋" w:hAnsi="宋体" w:cs="微软简仿宋"/>
                <w:color w:val="000000"/>
                <w:kern w:val="0"/>
                <w:sz w:val="20"/>
                <w:szCs w:val="20"/>
              </w:rPr>
              <w:t>109-2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启东江海北路便利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江海北路</w:t>
            </w:r>
            <w:r w:rsidRPr="00E615B0">
              <w:rPr>
                <w:rFonts w:ascii="微软简仿宋" w:eastAsia="微软简仿宋" w:hAnsi="宋体" w:cs="微软简仿宋"/>
                <w:color w:val="000000"/>
                <w:kern w:val="0"/>
                <w:sz w:val="20"/>
                <w:szCs w:val="20"/>
              </w:rPr>
              <w:t>1174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启东人民西路便利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汇龙镇人民西路</w:t>
            </w:r>
            <w:r w:rsidRPr="00E615B0">
              <w:rPr>
                <w:rFonts w:ascii="微软简仿宋" w:eastAsia="微软简仿宋" w:hAnsi="宋体" w:cs="微软简仿宋"/>
                <w:color w:val="000000"/>
                <w:kern w:val="0"/>
                <w:sz w:val="20"/>
                <w:szCs w:val="20"/>
              </w:rPr>
              <w:t>959</w:t>
            </w:r>
            <w:r w:rsidRPr="00E615B0">
              <w:rPr>
                <w:rFonts w:ascii="微软简仿宋" w:eastAsia="微软简仿宋" w:hAnsi="宋体" w:cs="微软简仿宋" w:hint="eastAsia"/>
                <w:color w:val="000000"/>
                <w:kern w:val="0"/>
                <w:sz w:val="20"/>
                <w:szCs w:val="20"/>
              </w:rPr>
              <w:t>幢底楼</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海安江海西路西便利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海安镇江海西路西</w:t>
            </w:r>
            <w:r w:rsidRPr="00E615B0">
              <w:rPr>
                <w:rFonts w:ascii="微软简仿宋" w:eastAsia="微软简仿宋" w:hAnsi="宋体" w:cs="微软简仿宋"/>
                <w:color w:val="000000"/>
                <w:kern w:val="0"/>
                <w:sz w:val="20"/>
                <w:szCs w:val="20"/>
              </w:rPr>
              <w:t>69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105-106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海安宁海北路便利店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宁海北路</w:t>
            </w:r>
            <w:r w:rsidRPr="00E615B0">
              <w:rPr>
                <w:rFonts w:ascii="微软简仿宋" w:eastAsia="微软简仿宋" w:hAnsi="宋体" w:cs="微软简仿宋"/>
                <w:color w:val="000000"/>
                <w:kern w:val="0"/>
                <w:sz w:val="20"/>
                <w:szCs w:val="20"/>
              </w:rPr>
              <w:t>5-2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759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南通教育路便利店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学田南苑</w:t>
            </w:r>
            <w:r w:rsidRPr="00E615B0">
              <w:rPr>
                <w:rFonts w:ascii="微软简仿宋" w:eastAsia="微软简仿宋" w:hAnsi="宋体" w:cs="微软简仿宋"/>
                <w:color w:val="000000"/>
                <w:kern w:val="0"/>
                <w:sz w:val="20"/>
                <w:szCs w:val="20"/>
              </w:rPr>
              <w:t>60</w:t>
            </w:r>
            <w:r w:rsidRPr="00E615B0">
              <w:rPr>
                <w:rFonts w:ascii="微软简仿宋" w:eastAsia="微软简仿宋" w:hAnsi="宋体" w:cs="微软简仿宋" w:hint="eastAsia"/>
                <w:color w:val="000000"/>
                <w:kern w:val="0"/>
                <w:sz w:val="20"/>
                <w:szCs w:val="20"/>
              </w:rPr>
              <w:t>幢南综合楼</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海安新宁南路西便利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城东镇新宁南路</w:t>
            </w:r>
            <w:r w:rsidRPr="00E615B0">
              <w:rPr>
                <w:rFonts w:ascii="微软简仿宋" w:eastAsia="微软简仿宋" w:hAnsi="宋体" w:cs="微软简仿宋"/>
                <w:color w:val="000000"/>
                <w:kern w:val="0"/>
                <w:sz w:val="20"/>
                <w:szCs w:val="20"/>
              </w:rPr>
              <w:t>36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海安人民西路西便利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人民西路</w:t>
            </w:r>
            <w:r w:rsidRPr="00E615B0">
              <w:rPr>
                <w:rFonts w:ascii="微软简仿宋" w:eastAsia="微软简仿宋" w:hAnsi="宋体" w:cs="微软简仿宋"/>
                <w:color w:val="000000"/>
                <w:kern w:val="0"/>
                <w:sz w:val="20"/>
                <w:szCs w:val="20"/>
              </w:rPr>
              <w:t>41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海安江海西路东便利店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江海西路</w:t>
            </w:r>
            <w:r w:rsidRPr="00E615B0">
              <w:rPr>
                <w:rFonts w:ascii="微软简仿宋" w:eastAsia="微软简仿宋" w:hAnsi="宋体" w:cs="微软简仿宋"/>
                <w:color w:val="000000"/>
                <w:kern w:val="0"/>
                <w:sz w:val="20"/>
                <w:szCs w:val="20"/>
              </w:rPr>
              <w:t>7-108</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109#</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海安东港国际便利店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海安镇中坝南路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启东江海中路便利店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江海中路</w:t>
            </w:r>
            <w:r w:rsidRPr="00E615B0">
              <w:rPr>
                <w:rFonts w:ascii="微软简仿宋" w:eastAsia="微软简仿宋" w:hAnsi="宋体" w:cs="微软简仿宋"/>
                <w:color w:val="000000"/>
                <w:kern w:val="0"/>
                <w:sz w:val="20"/>
                <w:szCs w:val="20"/>
              </w:rPr>
              <w:t>930</w:t>
            </w:r>
            <w:r w:rsidRPr="00E615B0">
              <w:rPr>
                <w:rFonts w:ascii="微软简仿宋" w:eastAsia="微软简仿宋" w:hAnsi="宋体" w:cs="微软简仿宋" w:hint="eastAsia"/>
                <w:color w:val="000000"/>
                <w:kern w:val="0"/>
                <w:sz w:val="20"/>
                <w:szCs w:val="20"/>
              </w:rPr>
              <w:t>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海安曙光东二路便利店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海安镇曙光东二路</w:t>
            </w:r>
            <w:r w:rsidRPr="00E615B0">
              <w:rPr>
                <w:rFonts w:ascii="微软简仿宋" w:eastAsia="微软简仿宋" w:hAnsi="宋体" w:cs="微软简仿宋"/>
                <w:color w:val="000000"/>
                <w:kern w:val="0"/>
                <w:sz w:val="20"/>
                <w:szCs w:val="20"/>
              </w:rPr>
              <w:t>50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海安奥体新城便利店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海安镇永安南路</w:t>
            </w:r>
            <w:r w:rsidRPr="00E615B0">
              <w:rPr>
                <w:rFonts w:ascii="微软简仿宋" w:eastAsia="微软简仿宋" w:hAnsi="宋体" w:cs="微软简仿宋"/>
                <w:color w:val="000000"/>
                <w:kern w:val="0"/>
                <w:sz w:val="20"/>
                <w:szCs w:val="20"/>
              </w:rPr>
              <w:t>71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启东长江中路便利店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长江中路</w:t>
            </w:r>
            <w:r w:rsidRPr="00E615B0">
              <w:rPr>
                <w:rFonts w:ascii="微软简仿宋" w:eastAsia="微软简仿宋" w:hAnsi="宋体" w:cs="微软简仿宋"/>
                <w:color w:val="000000"/>
                <w:kern w:val="0"/>
                <w:sz w:val="20"/>
                <w:szCs w:val="20"/>
              </w:rPr>
              <w:t>627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海安新陵新村便利店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海安镇江海东路</w:t>
            </w:r>
            <w:r w:rsidRPr="00E615B0">
              <w:rPr>
                <w:rFonts w:ascii="微软简仿宋" w:eastAsia="微软简仿宋" w:hAnsi="宋体" w:cs="微软简仿宋"/>
                <w:color w:val="000000"/>
                <w:kern w:val="0"/>
                <w:sz w:val="20"/>
                <w:szCs w:val="20"/>
              </w:rPr>
              <w:t>50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769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南通鼎典大厦便利店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南大街</w:t>
            </w:r>
            <w:r w:rsidRPr="00E615B0">
              <w:rPr>
                <w:rFonts w:ascii="微软简仿宋" w:eastAsia="微软简仿宋" w:hAnsi="宋体" w:cs="微软简仿宋"/>
                <w:color w:val="000000"/>
                <w:kern w:val="0"/>
                <w:sz w:val="20"/>
                <w:szCs w:val="20"/>
              </w:rPr>
              <w:t>189</w:t>
            </w:r>
            <w:r w:rsidRPr="00E615B0">
              <w:rPr>
                <w:rFonts w:ascii="微软简仿宋" w:eastAsia="微软简仿宋" w:hAnsi="宋体" w:cs="微软简仿宋" w:hint="eastAsia"/>
                <w:color w:val="000000"/>
                <w:kern w:val="0"/>
                <w:sz w:val="20"/>
                <w:szCs w:val="20"/>
              </w:rPr>
              <w:t>号，鼎典大厦</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南通城港路购物广场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南通市港闸区城港路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南通城山路购物广场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南通市崇川区城山路</w:t>
            </w:r>
            <w:r w:rsidRPr="00E615B0">
              <w:rPr>
                <w:rFonts w:ascii="微软简仿宋" w:eastAsia="微软简仿宋" w:hAnsi="宋体" w:cs="微软简仿宋"/>
                <w:color w:val="000000"/>
                <w:kern w:val="0"/>
                <w:sz w:val="20"/>
                <w:szCs w:val="20"/>
              </w:rPr>
              <w:t>100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南通如东青园北路购物广场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南通市如东县掘港镇青园北路</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号苏果如东店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启东东方明珠购物广场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启东市人民中路</w:t>
            </w:r>
            <w:r w:rsidRPr="00E615B0">
              <w:rPr>
                <w:rFonts w:ascii="微软简仿宋" w:eastAsia="微软简仿宋" w:hAnsi="宋体" w:cs="微软简仿宋"/>
                <w:color w:val="000000"/>
                <w:kern w:val="0"/>
                <w:sz w:val="20"/>
                <w:szCs w:val="20"/>
              </w:rPr>
              <w:t>608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海安贵都广场购物广场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南通市海安县长江中路</w:t>
            </w:r>
            <w:r w:rsidRPr="00E615B0">
              <w:rPr>
                <w:rFonts w:ascii="微软简仿宋" w:eastAsia="微软简仿宋" w:hAnsi="宋体" w:cs="微软简仿宋"/>
                <w:color w:val="000000"/>
                <w:kern w:val="0"/>
                <w:sz w:val="20"/>
                <w:szCs w:val="20"/>
              </w:rPr>
              <w:t>93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南通</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海安宁海路购物广场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海安县海安镇曙光东二路七号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沛县正阳路便利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正阳路江南美树馆</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19</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沛县沛中路便利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东风路北侧食品城</w:t>
            </w:r>
            <w:r w:rsidRPr="00E615B0">
              <w:rPr>
                <w:rFonts w:ascii="微软简仿宋" w:eastAsia="微软简仿宋" w:hAnsi="宋体" w:cs="微软简仿宋"/>
                <w:color w:val="000000"/>
                <w:kern w:val="0"/>
                <w:sz w:val="20"/>
                <w:szCs w:val="20"/>
              </w:rPr>
              <w:t>15#</w:t>
            </w:r>
            <w:r w:rsidRPr="00E615B0">
              <w:rPr>
                <w:rFonts w:ascii="微软简仿宋" w:eastAsia="微软简仿宋" w:hAnsi="宋体" w:cs="微软简仿宋" w:hint="eastAsia"/>
                <w:color w:val="000000"/>
                <w:kern w:val="0"/>
                <w:sz w:val="20"/>
                <w:szCs w:val="20"/>
              </w:rPr>
              <w:t>楼</w:t>
            </w:r>
            <w:r w:rsidRPr="00E615B0">
              <w:rPr>
                <w:rFonts w:ascii="微软简仿宋" w:eastAsia="微软简仿宋" w:hAnsi="宋体" w:cs="微软简仿宋"/>
                <w:color w:val="000000"/>
                <w:kern w:val="0"/>
                <w:sz w:val="20"/>
                <w:szCs w:val="20"/>
              </w:rPr>
              <w:t>13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沛县鼓楼街便利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鼓楼小区</w:t>
            </w:r>
            <w:r w:rsidRPr="00E615B0">
              <w:rPr>
                <w:rFonts w:ascii="微软简仿宋" w:eastAsia="微软简仿宋" w:hAnsi="宋体" w:cs="微软简仿宋"/>
                <w:color w:val="000000"/>
                <w:kern w:val="0"/>
                <w:sz w:val="20"/>
                <w:szCs w:val="20"/>
              </w:rPr>
              <w:t>38#</w:t>
            </w:r>
            <w:r w:rsidRPr="00E615B0">
              <w:rPr>
                <w:rFonts w:ascii="微软简仿宋" w:eastAsia="微软简仿宋" w:hAnsi="宋体" w:cs="微软简仿宋" w:hint="eastAsia"/>
                <w:color w:val="000000"/>
                <w:kern w:val="0"/>
                <w:sz w:val="20"/>
                <w:szCs w:val="20"/>
              </w:rPr>
              <w:t>一层</w:t>
            </w:r>
            <w:r w:rsidRPr="00E615B0">
              <w:rPr>
                <w:rFonts w:ascii="微软简仿宋" w:eastAsia="微软简仿宋" w:hAnsi="宋体" w:cs="微软简仿宋"/>
                <w:color w:val="000000"/>
                <w:kern w:val="0"/>
                <w:sz w:val="20"/>
                <w:szCs w:val="20"/>
              </w:rPr>
              <w:t>1#2#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779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沛县子隆小区便利店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子隆九州逸景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楼</w:t>
            </w:r>
            <w:r w:rsidRPr="00E615B0">
              <w:rPr>
                <w:rFonts w:ascii="微软简仿宋" w:eastAsia="微软简仿宋" w:hAnsi="宋体" w:cs="微软简仿宋"/>
                <w:color w:val="000000"/>
                <w:kern w:val="0"/>
                <w:sz w:val="20"/>
                <w:szCs w:val="20"/>
              </w:rPr>
              <w:t>15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徐州苏堤北路便利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苏堤北路苏堤大厦</w:t>
            </w:r>
            <w:r w:rsidRPr="00E615B0">
              <w:rPr>
                <w:rFonts w:ascii="微软简仿宋" w:eastAsia="微软简仿宋" w:hAnsi="宋体" w:cs="微软简仿宋"/>
                <w:color w:val="000000"/>
                <w:kern w:val="0"/>
                <w:sz w:val="20"/>
                <w:szCs w:val="20"/>
              </w:rPr>
              <w:t>105-106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徐州幸福家园便利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淮海西路幸福家园</w:t>
            </w:r>
            <w:r w:rsidRPr="00E615B0">
              <w:rPr>
                <w:rFonts w:ascii="微软简仿宋" w:eastAsia="微软简仿宋" w:hAnsi="宋体" w:cs="微软简仿宋"/>
                <w:color w:val="000000"/>
                <w:kern w:val="0"/>
                <w:sz w:val="20"/>
                <w:szCs w:val="20"/>
              </w:rPr>
              <w:t>5#-1-01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徐州欧洲城广场便利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淮海西路欧洲商城</w:t>
            </w:r>
            <w:r w:rsidRPr="00E615B0">
              <w:rPr>
                <w:rFonts w:ascii="微软简仿宋" w:eastAsia="微软简仿宋" w:hAnsi="宋体" w:cs="微软简仿宋"/>
                <w:color w:val="000000"/>
                <w:kern w:val="0"/>
                <w:sz w:val="20"/>
                <w:szCs w:val="20"/>
              </w:rPr>
              <w:t>C</w:t>
            </w:r>
            <w:r w:rsidRPr="00E615B0">
              <w:rPr>
                <w:rFonts w:ascii="微软简仿宋" w:eastAsia="微软简仿宋" w:hAnsi="宋体" w:cs="微软简仿宋" w:hint="eastAsia"/>
                <w:color w:val="000000"/>
                <w:kern w:val="0"/>
                <w:sz w:val="20"/>
                <w:szCs w:val="20"/>
              </w:rPr>
              <w:t>座</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层</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徐州新生里生活超市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黄河西路</w:t>
            </w:r>
            <w:r w:rsidRPr="00E615B0">
              <w:rPr>
                <w:rFonts w:ascii="微软简仿宋" w:eastAsia="微软简仿宋" w:hAnsi="宋体" w:cs="微软简仿宋"/>
                <w:color w:val="000000"/>
                <w:kern w:val="0"/>
                <w:sz w:val="20"/>
                <w:szCs w:val="20"/>
              </w:rPr>
              <w:t>111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4#1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徐州郭庄公路便利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绿地世纪城二期西门</w:t>
            </w:r>
            <w:r w:rsidRPr="00E615B0">
              <w:rPr>
                <w:rFonts w:ascii="微软简仿宋" w:eastAsia="微软简仿宋" w:hAnsi="宋体" w:cs="微软简仿宋"/>
                <w:color w:val="000000"/>
                <w:kern w:val="0"/>
                <w:sz w:val="20"/>
                <w:szCs w:val="20"/>
              </w:rPr>
              <w:t>166</w:t>
            </w:r>
            <w:r w:rsidRPr="00E615B0">
              <w:rPr>
                <w:rFonts w:ascii="微软简仿宋" w:eastAsia="微软简仿宋" w:hAnsi="宋体" w:cs="微软简仿宋" w:hint="eastAsia"/>
                <w:color w:val="000000"/>
                <w:kern w:val="0"/>
                <w:sz w:val="20"/>
                <w:szCs w:val="20"/>
              </w:rPr>
              <w:t>商铺华润苏果超市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徐州庆丰路便利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庆丰路西绿地世纪城</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期</w:t>
            </w:r>
            <w:r w:rsidRPr="00E615B0">
              <w:rPr>
                <w:rFonts w:ascii="微软简仿宋" w:eastAsia="微软简仿宋" w:hAnsi="宋体" w:cs="微软简仿宋"/>
                <w:color w:val="000000"/>
                <w:kern w:val="0"/>
                <w:sz w:val="20"/>
                <w:szCs w:val="20"/>
              </w:rPr>
              <w:t>B221</w:t>
            </w:r>
            <w:r w:rsidRPr="00E615B0">
              <w:rPr>
                <w:rFonts w:ascii="微软简仿宋" w:eastAsia="微软简仿宋" w:hAnsi="宋体" w:cs="微软简仿宋" w:hint="eastAsia"/>
                <w:color w:val="000000"/>
                <w:kern w:val="0"/>
                <w:sz w:val="20"/>
                <w:szCs w:val="20"/>
              </w:rPr>
              <w:t>座一层</w:t>
            </w:r>
            <w:r w:rsidRPr="00E615B0">
              <w:rPr>
                <w:rFonts w:ascii="微软简仿宋" w:eastAsia="微软简仿宋" w:hAnsi="宋体" w:cs="微软简仿宋"/>
                <w:color w:val="000000"/>
                <w:kern w:val="0"/>
                <w:sz w:val="20"/>
                <w:szCs w:val="20"/>
              </w:rPr>
              <w:t>249</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徐州民富园便利店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民富园小区西门汉景大道</w:t>
            </w:r>
            <w:r w:rsidRPr="00E615B0">
              <w:rPr>
                <w:rFonts w:ascii="微软简仿宋" w:eastAsia="微软简仿宋" w:hAnsi="宋体" w:cs="微软简仿宋"/>
                <w:color w:val="000000"/>
                <w:kern w:val="0"/>
                <w:sz w:val="20"/>
                <w:szCs w:val="20"/>
              </w:rPr>
              <w:t>8-7</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徐州水漫桥路便利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水漫桥路</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金泰小区商办楼一幢沿街门面</w:t>
            </w:r>
            <w:r w:rsidRPr="00E615B0">
              <w:rPr>
                <w:rFonts w:ascii="微软简仿宋" w:eastAsia="微软简仿宋" w:hAnsi="宋体" w:cs="微软简仿宋"/>
                <w:color w:val="000000"/>
                <w:kern w:val="0"/>
                <w:sz w:val="20"/>
                <w:szCs w:val="20"/>
              </w:rPr>
              <w:t>1-2#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徐州民主路生活超市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民主路</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789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沛县沛城矿便利店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沛城矿综合楼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沛县实验小学便利店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东风路一运商住楼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沛县香港街便利店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金贸广场</w:t>
            </w:r>
            <w:r w:rsidRPr="00E615B0">
              <w:rPr>
                <w:rFonts w:ascii="微软简仿宋" w:eastAsia="微软简仿宋" w:hAnsi="宋体" w:cs="微软简仿宋"/>
                <w:color w:val="000000"/>
                <w:kern w:val="0"/>
                <w:sz w:val="20"/>
                <w:szCs w:val="20"/>
              </w:rPr>
              <w:t>27#</w:t>
            </w:r>
            <w:r w:rsidRPr="00E615B0">
              <w:rPr>
                <w:rFonts w:ascii="微软简仿宋" w:eastAsia="微软简仿宋" w:hAnsi="宋体" w:cs="微软简仿宋" w:hint="eastAsia"/>
                <w:color w:val="000000"/>
                <w:kern w:val="0"/>
                <w:sz w:val="20"/>
                <w:szCs w:val="20"/>
              </w:rPr>
              <w:t>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徐州弘润园便利店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绿地世纪城二期西门</w:t>
            </w:r>
            <w:r w:rsidRPr="00E615B0">
              <w:rPr>
                <w:rFonts w:ascii="微软简仿宋" w:eastAsia="微软简仿宋" w:hAnsi="宋体" w:cs="微软简仿宋"/>
                <w:color w:val="000000"/>
                <w:kern w:val="0"/>
                <w:sz w:val="20"/>
                <w:szCs w:val="20"/>
              </w:rPr>
              <w:t>166</w:t>
            </w:r>
            <w:r w:rsidRPr="00E615B0">
              <w:rPr>
                <w:rFonts w:ascii="微软简仿宋" w:eastAsia="微软简仿宋" w:hAnsi="宋体" w:cs="微软简仿宋" w:hint="eastAsia"/>
                <w:color w:val="000000"/>
                <w:kern w:val="0"/>
                <w:sz w:val="20"/>
                <w:szCs w:val="20"/>
              </w:rPr>
              <w:t>商铺华润苏果超市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徐州永嘉花园便利店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永嘉花园</w:t>
            </w:r>
            <w:r w:rsidRPr="00E615B0">
              <w:rPr>
                <w:rFonts w:ascii="微软简仿宋" w:eastAsia="微软简仿宋" w:hAnsi="宋体" w:cs="微软简仿宋"/>
                <w:color w:val="000000"/>
                <w:kern w:val="0"/>
                <w:sz w:val="20"/>
                <w:szCs w:val="20"/>
              </w:rPr>
              <w:t>20-1-102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丰县解放东路便利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解放东路凤凰嘉园南</w:t>
            </w:r>
            <w:r w:rsidRPr="00E615B0">
              <w:rPr>
                <w:rFonts w:ascii="微软简仿宋" w:eastAsia="微软简仿宋" w:hAnsi="宋体" w:cs="微软简仿宋"/>
                <w:color w:val="000000"/>
                <w:kern w:val="0"/>
                <w:sz w:val="20"/>
                <w:szCs w:val="20"/>
              </w:rPr>
              <w:t>6#1-1013,1-1014</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徐州上海路便利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学苑路北、上海路西</w:t>
            </w:r>
            <w:r w:rsidRPr="00E615B0">
              <w:rPr>
                <w:rFonts w:ascii="微软简仿宋" w:eastAsia="微软简仿宋" w:hAnsi="宋体" w:cs="微软简仿宋"/>
                <w:color w:val="000000"/>
                <w:kern w:val="0"/>
                <w:sz w:val="20"/>
                <w:szCs w:val="20"/>
              </w:rPr>
              <w:t>179#</w:t>
            </w:r>
            <w:r w:rsidRPr="00E615B0">
              <w:rPr>
                <w:rFonts w:ascii="微软简仿宋" w:eastAsia="微软简仿宋" w:hAnsi="宋体" w:cs="微软简仿宋" w:hint="eastAsia"/>
                <w:color w:val="000000"/>
                <w:kern w:val="0"/>
                <w:sz w:val="20"/>
                <w:szCs w:val="20"/>
              </w:rPr>
              <w:t>商住楼</w:t>
            </w:r>
            <w:r w:rsidRPr="00E615B0">
              <w:rPr>
                <w:rFonts w:ascii="微软简仿宋" w:eastAsia="微软简仿宋" w:hAnsi="宋体" w:cs="微软简仿宋"/>
                <w:color w:val="000000"/>
                <w:kern w:val="0"/>
                <w:sz w:val="20"/>
                <w:szCs w:val="20"/>
              </w:rPr>
              <w:t>179#</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181#-101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沛县江南山水便利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江南山水小区东风东路</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沛县紫荆花园便利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正阳南路紫荆花园便利店门面房</w:t>
            </w:r>
            <w:r w:rsidRPr="00E615B0">
              <w:rPr>
                <w:rFonts w:ascii="微软简仿宋" w:eastAsia="微软简仿宋" w:hAnsi="宋体" w:cs="微软简仿宋"/>
                <w:color w:val="000000"/>
                <w:kern w:val="0"/>
                <w:sz w:val="20"/>
                <w:szCs w:val="20"/>
              </w:rPr>
              <w:t>40#-41#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丰县汉城便利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凤城镇汉城东</w:t>
            </w:r>
            <w:r w:rsidRPr="00E615B0">
              <w:rPr>
                <w:rFonts w:ascii="微软简仿宋" w:eastAsia="微软简仿宋" w:hAnsi="宋体" w:cs="微软简仿宋"/>
                <w:color w:val="000000"/>
                <w:kern w:val="0"/>
                <w:sz w:val="20"/>
                <w:szCs w:val="20"/>
              </w:rPr>
              <w:t>B</w:t>
            </w:r>
            <w:r w:rsidRPr="00E615B0">
              <w:rPr>
                <w:rFonts w:ascii="微软简仿宋" w:eastAsia="微软简仿宋" w:hAnsi="宋体" w:cs="微软简仿宋" w:hint="eastAsia"/>
                <w:color w:val="000000"/>
                <w:kern w:val="0"/>
                <w:sz w:val="20"/>
                <w:szCs w:val="20"/>
              </w:rPr>
              <w:t>区</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799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徐州金山桥便利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经济开发区金桥路</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徐州纺织东路便利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二环西路以东荣景盛苑</w:t>
            </w:r>
            <w:r w:rsidRPr="00E615B0">
              <w:rPr>
                <w:rFonts w:ascii="微软简仿宋" w:eastAsia="微软简仿宋" w:hAnsi="宋体" w:cs="微软简仿宋"/>
                <w:color w:val="000000"/>
                <w:kern w:val="0"/>
                <w:sz w:val="20"/>
                <w:szCs w:val="20"/>
              </w:rPr>
              <w:t>A</w:t>
            </w:r>
            <w:r w:rsidRPr="00E615B0">
              <w:rPr>
                <w:rFonts w:ascii="微软简仿宋" w:eastAsia="微软简仿宋" w:hAnsi="宋体" w:cs="微软简仿宋" w:hint="eastAsia"/>
                <w:color w:val="000000"/>
                <w:kern w:val="0"/>
                <w:sz w:val="20"/>
                <w:szCs w:val="20"/>
              </w:rPr>
              <w:t>区</w:t>
            </w:r>
            <w:r w:rsidRPr="00E615B0">
              <w:rPr>
                <w:rFonts w:ascii="微软简仿宋" w:eastAsia="微软简仿宋" w:hAnsi="宋体" w:cs="微软简仿宋"/>
                <w:color w:val="000000"/>
                <w:kern w:val="0"/>
                <w:sz w:val="20"/>
                <w:szCs w:val="20"/>
              </w:rPr>
              <w:t>4-1-102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沛县人民医院便利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沛屯大道金凤凰建材装饰城</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沛县汉台路便利店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汉台路</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号门面房（沛县汽车站北门）</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徐州复兴北路二便利店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复兴北路</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号米兰花酒店北侧门面房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徐州世贸东都便利店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世茂汉之源东区（</w:t>
            </w:r>
            <w:r w:rsidRPr="00E615B0">
              <w:rPr>
                <w:rFonts w:ascii="微软简仿宋" w:eastAsia="微软简仿宋" w:hAnsi="宋体" w:cs="微软简仿宋"/>
                <w:color w:val="000000"/>
                <w:kern w:val="0"/>
                <w:sz w:val="20"/>
                <w:szCs w:val="20"/>
              </w:rPr>
              <w:t>E</w:t>
            </w:r>
            <w:r w:rsidRPr="00E615B0">
              <w:rPr>
                <w:rFonts w:ascii="微软简仿宋" w:eastAsia="微软简仿宋" w:hAnsi="宋体" w:cs="微软简仿宋" w:hint="eastAsia"/>
                <w:color w:val="000000"/>
                <w:kern w:val="0"/>
                <w:sz w:val="20"/>
                <w:szCs w:val="20"/>
              </w:rPr>
              <w:t>区</w:t>
            </w:r>
            <w:r w:rsidRPr="00E615B0">
              <w:rPr>
                <w:rFonts w:ascii="微软简仿宋" w:eastAsia="微软简仿宋" w:hAnsi="宋体" w:cs="微软简仿宋"/>
                <w:color w:val="000000"/>
                <w:kern w:val="0"/>
                <w:sz w:val="20"/>
                <w:szCs w:val="20"/>
              </w:rPr>
              <w:t>11#-1-103</w:t>
            </w:r>
            <w:r w:rsidRPr="00E615B0">
              <w:rPr>
                <w:rFonts w:ascii="微软简仿宋" w:eastAsia="微软简仿宋" w:hAnsi="宋体" w:cs="微软简仿宋" w:hint="eastAsia"/>
                <w:color w:val="000000"/>
                <w:kern w:val="0"/>
                <w:sz w:val="20"/>
                <w:szCs w:val="20"/>
              </w:rPr>
              <w:t>）</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徐州奎山中街便利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奎山中街北楼</w:t>
            </w:r>
            <w:r w:rsidRPr="00E615B0">
              <w:rPr>
                <w:rFonts w:ascii="微软简仿宋" w:eastAsia="微软简仿宋" w:hAnsi="宋体" w:cs="微软简仿宋"/>
                <w:color w:val="000000"/>
                <w:kern w:val="0"/>
                <w:sz w:val="20"/>
                <w:szCs w:val="20"/>
              </w:rPr>
              <w:t>1-101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徐州尚仕名邸便利店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和平大道北尚仕名邸</w:t>
            </w:r>
            <w:r w:rsidRPr="00E615B0">
              <w:rPr>
                <w:rFonts w:ascii="微软简仿宋" w:eastAsia="微软简仿宋" w:hAnsi="宋体" w:cs="微软简仿宋"/>
                <w:color w:val="000000"/>
                <w:kern w:val="0"/>
                <w:sz w:val="20"/>
                <w:szCs w:val="20"/>
              </w:rPr>
              <w:t>S1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1-103-106</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沛县金地小区便利店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金地御小区</w:t>
            </w:r>
            <w:r w:rsidRPr="00E615B0">
              <w:rPr>
                <w:rFonts w:ascii="微软简仿宋" w:eastAsia="微软简仿宋" w:hAnsi="宋体" w:cs="微软简仿宋"/>
                <w:color w:val="000000"/>
                <w:kern w:val="0"/>
                <w:sz w:val="20"/>
                <w:szCs w:val="20"/>
              </w:rPr>
              <w:t>5-21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徐州滨湖御景湾便利店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御景路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号滨湖御景湾</w:t>
            </w:r>
            <w:r w:rsidRPr="00E615B0">
              <w:rPr>
                <w:rFonts w:ascii="微软简仿宋" w:eastAsia="微软简仿宋" w:hAnsi="宋体" w:cs="微软简仿宋"/>
                <w:color w:val="000000"/>
                <w:kern w:val="0"/>
                <w:sz w:val="20"/>
                <w:szCs w:val="20"/>
              </w:rPr>
              <w:t>S4</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113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114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115</w:t>
            </w:r>
            <w:r w:rsidRPr="00E615B0">
              <w:rPr>
                <w:rFonts w:ascii="微软简仿宋" w:eastAsia="微软简仿宋" w:hAnsi="宋体" w:cs="微软简仿宋" w:hint="eastAsia"/>
                <w:color w:val="000000"/>
                <w:kern w:val="0"/>
                <w:sz w:val="20"/>
                <w:szCs w:val="20"/>
              </w:rPr>
              <w:t>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809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徐州城置国际花园城便利店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城置国际花园城</w:t>
            </w:r>
            <w:r w:rsidRPr="00E615B0">
              <w:rPr>
                <w:rFonts w:ascii="微软简仿宋" w:eastAsia="微软简仿宋" w:hAnsi="宋体" w:cs="微软简仿宋"/>
                <w:color w:val="000000"/>
                <w:kern w:val="0"/>
                <w:sz w:val="20"/>
                <w:szCs w:val="20"/>
              </w:rPr>
              <w:t>27-106.107.108</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徐州湖光山色便利店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湖光山色北区</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1-104</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徐州金山路便利店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金山东路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层东侧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徐州金山东路便利店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金山东路</w:t>
            </w:r>
            <w:r w:rsidRPr="00E615B0">
              <w:rPr>
                <w:rFonts w:ascii="微软简仿宋" w:eastAsia="微软简仿宋" w:hAnsi="宋体" w:cs="微软简仿宋"/>
                <w:color w:val="000000"/>
                <w:kern w:val="0"/>
                <w:sz w:val="20"/>
                <w:szCs w:val="20"/>
              </w:rPr>
              <w:t>20</w:t>
            </w:r>
            <w:r w:rsidRPr="00E615B0">
              <w:rPr>
                <w:rFonts w:ascii="微软简仿宋" w:eastAsia="微软简仿宋" w:hAnsi="宋体" w:cs="微软简仿宋" w:hint="eastAsia"/>
                <w:color w:val="000000"/>
                <w:kern w:val="0"/>
                <w:sz w:val="20"/>
                <w:szCs w:val="20"/>
              </w:rPr>
              <w:t>号泰山营房</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号门</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徐州小坝山便利店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铜山路</w:t>
            </w:r>
            <w:r w:rsidRPr="00E615B0">
              <w:rPr>
                <w:rFonts w:ascii="微软简仿宋" w:eastAsia="微软简仿宋" w:hAnsi="宋体" w:cs="微软简仿宋"/>
                <w:color w:val="000000"/>
                <w:kern w:val="0"/>
                <w:sz w:val="20"/>
                <w:szCs w:val="20"/>
              </w:rPr>
              <w:t>250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徐州乔家湖便利店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长山村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号乔家湖部队院内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徐州沈孟路便利店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沈孟路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沛县歌风路便利店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人民医院南侧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丰县名仕花园便利店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名仕花园商铺</w:t>
            </w:r>
            <w:r w:rsidRPr="00E615B0">
              <w:rPr>
                <w:rFonts w:ascii="微软简仿宋" w:eastAsia="微软简仿宋" w:hAnsi="宋体" w:cs="微软简仿宋"/>
                <w:color w:val="000000"/>
                <w:kern w:val="0"/>
                <w:sz w:val="20"/>
                <w:szCs w:val="20"/>
              </w:rPr>
              <w:t>1-10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丰县荟苑商厦便利店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中阳大道荟苑商厦</w:t>
            </w:r>
            <w:r w:rsidRPr="00E615B0">
              <w:rPr>
                <w:rFonts w:ascii="微软简仿宋" w:eastAsia="微软简仿宋" w:hAnsi="宋体" w:cs="微软简仿宋"/>
                <w:color w:val="000000"/>
                <w:kern w:val="0"/>
                <w:sz w:val="20"/>
                <w:szCs w:val="20"/>
              </w:rPr>
              <w:t>7-8</w:t>
            </w:r>
            <w:r w:rsidRPr="00E615B0">
              <w:rPr>
                <w:rFonts w:ascii="微软简仿宋" w:eastAsia="微软简仿宋" w:hAnsi="宋体" w:cs="微软简仿宋" w:hint="eastAsia"/>
                <w:color w:val="000000"/>
                <w:kern w:val="0"/>
                <w:sz w:val="20"/>
                <w:szCs w:val="20"/>
              </w:rPr>
              <w:t>间门面房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819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徐州马山营房便利店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伏山村</w:t>
            </w:r>
            <w:r w:rsidRPr="00E615B0">
              <w:rPr>
                <w:rFonts w:ascii="微软简仿宋" w:eastAsia="微软简仿宋" w:hAnsi="宋体" w:cs="微软简仿宋"/>
                <w:color w:val="000000"/>
                <w:kern w:val="0"/>
                <w:sz w:val="20"/>
                <w:szCs w:val="20"/>
              </w:rPr>
              <w:t>188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徐州立达路便利店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立达路</w:t>
            </w:r>
            <w:r w:rsidRPr="00E615B0">
              <w:rPr>
                <w:rFonts w:ascii="微软简仿宋" w:eastAsia="微软简仿宋" w:hAnsi="宋体" w:cs="微软简仿宋"/>
                <w:color w:val="000000"/>
                <w:kern w:val="0"/>
                <w:sz w:val="20"/>
                <w:szCs w:val="20"/>
              </w:rPr>
              <w:t>5#5</w:t>
            </w:r>
            <w:r w:rsidRPr="00E615B0">
              <w:rPr>
                <w:rFonts w:ascii="微软简仿宋" w:eastAsia="微软简仿宋" w:hAnsi="宋体" w:cs="微软简仿宋" w:hint="eastAsia"/>
                <w:color w:val="000000"/>
                <w:kern w:val="0"/>
                <w:sz w:val="20"/>
                <w:szCs w:val="20"/>
              </w:rPr>
              <w:t>厅一层门面房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徐州团结路便利店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团结路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徐州绅士花园便利店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建国路</w:t>
            </w:r>
            <w:r w:rsidRPr="00E615B0">
              <w:rPr>
                <w:rFonts w:ascii="微软简仿宋" w:eastAsia="微软简仿宋" w:hAnsi="宋体" w:cs="微软简仿宋"/>
                <w:color w:val="000000"/>
                <w:kern w:val="0"/>
                <w:sz w:val="20"/>
                <w:szCs w:val="20"/>
              </w:rPr>
              <w:t>45</w:t>
            </w:r>
            <w:r w:rsidRPr="00E615B0">
              <w:rPr>
                <w:rFonts w:ascii="微软简仿宋" w:eastAsia="微软简仿宋" w:hAnsi="宋体" w:cs="微软简仿宋" w:hint="eastAsia"/>
                <w:color w:val="000000"/>
                <w:kern w:val="0"/>
                <w:sz w:val="20"/>
                <w:szCs w:val="20"/>
              </w:rPr>
              <w:t>号绅士花园小区门口</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沛县香城中路便利店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香城路东侧规划办南侧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徐州风尚米兰便利店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中山北路东风尚米兰商业门面</w:t>
            </w:r>
            <w:r w:rsidRPr="00E615B0">
              <w:rPr>
                <w:rFonts w:ascii="微软简仿宋" w:eastAsia="微软简仿宋" w:hAnsi="宋体" w:cs="微软简仿宋"/>
                <w:color w:val="000000"/>
                <w:kern w:val="0"/>
                <w:sz w:val="20"/>
                <w:szCs w:val="20"/>
              </w:rPr>
              <w:t xml:space="preserve">D </w:t>
            </w:r>
            <w:r w:rsidRPr="00E615B0">
              <w:rPr>
                <w:rFonts w:ascii="微软简仿宋" w:eastAsia="微软简仿宋" w:hAnsi="宋体" w:cs="微软简仿宋" w:hint="eastAsia"/>
                <w:color w:val="000000"/>
                <w:kern w:val="0"/>
                <w:sz w:val="20"/>
                <w:szCs w:val="20"/>
              </w:rPr>
              <w:t>区</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-01</w:t>
            </w:r>
            <w:r w:rsidRPr="00E615B0">
              <w:rPr>
                <w:rFonts w:ascii="微软简仿宋" w:eastAsia="微软简仿宋" w:hAnsi="宋体" w:cs="微软简仿宋" w:hint="eastAsia"/>
                <w:color w:val="000000"/>
                <w:kern w:val="0"/>
                <w:sz w:val="20"/>
                <w:szCs w:val="20"/>
              </w:rPr>
              <w:t>单元门面房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徐州复兴南路便利店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复兴南路</w:t>
            </w:r>
            <w:r w:rsidRPr="00E615B0">
              <w:rPr>
                <w:rFonts w:ascii="微软简仿宋" w:eastAsia="微软简仿宋" w:hAnsi="宋体" w:cs="微软简仿宋"/>
                <w:color w:val="000000"/>
                <w:kern w:val="0"/>
                <w:sz w:val="20"/>
                <w:szCs w:val="20"/>
              </w:rPr>
              <w:t>123</w:t>
            </w:r>
            <w:r w:rsidRPr="00E615B0">
              <w:rPr>
                <w:rFonts w:ascii="微软简仿宋" w:eastAsia="微软简仿宋" w:hAnsi="宋体" w:cs="微软简仿宋" w:hint="eastAsia"/>
                <w:color w:val="000000"/>
                <w:kern w:val="0"/>
                <w:sz w:val="20"/>
                <w:szCs w:val="20"/>
              </w:rPr>
              <w:t>号天桥商厦</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新沂北营区便利店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郯新路双拥招待所北</w:t>
            </w:r>
            <w:r w:rsidRPr="00E615B0">
              <w:rPr>
                <w:rFonts w:ascii="微软简仿宋" w:eastAsia="微软简仿宋" w:hAnsi="宋体" w:cs="微软简仿宋"/>
                <w:color w:val="000000"/>
                <w:kern w:val="0"/>
                <w:sz w:val="20"/>
                <w:szCs w:val="20"/>
              </w:rPr>
              <w:t>08</w:t>
            </w:r>
            <w:r w:rsidRPr="00E615B0">
              <w:rPr>
                <w:rFonts w:ascii="微软简仿宋" w:eastAsia="微软简仿宋" w:hAnsi="宋体" w:cs="微软简仿宋" w:hint="eastAsia"/>
                <w:color w:val="000000"/>
                <w:kern w:val="0"/>
                <w:sz w:val="20"/>
                <w:szCs w:val="20"/>
              </w:rPr>
              <w:t>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新沂旅部营区便利店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郯新路翠屏嘉苑对面旅部</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新沂东营区便利店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新安镇长城路</w:t>
            </w:r>
            <w:r w:rsidRPr="00E615B0">
              <w:rPr>
                <w:rFonts w:ascii="微软简仿宋" w:eastAsia="微软简仿宋" w:hAnsi="宋体" w:cs="微软简仿宋"/>
                <w:color w:val="000000"/>
                <w:kern w:val="0"/>
                <w:sz w:val="20"/>
                <w:szCs w:val="20"/>
              </w:rPr>
              <w:t>19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829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新沂南营区便利店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新安镇嶂仓村坦克团部队</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沛县大屯上海路标超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147</w:t>
            </w:r>
            <w:r w:rsidRPr="00E615B0">
              <w:rPr>
                <w:rFonts w:ascii="微软简仿宋" w:eastAsia="微软简仿宋" w:hAnsi="宋体" w:cs="微软简仿宋" w:hint="eastAsia"/>
                <w:color w:val="000000"/>
                <w:kern w:val="0"/>
                <w:sz w:val="20"/>
                <w:szCs w:val="20"/>
              </w:rPr>
              <w:t>勘探队家属基地商住楼房屋一层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沛县五州新天地生活超市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香城路</w:t>
            </w:r>
            <w:r w:rsidRPr="00E615B0">
              <w:rPr>
                <w:rFonts w:ascii="微软简仿宋" w:eastAsia="微软简仿宋" w:hAnsi="宋体" w:cs="微软简仿宋"/>
                <w:color w:val="000000"/>
                <w:kern w:val="0"/>
                <w:sz w:val="20"/>
                <w:szCs w:val="20"/>
              </w:rPr>
              <w:t>50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徐州滨湖花园生活超市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湖北路</w:t>
            </w:r>
            <w:r w:rsidRPr="00E615B0">
              <w:rPr>
                <w:rFonts w:ascii="微软简仿宋" w:eastAsia="微软简仿宋" w:hAnsi="宋体" w:cs="微软简仿宋"/>
                <w:color w:val="000000"/>
                <w:kern w:val="0"/>
                <w:sz w:val="20"/>
                <w:szCs w:val="20"/>
              </w:rPr>
              <w:t>66</w:t>
            </w:r>
            <w:r w:rsidRPr="00E615B0">
              <w:rPr>
                <w:rFonts w:ascii="微软简仿宋" w:eastAsia="微软简仿宋" w:hAnsi="宋体" w:cs="微软简仿宋" w:hint="eastAsia"/>
                <w:color w:val="000000"/>
                <w:kern w:val="0"/>
                <w:sz w:val="20"/>
                <w:szCs w:val="20"/>
              </w:rPr>
              <w:t>号滨湖花园</w:t>
            </w:r>
            <w:r w:rsidRPr="00E615B0">
              <w:rPr>
                <w:rFonts w:ascii="微软简仿宋" w:eastAsia="微软简仿宋" w:hAnsi="宋体" w:cs="微软简仿宋"/>
                <w:color w:val="000000"/>
                <w:kern w:val="0"/>
                <w:sz w:val="20"/>
                <w:szCs w:val="20"/>
              </w:rPr>
              <w:t>B</w:t>
            </w:r>
            <w:r w:rsidRPr="00E615B0">
              <w:rPr>
                <w:rFonts w:ascii="微软简仿宋" w:eastAsia="微软简仿宋" w:hAnsi="宋体" w:cs="微软简仿宋" w:hint="eastAsia"/>
                <w:color w:val="000000"/>
                <w:kern w:val="0"/>
                <w:sz w:val="20"/>
                <w:szCs w:val="20"/>
              </w:rPr>
              <w:t>区门面房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徐州荣景路标超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徐州市二环西路荣景路</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沛县汉城路生活超市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沛县汉城路中段维多利亚商场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徐州坝子街购物广场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徐州二环路与坝子街交叉口福源广场负一楼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徐州下淀路购物广场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徐州市鼓楼区下淀路南侧广山路东侧香槟城商业项目负一层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沛县汉城路城投国际购物广场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徐州市沛县汉城路城投国际购物广场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沛县汉源大道社区店</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徐州市沛县东风中路</w:t>
            </w:r>
            <w:r w:rsidRPr="00E615B0">
              <w:rPr>
                <w:rFonts w:ascii="微软简仿宋" w:eastAsia="微软简仿宋" w:hAnsi="宋体" w:cs="微软简仿宋"/>
                <w:color w:val="000000"/>
                <w:kern w:val="0"/>
                <w:sz w:val="20"/>
                <w:szCs w:val="20"/>
              </w:rPr>
              <w:t>89</w:t>
            </w:r>
            <w:r w:rsidRPr="00E615B0">
              <w:rPr>
                <w:rFonts w:ascii="微软简仿宋" w:eastAsia="微软简仿宋" w:hAnsi="宋体" w:cs="微软简仿宋" w:hint="eastAsia"/>
                <w:color w:val="000000"/>
                <w:kern w:val="0"/>
                <w:sz w:val="20"/>
                <w:szCs w:val="20"/>
              </w:rPr>
              <w:t>号龙城国际苏果超市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839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徐州睢宁八一路购物广场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徐州市睢宁县睢城镇八一路万象天地</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丰县人民路购物广场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徐州市丰县人民路华地第一街区</w:t>
            </w:r>
            <w:r w:rsidRPr="00E615B0">
              <w:rPr>
                <w:rFonts w:ascii="微软简仿宋" w:eastAsia="微软简仿宋" w:hAnsi="宋体" w:cs="微软简仿宋"/>
                <w:color w:val="000000"/>
                <w:kern w:val="0"/>
                <w:sz w:val="20"/>
                <w:szCs w:val="20"/>
              </w:rPr>
              <w:t>75-1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大丰育红中路便利店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育红中交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大丰益民路便利店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益民路舜景名府</w:t>
            </w:r>
            <w:r w:rsidRPr="00E615B0">
              <w:rPr>
                <w:rFonts w:ascii="微软简仿宋" w:eastAsia="微软简仿宋" w:hAnsi="宋体" w:cs="微软简仿宋"/>
                <w:color w:val="000000"/>
                <w:kern w:val="0"/>
                <w:sz w:val="20"/>
                <w:szCs w:val="20"/>
              </w:rPr>
              <w:t>119</w:t>
            </w:r>
            <w:r w:rsidRPr="00E615B0">
              <w:rPr>
                <w:rFonts w:ascii="微软简仿宋" w:eastAsia="微软简仿宋" w:hAnsi="宋体" w:cs="微软简仿宋" w:hint="eastAsia"/>
                <w:color w:val="000000"/>
                <w:kern w:val="0"/>
                <w:sz w:val="20"/>
                <w:szCs w:val="20"/>
              </w:rPr>
              <w:t>和</w:t>
            </w:r>
            <w:r w:rsidRPr="00E615B0">
              <w:rPr>
                <w:rFonts w:ascii="微软简仿宋" w:eastAsia="微软简仿宋" w:hAnsi="宋体" w:cs="微软简仿宋"/>
                <w:color w:val="000000"/>
                <w:kern w:val="0"/>
                <w:sz w:val="20"/>
                <w:szCs w:val="20"/>
              </w:rPr>
              <w:t>120</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大丰健康东路便利店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健康东路</w:t>
            </w:r>
            <w:r w:rsidRPr="00E615B0">
              <w:rPr>
                <w:rFonts w:ascii="微软简仿宋" w:eastAsia="微软简仿宋" w:hAnsi="宋体" w:cs="微软简仿宋"/>
                <w:color w:val="000000"/>
                <w:kern w:val="0"/>
                <w:sz w:val="20"/>
                <w:szCs w:val="20"/>
              </w:rPr>
              <w:t>79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盐城文港路便利店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文港路</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号和风雅居</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盐城永宁路便利店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永宁路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盐城盛世豪庭便利店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人民南路盛世豪庭</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室商铺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盐城五星村便利店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文港南路</w:t>
            </w:r>
            <w:r w:rsidRPr="00E615B0">
              <w:rPr>
                <w:rFonts w:ascii="微软简仿宋" w:eastAsia="微软简仿宋" w:hAnsi="宋体" w:cs="微软简仿宋"/>
                <w:color w:val="000000"/>
                <w:kern w:val="0"/>
                <w:sz w:val="20"/>
                <w:szCs w:val="20"/>
              </w:rPr>
              <w:t>69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盐城工农路便利店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工农路西侧农科花苑</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849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盐城桃源居便利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潘黄镇杨坝居委会桃源居</w:t>
            </w:r>
            <w:r w:rsidRPr="00E615B0">
              <w:rPr>
                <w:rFonts w:ascii="微软简仿宋" w:eastAsia="微软简仿宋" w:hAnsi="宋体" w:cs="微软简仿宋"/>
                <w:color w:val="000000"/>
                <w:kern w:val="0"/>
                <w:sz w:val="20"/>
                <w:szCs w:val="20"/>
              </w:rPr>
              <w:t>A-5</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A-8</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06</w:t>
            </w:r>
            <w:r w:rsidRPr="00E615B0">
              <w:rPr>
                <w:rFonts w:ascii="微软简仿宋" w:eastAsia="微软简仿宋" w:hAnsi="宋体" w:cs="微软简仿宋" w:hint="eastAsia"/>
                <w:color w:val="000000"/>
                <w:kern w:val="0"/>
                <w:sz w:val="20"/>
                <w:szCs w:val="20"/>
              </w:rPr>
              <w:t>室从东往西第</w:t>
            </w:r>
            <w:r w:rsidRPr="00E615B0">
              <w:rPr>
                <w:rFonts w:ascii="微软简仿宋" w:eastAsia="微软简仿宋" w:hAnsi="宋体" w:cs="微软简仿宋"/>
                <w:color w:val="000000"/>
                <w:kern w:val="0"/>
                <w:sz w:val="20"/>
                <w:szCs w:val="20"/>
              </w:rPr>
              <w:t>2-4</w:t>
            </w:r>
            <w:r w:rsidRPr="00E615B0">
              <w:rPr>
                <w:rFonts w:ascii="微软简仿宋" w:eastAsia="微软简仿宋" w:hAnsi="宋体" w:cs="微软简仿宋" w:hint="eastAsia"/>
                <w:color w:val="000000"/>
                <w:kern w:val="0"/>
                <w:sz w:val="20"/>
                <w:szCs w:val="20"/>
              </w:rPr>
              <w:t>间商铺及从东往西第</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间辅助房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射阳双拥北路便利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合德镇新天地广场</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号地块</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号商店</w:t>
            </w:r>
            <w:r w:rsidRPr="00E615B0">
              <w:rPr>
                <w:rFonts w:ascii="微软简仿宋" w:eastAsia="微软简仿宋" w:hAnsi="宋体" w:cs="微软简仿宋"/>
                <w:color w:val="000000"/>
                <w:kern w:val="0"/>
                <w:sz w:val="20"/>
                <w:szCs w:val="20"/>
              </w:rPr>
              <w:t>D</w:t>
            </w:r>
            <w:r w:rsidRPr="00E615B0">
              <w:rPr>
                <w:rFonts w:ascii="微软简仿宋" w:eastAsia="微软简仿宋" w:hAnsi="宋体" w:cs="微软简仿宋" w:hint="eastAsia"/>
                <w:color w:val="000000"/>
                <w:kern w:val="0"/>
                <w:sz w:val="20"/>
                <w:szCs w:val="20"/>
              </w:rPr>
              <w:t>区</w:t>
            </w:r>
            <w:r w:rsidRPr="00E615B0">
              <w:rPr>
                <w:rFonts w:ascii="微软简仿宋" w:eastAsia="微软简仿宋" w:hAnsi="宋体" w:cs="微软简仿宋"/>
                <w:color w:val="000000"/>
                <w:kern w:val="0"/>
                <w:sz w:val="20"/>
                <w:szCs w:val="20"/>
              </w:rPr>
              <w:t>1-12#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射阳兴阳花苑便利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合德镇兴阳花苑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号门市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大丰健康西路便利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健康西路汇豪嘉苑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6-9</w:t>
            </w:r>
            <w:r w:rsidRPr="00E615B0">
              <w:rPr>
                <w:rFonts w:ascii="微软简仿宋" w:eastAsia="微软简仿宋" w:hAnsi="宋体" w:cs="微软简仿宋" w:hint="eastAsia"/>
                <w:color w:val="000000"/>
                <w:kern w:val="0"/>
                <w:sz w:val="20"/>
                <w:szCs w:val="20"/>
              </w:rPr>
              <w:t>门市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大丰金丰西大街便利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大板城</w:t>
            </w:r>
            <w:r w:rsidRPr="00E615B0">
              <w:rPr>
                <w:rFonts w:ascii="微软简仿宋" w:eastAsia="微软简仿宋" w:hAnsi="宋体" w:cs="微软简仿宋"/>
                <w:color w:val="000000"/>
                <w:kern w:val="0"/>
                <w:sz w:val="20"/>
                <w:szCs w:val="20"/>
              </w:rPr>
              <w:t>28</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102-104</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盐城鸿基花园便利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建军东路</w:t>
            </w:r>
            <w:r w:rsidRPr="00E615B0">
              <w:rPr>
                <w:rFonts w:ascii="微软简仿宋" w:eastAsia="微软简仿宋" w:hAnsi="宋体" w:cs="微软简仿宋"/>
                <w:color w:val="000000"/>
                <w:kern w:val="0"/>
                <w:sz w:val="20"/>
                <w:szCs w:val="20"/>
              </w:rPr>
              <w:t>46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层</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盐城鹿鸣路便利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城南新区新都温馨花园</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盐城榆河路便利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榆河路</w:t>
            </w:r>
            <w:r w:rsidRPr="00E615B0">
              <w:rPr>
                <w:rFonts w:ascii="微软简仿宋" w:eastAsia="微软简仿宋" w:hAnsi="宋体" w:cs="微软简仿宋"/>
                <w:color w:val="000000"/>
                <w:kern w:val="0"/>
                <w:sz w:val="20"/>
                <w:szCs w:val="20"/>
              </w:rPr>
              <w:t>94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大丰三水嘉苑便利店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常新路西侧三水嘉苑</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105-1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大丰银泰华城便利店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人民北路东侧，飞达路北侧银泰华城</w:t>
            </w:r>
            <w:r w:rsidRPr="00E615B0">
              <w:rPr>
                <w:rFonts w:ascii="微软简仿宋" w:eastAsia="微软简仿宋" w:hAnsi="宋体" w:cs="微软简仿宋"/>
                <w:color w:val="000000"/>
                <w:kern w:val="0"/>
                <w:sz w:val="20"/>
                <w:szCs w:val="20"/>
              </w:rPr>
              <w:t>D</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106,107</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859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大丰富贵园便利店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黄海西路</w:t>
            </w:r>
            <w:r w:rsidRPr="00E615B0">
              <w:rPr>
                <w:rFonts w:ascii="微软简仿宋" w:eastAsia="微软简仿宋" w:hAnsi="宋体" w:cs="微软简仿宋"/>
                <w:color w:val="000000"/>
                <w:kern w:val="0"/>
                <w:sz w:val="20"/>
                <w:szCs w:val="20"/>
              </w:rPr>
              <w:t>112#</w:t>
            </w:r>
            <w:r w:rsidRPr="00E615B0">
              <w:rPr>
                <w:rFonts w:ascii="微软简仿宋" w:eastAsia="微软简仿宋" w:hAnsi="宋体" w:cs="微软简仿宋" w:hint="eastAsia"/>
                <w:color w:val="000000"/>
                <w:kern w:val="0"/>
                <w:sz w:val="20"/>
                <w:szCs w:val="20"/>
              </w:rPr>
              <w:t>富贵园小区北门右侧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大丰御景嘉园便利店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健康西路</w:t>
            </w:r>
            <w:r w:rsidRPr="00E615B0">
              <w:rPr>
                <w:rFonts w:ascii="微软简仿宋" w:eastAsia="微软简仿宋" w:hAnsi="宋体" w:cs="微软简仿宋"/>
                <w:color w:val="000000"/>
                <w:kern w:val="0"/>
                <w:sz w:val="20"/>
                <w:szCs w:val="20"/>
              </w:rPr>
              <w:t>98-10</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大丰丰中教师公寓便利店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飞达西路北侧丰中教师公寓商业用房三幢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大丰丰中名邸便利店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大华路</w:t>
            </w:r>
            <w:r w:rsidRPr="00E615B0">
              <w:rPr>
                <w:rFonts w:ascii="微软简仿宋" w:eastAsia="微软简仿宋" w:hAnsi="宋体" w:cs="微软简仿宋"/>
                <w:color w:val="000000"/>
                <w:kern w:val="0"/>
                <w:sz w:val="20"/>
                <w:szCs w:val="20"/>
              </w:rPr>
              <w:t>39</w:t>
            </w:r>
            <w:r w:rsidRPr="00E615B0">
              <w:rPr>
                <w:rFonts w:ascii="微软简仿宋" w:eastAsia="微软简仿宋" w:hAnsi="宋体" w:cs="微软简仿宋" w:hint="eastAsia"/>
                <w:color w:val="000000"/>
                <w:kern w:val="0"/>
                <w:sz w:val="20"/>
                <w:szCs w:val="20"/>
              </w:rPr>
              <w:t>号丰中名邸孙亚萍</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大丰幸福路便利店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幸福东大街</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光明小区苏果便利店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大丰上海花园便利店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常新路</w:t>
            </w:r>
            <w:r w:rsidRPr="00E615B0">
              <w:rPr>
                <w:rFonts w:ascii="微软简仿宋" w:eastAsia="微软简仿宋" w:hAnsi="宋体" w:cs="微软简仿宋"/>
                <w:color w:val="000000"/>
                <w:kern w:val="0"/>
                <w:sz w:val="20"/>
                <w:szCs w:val="20"/>
              </w:rPr>
              <w:t>57</w:t>
            </w:r>
            <w:r w:rsidRPr="00E615B0">
              <w:rPr>
                <w:rFonts w:ascii="微软简仿宋" w:eastAsia="微软简仿宋" w:hAnsi="宋体" w:cs="微软简仿宋" w:hint="eastAsia"/>
                <w:color w:val="000000"/>
                <w:kern w:val="0"/>
                <w:sz w:val="20"/>
                <w:szCs w:val="20"/>
              </w:rPr>
              <w:t>号上海花园</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楼</w:t>
            </w:r>
            <w:r w:rsidRPr="00E615B0">
              <w:rPr>
                <w:rFonts w:ascii="微软简仿宋" w:eastAsia="微软简仿宋" w:hAnsi="宋体" w:cs="微软简仿宋"/>
                <w:color w:val="000000"/>
                <w:kern w:val="0"/>
                <w:sz w:val="20"/>
                <w:szCs w:val="20"/>
              </w:rPr>
              <w:t>101-103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大丰朝阳路便利店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朝阳路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号幸福菜场北区一层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大丰海棠花园便利店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城东新区大中路东侧海棠花园</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幢低第二</w:t>
            </w:r>
            <w:r w:rsidRPr="00E615B0">
              <w:rPr>
                <w:rFonts w:ascii="微软简仿宋" w:eastAsia="微软简仿宋" w:hAnsi="宋体"/>
                <w:color w:val="000000"/>
                <w:kern w:val="0"/>
                <w:sz w:val="20"/>
                <w:szCs w:val="20"/>
              </w:rPr>
              <w:t>\</w:t>
            </w:r>
            <w:r w:rsidRPr="00E615B0">
              <w:rPr>
                <w:rFonts w:ascii="微软简仿宋" w:eastAsia="微软简仿宋" w:hAnsi="宋体" w:cs="微软简仿宋" w:hint="eastAsia"/>
                <w:color w:val="000000"/>
                <w:kern w:val="0"/>
                <w:sz w:val="20"/>
                <w:szCs w:val="20"/>
              </w:rPr>
              <w:t>三间门面房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867</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大丰朝阳景都便利店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康平南路东侧朝阳景都</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S104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S204</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868</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大丰永泰花园便利店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永泰花园小区</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105,106</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869</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盐城钱江方洲便利店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解放南路钱江方洲商业街</w:t>
            </w:r>
            <w:r w:rsidRPr="00E615B0">
              <w:rPr>
                <w:rFonts w:ascii="微软简仿宋" w:eastAsia="微软简仿宋" w:hAnsi="宋体" w:cs="微软简仿宋"/>
                <w:color w:val="000000"/>
                <w:kern w:val="0"/>
                <w:sz w:val="20"/>
                <w:szCs w:val="20"/>
              </w:rPr>
              <w:t>127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870</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大丰职业教育中心校园便利店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港口经济技术开发区日月湖大道</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号职业教育中心校园内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871</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盐城橡树湾便利店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人民南路欢乐广场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872</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大丰银杏湖小区便利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育红西路</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s115.116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873</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大丰花园南路便利店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大丰花园南路</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874</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盐城响水黄海路购物广场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响水黄海路与淮河路交叉处润生广场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875</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大丰健康路购物广场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盐城市大丰区健康桥东侧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876</w:t>
            </w:r>
          </w:p>
        </w:tc>
        <w:tc>
          <w:tcPr>
            <w:tcW w:w="630"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射阳龙翔阳光新城购物广场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盐城市射阳县解放路与朝阳交叉路口西南侧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姜堰健康家园便利店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振兴南路健康花园</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姜堰金桂圆便利店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姜堰镇金桂园小区店面</w:t>
            </w:r>
            <w:r w:rsidRPr="00E615B0">
              <w:rPr>
                <w:rFonts w:ascii="微软简仿宋" w:eastAsia="微软简仿宋" w:hAnsi="宋体" w:cs="微软简仿宋"/>
                <w:color w:val="000000"/>
                <w:kern w:val="0"/>
                <w:sz w:val="20"/>
                <w:szCs w:val="20"/>
              </w:rPr>
              <w:t>30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879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姜堰振兴路便利店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振兴路</w:t>
            </w:r>
            <w:r w:rsidRPr="00E615B0">
              <w:rPr>
                <w:rFonts w:ascii="微软简仿宋" w:eastAsia="微软简仿宋" w:hAnsi="宋体" w:cs="微软简仿宋"/>
                <w:color w:val="000000"/>
                <w:kern w:val="0"/>
                <w:sz w:val="20"/>
                <w:szCs w:val="20"/>
              </w:rPr>
              <w:t>195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姜堰锦都花园便利店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马厂路</w:t>
            </w:r>
            <w:r w:rsidRPr="00E615B0">
              <w:rPr>
                <w:rFonts w:ascii="微软简仿宋" w:eastAsia="微软简仿宋" w:hAnsi="宋体" w:cs="微软简仿宋"/>
                <w:color w:val="000000"/>
                <w:kern w:val="0"/>
                <w:sz w:val="20"/>
                <w:szCs w:val="20"/>
              </w:rPr>
              <w:t>188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好的兴化长安中路便利店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市河路</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栋门面朝西由南向北</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兴化板桥路便利店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板桥路由北向南</w:t>
            </w:r>
            <w:r w:rsidRPr="00E615B0">
              <w:rPr>
                <w:rFonts w:ascii="微软简仿宋" w:eastAsia="微软简仿宋" w:hAnsi="宋体" w:cs="微软简仿宋"/>
                <w:color w:val="000000"/>
                <w:kern w:val="0"/>
                <w:sz w:val="20"/>
                <w:szCs w:val="20"/>
              </w:rPr>
              <w:t>11.12.13</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兴化实小便利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建设东路</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室商铺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兴化英武北路便利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英武北路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40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姜堰马厂小区便利店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马厂小区综合楼</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兴化张阳南便利店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气象居委会张阳南</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号网点由东向西第十一，十二间</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兴化丰收路便利店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新风居委会盛祥苑</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兴化新城便利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九顷路</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889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兴化翟家村便利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垛田镇翟家村（兴东公路北侧）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兴化府前街便利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府前街</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58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兴化杭州路便利店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五里东路北侧杭州路西侧海上新贵</w:t>
            </w:r>
            <w:r w:rsidRPr="00E615B0">
              <w:rPr>
                <w:rFonts w:ascii="微软简仿宋" w:eastAsia="微软简仿宋" w:hAnsi="宋体" w:cs="微软简仿宋"/>
                <w:color w:val="000000"/>
                <w:kern w:val="0"/>
                <w:sz w:val="20"/>
                <w:szCs w:val="20"/>
              </w:rPr>
              <w:t>806</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兴化玉带路便利店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金东门花苑玉带路</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兴化锦绣文华苑便利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锦绣文华苑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兴化五里西路便利店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五里西路</w:t>
            </w:r>
            <w:r w:rsidRPr="00E615B0">
              <w:rPr>
                <w:rFonts w:ascii="微软简仿宋" w:eastAsia="微软简仿宋" w:hAnsi="宋体" w:cs="微软简仿宋"/>
                <w:color w:val="000000"/>
                <w:kern w:val="0"/>
                <w:sz w:val="20"/>
                <w:szCs w:val="20"/>
              </w:rPr>
              <w:t>23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姜堰东岳庙便利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东岳庙巷</w:t>
            </w:r>
            <w:r w:rsidRPr="00E615B0">
              <w:rPr>
                <w:rFonts w:ascii="微软简仿宋" w:eastAsia="微软简仿宋" w:hAnsi="宋体" w:cs="微软简仿宋"/>
                <w:color w:val="000000"/>
                <w:kern w:val="0"/>
                <w:sz w:val="20"/>
                <w:szCs w:val="20"/>
              </w:rPr>
              <w:t>49#</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51#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兴化嘉鸿豪庭便利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新区南郊嘉鸿豪庭</w:t>
            </w:r>
            <w:r w:rsidRPr="00E615B0">
              <w:rPr>
                <w:rFonts w:ascii="微软简仿宋" w:eastAsia="微软简仿宋" w:hAnsi="宋体" w:cs="微软简仿宋"/>
                <w:color w:val="000000"/>
                <w:kern w:val="0"/>
                <w:sz w:val="20"/>
                <w:szCs w:val="20"/>
              </w:rPr>
              <w:t>93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150</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151</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兴化兴临路便利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金莎公园</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幢由东向西第三户西侧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兴化王家塘便利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王家居委会王家塘职校综合楼</w:t>
            </w:r>
            <w:r w:rsidRPr="00E615B0">
              <w:rPr>
                <w:rFonts w:ascii="微软简仿宋" w:eastAsia="微软简仿宋" w:hAnsi="宋体" w:cs="微软简仿宋"/>
                <w:color w:val="000000"/>
                <w:kern w:val="0"/>
                <w:sz w:val="20"/>
                <w:szCs w:val="20"/>
              </w:rPr>
              <w:t>108.109</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899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兴化南津路便利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国际公寓南区南津路门栋</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姜堰罗塘东路便利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罗塘东路</w:t>
            </w:r>
            <w:r w:rsidRPr="00E615B0">
              <w:rPr>
                <w:rFonts w:ascii="微软简仿宋" w:eastAsia="微软简仿宋" w:hAnsi="宋体" w:cs="微软简仿宋"/>
                <w:color w:val="000000"/>
                <w:kern w:val="0"/>
                <w:sz w:val="20"/>
                <w:szCs w:val="20"/>
              </w:rPr>
              <w:t>1-7</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1-8</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兴化新世纪嘉园便利店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城北居委会新世纪嘉园</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楼</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泰州莲花七区便利店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莲花七区</w:t>
            </w:r>
            <w:r w:rsidRPr="00E615B0">
              <w:rPr>
                <w:rFonts w:ascii="微软简仿宋" w:eastAsia="微软简仿宋" w:hAnsi="宋体" w:cs="微软简仿宋"/>
                <w:color w:val="000000"/>
                <w:kern w:val="0"/>
                <w:sz w:val="20"/>
                <w:szCs w:val="20"/>
              </w:rPr>
              <w:t>65</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110.111</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姜堰中医院便利店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姜堰大道</w:t>
            </w:r>
            <w:r w:rsidRPr="00E615B0">
              <w:rPr>
                <w:rFonts w:ascii="微软简仿宋" w:eastAsia="微软简仿宋" w:hAnsi="宋体" w:cs="微软简仿宋"/>
                <w:color w:val="000000"/>
                <w:kern w:val="0"/>
                <w:sz w:val="20"/>
                <w:szCs w:val="20"/>
              </w:rPr>
              <w:t>699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泰州东方花园便利店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迎春东路东方花园</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撞</w:t>
            </w:r>
            <w:r w:rsidRPr="00E615B0">
              <w:rPr>
                <w:rFonts w:ascii="微软简仿宋" w:eastAsia="微软简仿宋" w:hAnsi="宋体" w:cs="微软简仿宋"/>
                <w:color w:val="000000"/>
                <w:kern w:val="0"/>
                <w:sz w:val="20"/>
                <w:szCs w:val="20"/>
              </w:rPr>
              <w:t>105</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姜堰中天新村便利店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苏中路</w:t>
            </w:r>
            <w:r w:rsidRPr="00E615B0">
              <w:rPr>
                <w:rFonts w:ascii="微软简仿宋" w:eastAsia="微软简仿宋" w:hAnsi="宋体" w:cs="微软简仿宋"/>
                <w:color w:val="000000"/>
                <w:kern w:val="0"/>
                <w:sz w:val="20"/>
                <w:szCs w:val="20"/>
              </w:rPr>
              <w:t>313</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315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兴化领秀城便利店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新区南郊八里铺</w:t>
            </w:r>
            <w:r w:rsidRPr="00E615B0">
              <w:rPr>
                <w:rFonts w:ascii="微软简仿宋" w:eastAsia="微软简仿宋" w:hAnsi="宋体" w:cs="微软简仿宋"/>
                <w:color w:val="000000"/>
                <w:kern w:val="0"/>
                <w:sz w:val="20"/>
                <w:szCs w:val="20"/>
              </w:rPr>
              <w:t>47</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姜堰城东便利店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姜堰镇姜堰大道</w:t>
            </w:r>
            <w:r w:rsidRPr="00E615B0">
              <w:rPr>
                <w:rFonts w:ascii="微软简仿宋" w:eastAsia="微软简仿宋" w:hAnsi="宋体" w:cs="微软简仿宋"/>
                <w:color w:val="000000"/>
                <w:kern w:val="0"/>
                <w:sz w:val="20"/>
                <w:szCs w:val="20"/>
              </w:rPr>
              <w:t>741-18-19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泰州迎春路便利店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海陵区迎春东路</w:t>
            </w:r>
            <w:r w:rsidRPr="00E615B0">
              <w:rPr>
                <w:rFonts w:ascii="微软简仿宋" w:eastAsia="微软简仿宋" w:hAnsi="宋体" w:cs="微软简仿宋"/>
                <w:color w:val="000000"/>
                <w:kern w:val="0"/>
                <w:sz w:val="20"/>
                <w:szCs w:val="20"/>
              </w:rPr>
              <w:t>171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909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泰州明珠花园便利店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明珠街道明珠花园</w:t>
            </w:r>
            <w:r w:rsidRPr="00E615B0">
              <w:rPr>
                <w:rFonts w:ascii="微软简仿宋" w:eastAsia="微软简仿宋" w:hAnsi="宋体" w:cs="微软简仿宋"/>
                <w:color w:val="000000"/>
                <w:kern w:val="0"/>
                <w:sz w:val="20"/>
                <w:szCs w:val="20"/>
              </w:rPr>
              <w:t>150</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03</w:t>
            </w:r>
            <w:r w:rsidRPr="00E615B0">
              <w:rPr>
                <w:rFonts w:ascii="微软简仿宋" w:eastAsia="微软简仿宋" w:hAnsi="宋体" w:cs="微软简仿宋" w:hint="eastAsia"/>
                <w:color w:val="000000"/>
                <w:kern w:val="0"/>
                <w:sz w:val="20"/>
                <w:szCs w:val="20"/>
              </w:rPr>
              <w:t>营业房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姜堰福田花园便利店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前进路</w:t>
            </w:r>
            <w:r w:rsidRPr="00E615B0">
              <w:rPr>
                <w:rFonts w:ascii="微软简仿宋" w:eastAsia="微软简仿宋" w:hAnsi="宋体" w:cs="微软简仿宋"/>
                <w:color w:val="000000"/>
                <w:kern w:val="0"/>
                <w:sz w:val="20"/>
                <w:szCs w:val="20"/>
              </w:rPr>
              <w:t>274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兴化戴南护国路便利店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戴南镇护国路</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姜堰迎宾路便利店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东大街</w:t>
            </w:r>
            <w:r w:rsidRPr="00E615B0">
              <w:rPr>
                <w:rFonts w:ascii="微软简仿宋" w:eastAsia="微软简仿宋" w:hAnsi="宋体" w:cs="微软简仿宋"/>
                <w:color w:val="000000"/>
                <w:kern w:val="0"/>
                <w:sz w:val="20"/>
                <w:szCs w:val="20"/>
              </w:rPr>
              <w:t>23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姜堰淮海路便利店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淮海西路</w:t>
            </w:r>
            <w:r w:rsidRPr="00E615B0">
              <w:rPr>
                <w:rFonts w:ascii="微软简仿宋" w:eastAsia="微软简仿宋" w:hAnsi="宋体" w:cs="微软简仿宋"/>
                <w:color w:val="000000"/>
                <w:kern w:val="0"/>
                <w:sz w:val="20"/>
                <w:szCs w:val="20"/>
              </w:rPr>
              <w:t>193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兴化戴南工农路便利店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戴南镇工农路两侧</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幢商铺</w:t>
            </w:r>
            <w:r w:rsidRPr="00E615B0">
              <w:rPr>
                <w:rFonts w:ascii="微软简仿宋" w:eastAsia="微软简仿宋" w:hAnsi="宋体" w:cs="微软简仿宋"/>
                <w:color w:val="000000"/>
                <w:kern w:val="0"/>
                <w:sz w:val="20"/>
                <w:szCs w:val="20"/>
              </w:rPr>
              <w:t>9-10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姜堰陈庄新区便利店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姜堰经济开发区陈庄路陈庄农贸市场附属楼</w:t>
            </w:r>
            <w:r w:rsidRPr="00E615B0">
              <w:rPr>
                <w:rFonts w:ascii="微软简仿宋" w:eastAsia="微软简仿宋" w:hAnsi="宋体" w:cs="微软简仿宋"/>
                <w:color w:val="000000"/>
                <w:kern w:val="0"/>
                <w:sz w:val="20"/>
                <w:szCs w:val="20"/>
              </w:rPr>
              <w:t>010,011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姜堰南苑便利店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长江东路</w:t>
            </w:r>
            <w:r w:rsidRPr="00E615B0">
              <w:rPr>
                <w:rFonts w:ascii="微软简仿宋" w:eastAsia="微软简仿宋" w:hAnsi="宋体" w:cs="微软简仿宋"/>
                <w:color w:val="000000"/>
                <w:kern w:val="0"/>
                <w:sz w:val="20"/>
                <w:szCs w:val="20"/>
              </w:rPr>
              <w:t>86-3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兴化北郊便利店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英武路黄金城道</w:t>
            </w:r>
            <w:r w:rsidRPr="00E615B0">
              <w:rPr>
                <w:rFonts w:ascii="微软简仿宋" w:eastAsia="微软简仿宋" w:hAnsi="宋体" w:cs="微软简仿宋"/>
                <w:color w:val="000000"/>
                <w:kern w:val="0"/>
                <w:sz w:val="20"/>
                <w:szCs w:val="20"/>
              </w:rPr>
              <w:t>141-143</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姜堰新光便利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罗塘街道振兴中路</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919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兴化英武中路生活超市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英武中路</w:t>
            </w:r>
            <w:r w:rsidRPr="00E615B0">
              <w:rPr>
                <w:rFonts w:ascii="微软简仿宋" w:eastAsia="微软简仿宋" w:hAnsi="宋体" w:cs="微软简仿宋"/>
                <w:color w:val="000000"/>
                <w:kern w:val="0"/>
                <w:sz w:val="20"/>
                <w:szCs w:val="20"/>
              </w:rPr>
              <w:t>160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姜堰君安世纪城便利店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泰州市姜堰区淮海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泰州鹏欣丽都购物广场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泰州市海陵区鼓楼北路鹏欣丽都商住楼负一层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泰州青年路购物广场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泰州市海陵区青年南路</w:t>
            </w:r>
            <w:r w:rsidRPr="00E615B0">
              <w:rPr>
                <w:rFonts w:ascii="微软简仿宋" w:eastAsia="微软简仿宋" w:hAnsi="宋体" w:cs="微软简仿宋"/>
                <w:color w:val="000000"/>
                <w:kern w:val="0"/>
                <w:sz w:val="20"/>
                <w:szCs w:val="20"/>
              </w:rPr>
              <w:t>428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兴化中央广场购物广场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泰州市兴化市八字桥中央广场</w:t>
            </w:r>
            <w:r w:rsidRPr="00E615B0">
              <w:rPr>
                <w:rFonts w:ascii="微软简仿宋" w:eastAsia="微软简仿宋" w:hAnsi="宋体" w:cs="微软简仿宋"/>
                <w:color w:val="000000"/>
                <w:kern w:val="0"/>
                <w:sz w:val="20"/>
                <w:szCs w:val="20"/>
              </w:rPr>
              <w:t>A</w:t>
            </w:r>
            <w:r w:rsidRPr="00E615B0">
              <w:rPr>
                <w:rFonts w:ascii="微软简仿宋" w:eastAsia="微软简仿宋" w:hAnsi="宋体" w:cs="微软简仿宋" w:hint="eastAsia"/>
                <w:color w:val="000000"/>
                <w:kern w:val="0"/>
                <w:sz w:val="20"/>
                <w:szCs w:val="20"/>
              </w:rPr>
              <w:t>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兴化戴南购物广场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兴化市戴南镇金泽商业街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姜堰亚方大厦购物广场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泰州市姜堰区姜堰大道</w:t>
            </w:r>
            <w:r w:rsidRPr="00E615B0">
              <w:rPr>
                <w:rFonts w:ascii="微软简仿宋" w:eastAsia="微软简仿宋" w:hAnsi="宋体" w:cs="微软简仿宋"/>
                <w:color w:val="000000"/>
                <w:kern w:val="0"/>
                <w:sz w:val="20"/>
                <w:szCs w:val="20"/>
              </w:rPr>
              <w:t>475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姜堰商城购物广场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泰州市姜堰区西大街</w:t>
            </w:r>
            <w:r w:rsidRPr="00E615B0">
              <w:rPr>
                <w:rFonts w:ascii="微软简仿宋" w:eastAsia="微软简仿宋" w:hAnsi="宋体" w:cs="微软简仿宋"/>
                <w:color w:val="000000"/>
                <w:kern w:val="0"/>
                <w:sz w:val="20"/>
                <w:szCs w:val="20"/>
              </w:rPr>
              <w:t>172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姜堰泓润花园购物广场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泰州市姜堰区人民南路西侧泓润花园</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期</w:t>
            </w:r>
            <w:r w:rsidRPr="00E615B0">
              <w:rPr>
                <w:rFonts w:ascii="微软简仿宋" w:eastAsia="微软简仿宋" w:hAnsi="宋体" w:cs="微软简仿宋"/>
                <w:color w:val="000000"/>
                <w:kern w:val="0"/>
                <w:sz w:val="20"/>
                <w:szCs w:val="20"/>
              </w:rPr>
              <w:t>18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姜堰溱潼镇社区店</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泰州市姜堰区溱潼镇俞溱公路北侧（溱潼二中对面）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929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淮安沈阳路生活超市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沈阳路金都花园门面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淮安威尼斯小区便利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威尼斯城市佳园</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淮安邦德云顶便利店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黄河东路邦德云鼎公寓第</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6-109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淮安万达广场便利店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万达广场环宇路南商铺（</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号楼）环宇路南</w:t>
            </w:r>
            <w:r w:rsidRPr="00E615B0">
              <w:rPr>
                <w:rFonts w:ascii="微软简仿宋" w:eastAsia="微软简仿宋" w:hAnsi="宋体" w:cs="微软简仿宋"/>
                <w:color w:val="000000"/>
                <w:kern w:val="0"/>
                <w:sz w:val="20"/>
                <w:szCs w:val="20"/>
              </w:rPr>
              <w:t>62</w:t>
            </w:r>
            <w:r w:rsidRPr="00E615B0">
              <w:rPr>
                <w:rFonts w:ascii="微软简仿宋" w:eastAsia="微软简仿宋" w:hAnsi="宋体" w:cs="微软简仿宋" w:hint="eastAsia"/>
                <w:color w:val="000000"/>
                <w:kern w:val="0"/>
                <w:sz w:val="20"/>
                <w:szCs w:val="20"/>
              </w:rPr>
              <w:t>号商铺室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淮安皇冠国际便利店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楚州大道</w:t>
            </w:r>
            <w:r w:rsidRPr="00E615B0">
              <w:rPr>
                <w:rFonts w:ascii="微软简仿宋" w:eastAsia="微软简仿宋" w:hAnsi="宋体" w:cs="微软简仿宋"/>
                <w:color w:val="000000"/>
                <w:kern w:val="0"/>
                <w:sz w:val="20"/>
                <w:szCs w:val="20"/>
              </w:rPr>
              <w:t>211</w:t>
            </w:r>
            <w:r w:rsidRPr="00E615B0">
              <w:rPr>
                <w:rFonts w:ascii="微软简仿宋" w:eastAsia="微软简仿宋" w:hAnsi="宋体" w:cs="微软简仿宋" w:hint="eastAsia"/>
                <w:color w:val="000000"/>
                <w:kern w:val="0"/>
                <w:sz w:val="20"/>
                <w:szCs w:val="20"/>
              </w:rPr>
              <w:t>号皇冠国际</w:t>
            </w:r>
            <w:r w:rsidRPr="00E615B0">
              <w:rPr>
                <w:rFonts w:ascii="微软简仿宋" w:eastAsia="微软简仿宋" w:hAnsi="宋体" w:cs="微软简仿宋"/>
                <w:color w:val="000000"/>
                <w:kern w:val="0"/>
                <w:sz w:val="20"/>
                <w:szCs w:val="20"/>
              </w:rPr>
              <w:t>36</w:t>
            </w:r>
            <w:r w:rsidRPr="00E615B0">
              <w:rPr>
                <w:rFonts w:ascii="微软简仿宋" w:eastAsia="微软简仿宋" w:hAnsi="宋体" w:cs="微软简仿宋" w:hint="eastAsia"/>
                <w:color w:val="000000"/>
                <w:kern w:val="0"/>
                <w:sz w:val="20"/>
                <w:szCs w:val="20"/>
              </w:rPr>
              <w:t>号楼商业</w:t>
            </w:r>
            <w:r w:rsidRPr="00E615B0">
              <w:rPr>
                <w:rFonts w:ascii="微软简仿宋" w:eastAsia="微软简仿宋" w:hAnsi="宋体" w:cs="微软简仿宋"/>
                <w:color w:val="000000"/>
                <w:kern w:val="0"/>
                <w:sz w:val="20"/>
                <w:szCs w:val="20"/>
              </w:rPr>
              <w:t>109</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110</w:t>
            </w:r>
            <w:r w:rsidRPr="00E615B0">
              <w:rPr>
                <w:rFonts w:ascii="微软简仿宋" w:eastAsia="微软简仿宋" w:hAnsi="宋体" w:cs="微软简仿宋" w:hint="eastAsia"/>
                <w:color w:val="000000"/>
                <w:kern w:val="0"/>
                <w:sz w:val="20"/>
                <w:szCs w:val="20"/>
              </w:rPr>
              <w:t>号房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洪泽东双沟便利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东双沟镇青云路</w:t>
            </w:r>
            <w:r w:rsidRPr="00E615B0">
              <w:rPr>
                <w:rFonts w:ascii="微软简仿宋" w:eastAsia="微软简仿宋" w:hAnsi="宋体" w:cs="微软简仿宋"/>
                <w:color w:val="000000"/>
                <w:kern w:val="0"/>
                <w:sz w:val="20"/>
                <w:szCs w:val="20"/>
              </w:rPr>
              <w:t>188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洪泽富民家园生活超市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东七街富民家园东侧门面房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淮安楚州南门大街便利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淮安区南门大街</w:t>
            </w:r>
            <w:r w:rsidRPr="00E615B0">
              <w:rPr>
                <w:rFonts w:ascii="微软简仿宋" w:eastAsia="微软简仿宋" w:hAnsi="宋体" w:cs="微软简仿宋"/>
                <w:color w:val="000000"/>
                <w:kern w:val="0"/>
                <w:sz w:val="20"/>
                <w:szCs w:val="20"/>
              </w:rPr>
              <w:t>190</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淮安承德路便利店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承德路中鑫上城</w:t>
            </w:r>
            <w:r w:rsidRPr="00E615B0">
              <w:rPr>
                <w:rFonts w:ascii="微软简仿宋" w:eastAsia="微软简仿宋" w:hAnsi="宋体" w:cs="微软简仿宋"/>
                <w:color w:val="000000"/>
                <w:kern w:val="0"/>
                <w:sz w:val="20"/>
                <w:szCs w:val="20"/>
              </w:rPr>
              <w:t>125</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127</w:t>
            </w:r>
            <w:r w:rsidRPr="00E615B0">
              <w:rPr>
                <w:rFonts w:ascii="微软简仿宋" w:eastAsia="微软简仿宋" w:hAnsi="宋体" w:cs="微软简仿宋" w:hint="eastAsia"/>
                <w:color w:val="000000"/>
                <w:kern w:val="0"/>
                <w:sz w:val="20"/>
                <w:szCs w:val="20"/>
              </w:rPr>
              <w:t>室门面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淮安淮海北路便利店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淮海北路</w:t>
            </w:r>
            <w:r w:rsidRPr="00E615B0">
              <w:rPr>
                <w:rFonts w:ascii="微软简仿宋" w:eastAsia="微软简仿宋" w:hAnsi="宋体" w:cs="微软简仿宋"/>
                <w:color w:val="000000"/>
                <w:kern w:val="0"/>
                <w:sz w:val="20"/>
                <w:szCs w:val="20"/>
              </w:rPr>
              <w:t>70</w:t>
            </w:r>
            <w:r w:rsidRPr="00E615B0">
              <w:rPr>
                <w:rFonts w:ascii="微软简仿宋" w:eastAsia="微软简仿宋" w:hAnsi="宋体" w:cs="微软简仿宋" w:hint="eastAsia"/>
                <w:color w:val="000000"/>
                <w:kern w:val="0"/>
                <w:sz w:val="20"/>
                <w:szCs w:val="20"/>
              </w:rPr>
              <w:t>号一楼中间门面房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939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淮安淮海东路便利店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淮海东路菜场综合楼</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淮安淮海西路便利店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淮海西路便利店</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7-8-9</w:t>
            </w:r>
            <w:r w:rsidRPr="00E615B0">
              <w:rPr>
                <w:rFonts w:ascii="微软简仿宋" w:eastAsia="微软简仿宋" w:hAnsi="宋体" w:cs="微软简仿宋" w:hint="eastAsia"/>
                <w:color w:val="000000"/>
                <w:kern w:val="0"/>
                <w:sz w:val="20"/>
                <w:szCs w:val="20"/>
              </w:rPr>
              <w:t>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洪泽大庆中路便利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大庆中路商业街</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018</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019</w:t>
            </w:r>
            <w:r w:rsidRPr="00E615B0">
              <w:rPr>
                <w:rFonts w:ascii="微软简仿宋" w:eastAsia="微软简仿宋" w:hAnsi="宋体" w:cs="微软简仿宋" w:hint="eastAsia"/>
                <w:color w:val="000000"/>
                <w:kern w:val="0"/>
                <w:sz w:val="20"/>
                <w:szCs w:val="20"/>
              </w:rPr>
              <w:t>室底下一楼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洪泽苏源绿洲便利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东十道南侧苏源绿洲桂花苑</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s5</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s6</w:t>
            </w:r>
            <w:r w:rsidRPr="00E615B0">
              <w:rPr>
                <w:rFonts w:ascii="微软简仿宋" w:eastAsia="微软简仿宋" w:hAnsi="宋体" w:cs="微软简仿宋" w:hint="eastAsia"/>
                <w:color w:val="000000"/>
                <w:kern w:val="0"/>
                <w:sz w:val="20"/>
                <w:szCs w:val="20"/>
              </w:rPr>
              <w:t>号门面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淮安解放东路便利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解放东路瑞福莱花园</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106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淮安健康西路便利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健康西路</w:t>
            </w:r>
            <w:r w:rsidRPr="00E615B0">
              <w:rPr>
                <w:rFonts w:ascii="微软简仿宋" w:eastAsia="微软简仿宋" w:hAnsi="宋体" w:cs="微软简仿宋"/>
                <w:color w:val="000000"/>
                <w:kern w:val="0"/>
                <w:sz w:val="20"/>
                <w:szCs w:val="20"/>
              </w:rPr>
              <w:t>37</w:t>
            </w:r>
            <w:r w:rsidRPr="00E615B0">
              <w:rPr>
                <w:rFonts w:ascii="微软简仿宋" w:eastAsia="微软简仿宋" w:hAnsi="宋体" w:cs="微软简仿宋" w:hint="eastAsia"/>
                <w:color w:val="000000"/>
                <w:kern w:val="0"/>
                <w:sz w:val="20"/>
                <w:szCs w:val="20"/>
              </w:rPr>
              <w:t>号院内</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淮安涟水涟洲路便利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涟城镇涟州路东侧</w:t>
            </w:r>
            <w:r w:rsidRPr="00E615B0">
              <w:rPr>
                <w:rFonts w:ascii="微软简仿宋" w:eastAsia="微软简仿宋" w:hAnsi="宋体" w:cs="微软简仿宋"/>
                <w:color w:val="000000"/>
                <w:kern w:val="0"/>
                <w:sz w:val="20"/>
                <w:szCs w:val="20"/>
              </w:rPr>
              <w:t>81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82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淮安工农路便利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工农路</w:t>
            </w:r>
            <w:r w:rsidRPr="00E615B0">
              <w:rPr>
                <w:rFonts w:ascii="微软简仿宋" w:eastAsia="微软简仿宋" w:hAnsi="宋体" w:cs="微软简仿宋"/>
                <w:color w:val="000000"/>
                <w:kern w:val="0"/>
                <w:sz w:val="20"/>
                <w:szCs w:val="20"/>
              </w:rPr>
              <w:t>24</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hAnsi="宋体" w:cs="宋体" w:hint="eastAsia"/>
                <w:color w:val="000000"/>
                <w:kern w:val="0"/>
                <w:sz w:val="20"/>
                <w:szCs w:val="20"/>
              </w:rPr>
              <w:t>棟</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淮安清江华府便利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清江华府小区</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幢丽景座</w:t>
            </w:r>
            <w:r w:rsidRPr="00E615B0">
              <w:rPr>
                <w:rFonts w:ascii="微软简仿宋" w:eastAsia="微软简仿宋" w:hAnsi="宋体" w:cs="微软简仿宋"/>
                <w:color w:val="000000"/>
                <w:kern w:val="0"/>
                <w:sz w:val="20"/>
                <w:szCs w:val="20"/>
              </w:rPr>
              <w:t>119</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120</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涟水今世缘大道便利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今世缘大道北侧永泰大厦</w:t>
            </w:r>
            <w:r w:rsidRPr="00E615B0">
              <w:rPr>
                <w:rFonts w:ascii="微软简仿宋" w:eastAsia="微软简仿宋" w:hAnsi="宋体" w:cs="微软简仿宋"/>
                <w:color w:val="000000"/>
                <w:kern w:val="0"/>
                <w:sz w:val="20"/>
                <w:szCs w:val="20"/>
              </w:rPr>
              <w:t>107</w:t>
            </w:r>
            <w:r w:rsidRPr="00E615B0">
              <w:rPr>
                <w:rFonts w:ascii="微软简仿宋" w:eastAsia="微软简仿宋" w:hAnsi="宋体" w:cs="微软简仿宋" w:hint="eastAsia"/>
                <w:color w:val="000000"/>
                <w:kern w:val="0"/>
                <w:sz w:val="20"/>
                <w:szCs w:val="20"/>
              </w:rPr>
              <w:t>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949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淮安石化新村便利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石化新村二区</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淮安深圳小区便利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经济开发区小康城经二路</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淮安北京南路便利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嘉园小区综合楼</w:t>
            </w:r>
            <w:r w:rsidRPr="00E615B0">
              <w:rPr>
                <w:rFonts w:ascii="微软简仿宋" w:eastAsia="微软简仿宋" w:hAnsi="宋体" w:cs="微软简仿宋"/>
                <w:color w:val="000000"/>
                <w:kern w:val="0"/>
                <w:sz w:val="20"/>
                <w:szCs w:val="20"/>
              </w:rPr>
              <w:t>199-26</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淮安健康东路便利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健康东路</w:t>
            </w:r>
            <w:r w:rsidRPr="00E615B0">
              <w:rPr>
                <w:rFonts w:ascii="微软简仿宋" w:eastAsia="微软简仿宋" w:hAnsi="宋体" w:cs="微软简仿宋"/>
                <w:color w:val="000000"/>
                <w:kern w:val="0"/>
                <w:sz w:val="20"/>
                <w:szCs w:val="20"/>
              </w:rPr>
              <w:t>27-4-5</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淮安福州南路便利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开发区福州南路畅春园</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9</w:t>
            </w:r>
            <w:r w:rsidRPr="00E615B0">
              <w:rPr>
                <w:rFonts w:ascii="微软简仿宋" w:eastAsia="微软简仿宋" w:hAnsi="宋体" w:cs="微软简仿宋" w:hint="eastAsia"/>
                <w:color w:val="000000"/>
                <w:kern w:val="0"/>
                <w:sz w:val="20"/>
                <w:szCs w:val="20"/>
              </w:rPr>
              <w:t>号门面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楚州永怀东路便利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淮安区永怀东路</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106</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淮安明远路生活超市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大学城明远东路</w:t>
            </w:r>
            <w:r w:rsidRPr="00E615B0">
              <w:rPr>
                <w:rFonts w:ascii="微软简仿宋" w:eastAsia="微软简仿宋" w:hAnsi="宋体" w:cs="微软简仿宋"/>
                <w:color w:val="000000"/>
                <w:kern w:val="0"/>
                <w:sz w:val="20"/>
                <w:szCs w:val="20"/>
              </w:rPr>
              <w:t>16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A2</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洪泽中兴名都社区店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中兴名都商业用房</w:t>
            </w:r>
            <w:r w:rsidRPr="00E615B0">
              <w:rPr>
                <w:rFonts w:ascii="微软简仿宋" w:eastAsia="微软简仿宋" w:hAnsi="宋体" w:cs="微软简仿宋"/>
                <w:color w:val="000000"/>
                <w:kern w:val="0"/>
                <w:sz w:val="20"/>
                <w:szCs w:val="20"/>
              </w:rPr>
              <w:t>A</w:t>
            </w:r>
            <w:r w:rsidRPr="00E615B0">
              <w:rPr>
                <w:rFonts w:ascii="微软简仿宋" w:eastAsia="微软简仿宋" w:hAnsi="宋体" w:cs="微软简仿宋" w:hint="eastAsia"/>
                <w:color w:val="000000"/>
                <w:kern w:val="0"/>
                <w:sz w:val="20"/>
                <w:szCs w:val="20"/>
              </w:rPr>
              <w:t>幢一层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洪泽人民商场便利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东风路</w:t>
            </w:r>
            <w:r w:rsidRPr="00E615B0">
              <w:rPr>
                <w:rFonts w:ascii="微软简仿宋" w:eastAsia="微软简仿宋" w:hAnsi="宋体" w:cs="微软简仿宋"/>
                <w:color w:val="000000"/>
                <w:kern w:val="0"/>
                <w:sz w:val="20"/>
                <w:szCs w:val="20"/>
              </w:rPr>
              <w:t>45</w:t>
            </w:r>
            <w:r w:rsidRPr="00E615B0">
              <w:rPr>
                <w:rFonts w:ascii="微软简仿宋" w:eastAsia="微软简仿宋" w:hAnsi="宋体" w:cs="微软简仿宋" w:hint="eastAsia"/>
                <w:color w:val="000000"/>
                <w:kern w:val="0"/>
                <w:sz w:val="20"/>
                <w:szCs w:val="20"/>
              </w:rPr>
              <w:t>号西</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洪泽中亿花园便利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中亿城市花园</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09</w:t>
            </w:r>
            <w:r w:rsidRPr="00E615B0">
              <w:rPr>
                <w:rFonts w:ascii="微软简仿宋" w:eastAsia="微软简仿宋" w:hAnsi="宋体" w:cs="微软简仿宋" w:hint="eastAsia"/>
                <w:color w:val="000000"/>
                <w:kern w:val="0"/>
                <w:sz w:val="20"/>
                <w:szCs w:val="20"/>
              </w:rPr>
              <w:t>室</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959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淮安深圳路便利店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深圳路盛华心港湾小区</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7-5</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淮安北京东路便利店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南洋花园</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108.109</w:t>
            </w:r>
            <w:r w:rsidRPr="00E615B0">
              <w:rPr>
                <w:rFonts w:ascii="微软简仿宋" w:eastAsia="微软简仿宋" w:hAnsi="宋体" w:cs="微软简仿宋" w:hint="eastAsia"/>
                <w:color w:val="000000"/>
                <w:kern w:val="0"/>
                <w:sz w:val="20"/>
                <w:szCs w:val="20"/>
              </w:rPr>
              <w:t>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淮安帝景豪庭便利店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帝景豪庭（北京东路）</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淮安上海路生活超市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上海路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虚</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淮安中经路便利店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万科花园</w:t>
            </w:r>
            <w:r w:rsidRPr="00E615B0">
              <w:rPr>
                <w:rFonts w:ascii="微软简仿宋" w:eastAsia="微软简仿宋" w:hAnsi="宋体" w:cs="微软简仿宋"/>
                <w:color w:val="000000"/>
                <w:kern w:val="0"/>
                <w:sz w:val="20"/>
                <w:szCs w:val="20"/>
              </w:rPr>
              <w:t>110.111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淮安金鼎御庭便利店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金鼎御庭小区</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107</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淮安淮海南路便利店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淮海南路</w:t>
            </w:r>
            <w:r w:rsidRPr="00E615B0">
              <w:rPr>
                <w:rFonts w:ascii="微软简仿宋" w:eastAsia="微软简仿宋" w:hAnsi="宋体" w:cs="微软简仿宋"/>
                <w:color w:val="000000"/>
                <w:kern w:val="0"/>
                <w:sz w:val="20"/>
                <w:szCs w:val="20"/>
              </w:rPr>
              <w:t>85-12</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淮安东门大街便利店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楚州东门美食街四方</w:t>
            </w:r>
            <w:r w:rsidRPr="00E615B0">
              <w:rPr>
                <w:rFonts w:ascii="微软简仿宋" w:eastAsia="微软简仿宋" w:hAnsi="宋体" w:cs="微软简仿宋"/>
                <w:color w:val="000000"/>
                <w:kern w:val="0"/>
                <w:sz w:val="20"/>
                <w:szCs w:val="20"/>
              </w:rPr>
              <w:t>A2</w:t>
            </w:r>
            <w:r w:rsidRPr="00E615B0">
              <w:rPr>
                <w:rFonts w:ascii="微软简仿宋" w:eastAsia="微软简仿宋" w:hAnsi="宋体" w:cs="微软简仿宋" w:hint="eastAsia"/>
                <w:color w:val="000000"/>
                <w:kern w:val="0"/>
                <w:sz w:val="20"/>
                <w:szCs w:val="20"/>
              </w:rPr>
              <w:t>楼</w:t>
            </w:r>
            <w:r w:rsidRPr="00E615B0">
              <w:rPr>
                <w:rFonts w:ascii="微软简仿宋" w:eastAsia="微软简仿宋" w:hAnsi="宋体" w:cs="微软简仿宋"/>
                <w:color w:val="000000"/>
                <w:kern w:val="0"/>
                <w:sz w:val="20"/>
                <w:szCs w:val="20"/>
              </w:rPr>
              <w:t>44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45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淮安西园饭店便利店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淮海西路</w:t>
            </w:r>
            <w:r w:rsidRPr="00E615B0">
              <w:rPr>
                <w:rFonts w:ascii="微软简仿宋" w:eastAsia="微软简仿宋" w:hAnsi="宋体" w:cs="微软简仿宋"/>
                <w:color w:val="000000"/>
                <w:kern w:val="0"/>
                <w:sz w:val="20"/>
                <w:szCs w:val="20"/>
              </w:rPr>
              <w:t>228</w:t>
            </w:r>
            <w:r w:rsidRPr="00E615B0">
              <w:rPr>
                <w:rFonts w:ascii="微软简仿宋" w:eastAsia="微软简仿宋" w:hAnsi="宋体" w:cs="微软简仿宋" w:hint="eastAsia"/>
                <w:color w:val="000000"/>
                <w:kern w:val="0"/>
                <w:sz w:val="20"/>
                <w:szCs w:val="20"/>
              </w:rPr>
              <w:t>号一楼部分门面房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淮安镇淮楼西路便利店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镇西路</w:t>
            </w:r>
            <w:r w:rsidRPr="00E615B0">
              <w:rPr>
                <w:rFonts w:ascii="微软简仿宋" w:eastAsia="微软简仿宋" w:hAnsi="宋体" w:cs="微软简仿宋"/>
                <w:color w:val="000000"/>
                <w:kern w:val="0"/>
                <w:sz w:val="20"/>
                <w:szCs w:val="20"/>
              </w:rPr>
              <w:t>51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969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淮安人民南路便利店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人民南路</w:t>
            </w:r>
            <w:r w:rsidRPr="00E615B0">
              <w:rPr>
                <w:rFonts w:ascii="微软简仿宋" w:eastAsia="微软简仿宋" w:hAnsi="宋体" w:cs="微软简仿宋"/>
                <w:color w:val="000000"/>
                <w:kern w:val="0"/>
                <w:sz w:val="20"/>
                <w:szCs w:val="20"/>
              </w:rPr>
              <w:t>199</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懂</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淮安东大街生活超市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东大街</w:t>
            </w:r>
            <w:r w:rsidRPr="00E615B0">
              <w:rPr>
                <w:rFonts w:ascii="微软简仿宋" w:eastAsia="微软简仿宋" w:hAnsi="宋体" w:cs="微软简仿宋"/>
                <w:color w:val="000000"/>
                <w:kern w:val="0"/>
                <w:sz w:val="20"/>
                <w:szCs w:val="20"/>
              </w:rPr>
              <w:t>159</w:t>
            </w:r>
            <w:r w:rsidRPr="00E615B0">
              <w:rPr>
                <w:rFonts w:ascii="微软简仿宋" w:eastAsia="微软简仿宋" w:hAnsi="宋体" w:cs="微软简仿宋" w:hint="eastAsia"/>
                <w:color w:val="000000"/>
                <w:kern w:val="0"/>
                <w:sz w:val="20"/>
                <w:szCs w:val="20"/>
              </w:rPr>
              <w:t>号庆华商城</w:t>
            </w:r>
            <w:r w:rsidRPr="00E615B0">
              <w:rPr>
                <w:rFonts w:ascii="微软简仿宋" w:eastAsia="微软简仿宋" w:hAnsi="宋体" w:cs="微软简仿宋"/>
                <w:color w:val="000000"/>
                <w:kern w:val="0"/>
                <w:sz w:val="20"/>
                <w:szCs w:val="20"/>
              </w:rPr>
              <w:t>A</w:t>
            </w:r>
            <w:r w:rsidRPr="00E615B0">
              <w:rPr>
                <w:rFonts w:ascii="微软简仿宋" w:eastAsia="微软简仿宋" w:hAnsi="宋体" w:cs="微软简仿宋" w:hint="eastAsia"/>
                <w:color w:val="000000"/>
                <w:kern w:val="0"/>
                <w:sz w:val="20"/>
                <w:szCs w:val="20"/>
              </w:rPr>
              <w:t>座</w:t>
            </w:r>
            <w:r w:rsidRPr="00E615B0">
              <w:rPr>
                <w:rFonts w:ascii="微软简仿宋" w:eastAsia="微软简仿宋" w:hAnsi="宋体" w:cs="微软简仿宋"/>
                <w:color w:val="000000"/>
                <w:kern w:val="0"/>
                <w:sz w:val="20"/>
                <w:szCs w:val="20"/>
              </w:rPr>
              <w:t>T1</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涟水金城南路便利店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涟城镇环城东路西侧一层门面房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涟水海安路便利店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海安路状元府小区第</w:t>
            </w:r>
            <w:r w:rsidRPr="00E615B0">
              <w:rPr>
                <w:rFonts w:ascii="微软简仿宋" w:eastAsia="微软简仿宋" w:hAnsi="宋体" w:cs="微软简仿宋"/>
                <w:color w:val="000000"/>
                <w:kern w:val="0"/>
                <w:sz w:val="20"/>
                <w:szCs w:val="20"/>
              </w:rPr>
              <w:t>C11</w:t>
            </w:r>
            <w:r w:rsidRPr="00E615B0">
              <w:rPr>
                <w:rFonts w:ascii="微软简仿宋" w:eastAsia="微软简仿宋" w:hAnsi="宋体" w:cs="微软简仿宋" w:hint="eastAsia"/>
                <w:color w:val="000000"/>
                <w:kern w:val="0"/>
                <w:sz w:val="20"/>
                <w:szCs w:val="20"/>
              </w:rPr>
              <w:t>号楼一层</w:t>
            </w:r>
            <w:r w:rsidRPr="00E615B0">
              <w:rPr>
                <w:rFonts w:ascii="微软简仿宋" w:eastAsia="微软简仿宋" w:hAnsi="宋体" w:cs="微软简仿宋"/>
                <w:color w:val="000000"/>
                <w:kern w:val="0"/>
                <w:sz w:val="20"/>
                <w:szCs w:val="20"/>
              </w:rPr>
              <w:t>s14\s15</w:t>
            </w:r>
            <w:r w:rsidRPr="00E615B0">
              <w:rPr>
                <w:rFonts w:ascii="微软简仿宋" w:eastAsia="微软简仿宋" w:hAnsi="宋体" w:cs="微软简仿宋" w:hint="eastAsia"/>
                <w:color w:val="000000"/>
                <w:kern w:val="0"/>
                <w:sz w:val="20"/>
                <w:szCs w:val="20"/>
              </w:rPr>
              <w:t>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涟水南门便利店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今世缘大道南涟缘水务门面房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淮安众城名府便利店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北京南路众城名府小区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淮安海洲郎郡便利店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海洲朗郡小区第</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幢商铺</w:t>
            </w:r>
            <w:r w:rsidRPr="00E615B0">
              <w:rPr>
                <w:rFonts w:ascii="微软简仿宋" w:eastAsia="微软简仿宋" w:hAnsi="宋体" w:cs="微软简仿宋"/>
                <w:color w:val="000000"/>
                <w:kern w:val="0"/>
                <w:sz w:val="20"/>
                <w:szCs w:val="20"/>
              </w:rPr>
              <w:t>150</w:t>
            </w:r>
            <w:r w:rsidRPr="00E615B0">
              <w:rPr>
                <w:rFonts w:ascii="微软简仿宋" w:eastAsia="微软简仿宋" w:hAnsi="宋体" w:cs="微软简仿宋" w:hint="eastAsia"/>
                <w:color w:val="000000"/>
                <w:kern w:val="0"/>
                <w:sz w:val="20"/>
                <w:szCs w:val="20"/>
              </w:rPr>
              <w:t>号房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洪泽北京路便利店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洪泽园一村北侧</w:t>
            </w:r>
            <w:r w:rsidRPr="00E615B0">
              <w:rPr>
                <w:rFonts w:ascii="微软简仿宋" w:eastAsia="微软简仿宋" w:hAnsi="宋体" w:cs="微软简仿宋"/>
                <w:color w:val="000000"/>
                <w:kern w:val="0"/>
                <w:sz w:val="20"/>
                <w:szCs w:val="20"/>
              </w:rPr>
              <w:t>E</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37</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淮海广场便利店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淮海北路</w:t>
            </w:r>
            <w:r w:rsidRPr="00E615B0">
              <w:rPr>
                <w:rFonts w:ascii="微软简仿宋" w:eastAsia="微软简仿宋" w:hAnsi="宋体" w:cs="微软简仿宋"/>
                <w:color w:val="000000"/>
                <w:kern w:val="0"/>
                <w:sz w:val="20"/>
                <w:szCs w:val="20"/>
              </w:rPr>
              <w:t>214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淮安淮高路便利店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棉花镇</w:t>
            </w:r>
            <w:r w:rsidRPr="00E615B0">
              <w:rPr>
                <w:rFonts w:ascii="微软简仿宋" w:eastAsia="微软简仿宋" w:hAnsi="宋体" w:cs="微软简仿宋"/>
                <w:color w:val="000000"/>
                <w:kern w:val="0"/>
                <w:sz w:val="20"/>
                <w:szCs w:val="20"/>
              </w:rPr>
              <w:t>73106</w:t>
            </w:r>
            <w:r w:rsidRPr="00E615B0">
              <w:rPr>
                <w:rFonts w:ascii="微软简仿宋" w:eastAsia="微软简仿宋" w:hAnsi="宋体" w:cs="微软简仿宋" w:hint="eastAsia"/>
                <w:color w:val="000000"/>
                <w:kern w:val="0"/>
                <w:sz w:val="20"/>
                <w:szCs w:val="20"/>
              </w:rPr>
              <w:t>部队营区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979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淮安开祥路便利店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水渡口大道与开祥路交叉口</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kern w:val="0"/>
                <w:sz w:val="20"/>
                <w:szCs w:val="20"/>
              </w:rPr>
              <w:t xml:space="preserve"> </w:t>
            </w:r>
            <w:r w:rsidRPr="00E615B0">
              <w:rPr>
                <w:rFonts w:ascii="微软简仿宋" w:eastAsia="微软简仿宋" w:hAnsi="宋体" w:cs="微软简仿宋" w:hint="eastAsia"/>
                <w:kern w:val="0"/>
                <w:sz w:val="20"/>
                <w:szCs w:val="20"/>
              </w:rPr>
              <w:t>淮安淮海东路购物广场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淮安市清河区淮海东路淮海第一城</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号华润苏果</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kern w:val="0"/>
                <w:sz w:val="20"/>
                <w:szCs w:val="20"/>
              </w:rPr>
              <w:t xml:space="preserve"> </w:t>
            </w:r>
            <w:r w:rsidRPr="00E615B0">
              <w:rPr>
                <w:rFonts w:ascii="微软简仿宋" w:eastAsia="微软简仿宋" w:hAnsi="宋体" w:cs="微软简仿宋" w:hint="eastAsia"/>
                <w:kern w:val="0"/>
                <w:sz w:val="20"/>
                <w:szCs w:val="20"/>
              </w:rPr>
              <w:t>淮安北京路购物广场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淮安市清河区北京北路</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号（淮阴工学院对面）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淮安经典豪廷购物广场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淮安市淮阴区北京北路西侧、北京西路北侧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淮安楚州东门大街购物广场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淮安市淮安区东门大街</w:t>
            </w:r>
            <w:r w:rsidRPr="00E615B0">
              <w:rPr>
                <w:rFonts w:ascii="微软简仿宋" w:eastAsia="微软简仿宋" w:hAnsi="宋体" w:cs="微软简仿宋"/>
                <w:color w:val="000000"/>
                <w:kern w:val="0"/>
                <w:sz w:val="20"/>
                <w:szCs w:val="20"/>
              </w:rPr>
              <w:t>108</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淮安涟水安东路购物广场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淮安市涟水县安东北路安东商业广场一、二、三层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淮安涟水炎黄大道购物广场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涟水县阳光嘉园</w:t>
            </w:r>
            <w:r w:rsidRPr="00E615B0">
              <w:rPr>
                <w:rFonts w:ascii="微软简仿宋" w:eastAsia="微软简仿宋" w:hAnsi="宋体" w:cs="微软简仿宋"/>
                <w:color w:val="000000"/>
                <w:kern w:val="0"/>
                <w:sz w:val="20"/>
                <w:szCs w:val="20"/>
              </w:rPr>
              <w:t>9-10</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116</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kern w:val="0"/>
                <w:sz w:val="20"/>
                <w:szCs w:val="20"/>
              </w:rPr>
              <w:t xml:space="preserve"> </w:t>
            </w:r>
            <w:r w:rsidRPr="00E615B0">
              <w:rPr>
                <w:rFonts w:ascii="微软简仿宋" w:eastAsia="微软简仿宋" w:hAnsi="宋体" w:cs="微软简仿宋" w:hint="eastAsia"/>
                <w:kern w:val="0"/>
                <w:sz w:val="20"/>
                <w:szCs w:val="20"/>
              </w:rPr>
              <w:t>金湖金湖路购物广场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淮安市金湖县金湖路</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 xml:space="preserve"> </w:t>
            </w:r>
            <w:r w:rsidRPr="00E615B0">
              <w:rPr>
                <w:rFonts w:ascii="微软简仿宋" w:eastAsia="微软简仿宋" w:hAnsi="宋体" w:cs="微软简仿宋" w:hint="eastAsia"/>
                <w:color w:val="000000"/>
                <w:kern w:val="0"/>
                <w:sz w:val="20"/>
                <w:szCs w:val="20"/>
              </w:rPr>
              <w:t>盱眙世豪购物广场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盱眙县五墩东路世豪大厦</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kern w:val="0"/>
                <w:sz w:val="20"/>
                <w:szCs w:val="20"/>
              </w:rPr>
              <w:t xml:space="preserve"> </w:t>
            </w:r>
            <w:r w:rsidRPr="00E615B0">
              <w:rPr>
                <w:rFonts w:ascii="微软简仿宋" w:eastAsia="微软简仿宋" w:hAnsi="宋体" w:cs="微软简仿宋" w:hint="eastAsia"/>
                <w:kern w:val="0"/>
                <w:sz w:val="20"/>
                <w:szCs w:val="20"/>
              </w:rPr>
              <w:t>洪泽东风路购物广场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淮安市洪泽县东风路</w:t>
            </w:r>
            <w:r w:rsidRPr="00E615B0">
              <w:rPr>
                <w:rFonts w:ascii="微软简仿宋" w:eastAsia="微软简仿宋" w:hAnsi="宋体" w:cs="微软简仿宋"/>
                <w:color w:val="000000"/>
                <w:kern w:val="0"/>
                <w:sz w:val="20"/>
                <w:szCs w:val="20"/>
              </w:rPr>
              <w:t>111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989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连云港建设路便利店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新龙新村</w:t>
            </w:r>
            <w:r w:rsidRPr="00E615B0">
              <w:rPr>
                <w:rFonts w:ascii="微软简仿宋" w:eastAsia="微软简仿宋" w:hAnsi="宋体" w:cs="微软简仿宋"/>
                <w:color w:val="000000"/>
                <w:kern w:val="0"/>
                <w:sz w:val="20"/>
                <w:szCs w:val="20"/>
              </w:rPr>
              <w:t>7</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号门南房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连云港新站花园便利店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人民路新站花园</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连云港常乐新村便利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朝阳路常乐新村</w:t>
            </w:r>
            <w:r w:rsidRPr="00E615B0">
              <w:rPr>
                <w:rFonts w:ascii="微软简仿宋" w:eastAsia="微软简仿宋" w:hAnsi="宋体" w:cs="微软简仿宋"/>
                <w:color w:val="000000"/>
                <w:kern w:val="0"/>
                <w:sz w:val="20"/>
                <w:szCs w:val="20"/>
              </w:rPr>
              <w:t>B11</w:t>
            </w:r>
            <w:r w:rsidRPr="00E615B0">
              <w:rPr>
                <w:rFonts w:ascii="微软简仿宋" w:eastAsia="微软简仿宋" w:hAnsi="宋体" w:cs="微软简仿宋" w:hint="eastAsia"/>
                <w:color w:val="000000"/>
                <w:kern w:val="0"/>
                <w:sz w:val="20"/>
                <w:szCs w:val="20"/>
              </w:rPr>
              <w:t>号楼底层</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连云港兆隆新村便利店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通灌南路</w:t>
            </w:r>
            <w:r w:rsidRPr="00E615B0">
              <w:rPr>
                <w:rFonts w:ascii="微软简仿宋" w:eastAsia="微软简仿宋" w:hAnsi="宋体" w:cs="微软简仿宋"/>
                <w:color w:val="000000"/>
                <w:kern w:val="0"/>
                <w:sz w:val="20"/>
                <w:szCs w:val="20"/>
              </w:rPr>
              <w:t>75</w:t>
            </w:r>
            <w:r w:rsidRPr="00E615B0">
              <w:rPr>
                <w:rFonts w:ascii="微软简仿宋" w:eastAsia="微软简仿宋" w:hAnsi="宋体" w:cs="微软简仿宋" w:hint="eastAsia"/>
                <w:color w:val="000000"/>
                <w:kern w:val="0"/>
                <w:sz w:val="20"/>
                <w:szCs w:val="20"/>
              </w:rPr>
              <w:t>号兆隆大厦底层</w:t>
            </w:r>
            <w:r w:rsidRPr="00E615B0">
              <w:rPr>
                <w:rFonts w:ascii="微软简仿宋" w:eastAsia="微软简仿宋" w:hAnsi="宋体" w:cs="微软简仿宋"/>
                <w:color w:val="000000"/>
                <w:kern w:val="0"/>
                <w:sz w:val="20"/>
                <w:szCs w:val="20"/>
              </w:rPr>
              <w:t>113</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连云港陇海路社区店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陇海步行西街</w:t>
            </w:r>
            <w:r w:rsidRPr="00E615B0">
              <w:rPr>
                <w:rFonts w:ascii="微软简仿宋" w:eastAsia="微软简仿宋" w:hAnsi="宋体" w:cs="微软简仿宋"/>
                <w:color w:val="000000"/>
                <w:kern w:val="0"/>
                <w:sz w:val="20"/>
                <w:szCs w:val="20"/>
              </w:rPr>
              <w:t>A</w:t>
            </w:r>
            <w:r w:rsidRPr="00E615B0">
              <w:rPr>
                <w:rFonts w:ascii="微软简仿宋" w:eastAsia="微软简仿宋" w:hAnsi="宋体" w:cs="微软简仿宋" w:hint="eastAsia"/>
                <w:color w:val="000000"/>
                <w:kern w:val="0"/>
                <w:sz w:val="20"/>
                <w:szCs w:val="20"/>
              </w:rPr>
              <w:t>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连云港玫瑰苑便利店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大庆东路玫瑰苑</w:t>
            </w:r>
            <w:r w:rsidRPr="00E615B0">
              <w:rPr>
                <w:rFonts w:ascii="微软简仿宋" w:eastAsia="微软简仿宋" w:hAnsi="宋体" w:cs="微软简仿宋"/>
                <w:color w:val="000000"/>
                <w:kern w:val="0"/>
                <w:sz w:val="20"/>
                <w:szCs w:val="20"/>
              </w:rPr>
              <w:t>F</w:t>
            </w:r>
            <w:r w:rsidRPr="00E615B0">
              <w:rPr>
                <w:rFonts w:ascii="微软简仿宋" w:eastAsia="微软简仿宋" w:hAnsi="宋体" w:cs="微软简仿宋" w:hint="eastAsia"/>
                <w:color w:val="000000"/>
                <w:kern w:val="0"/>
                <w:sz w:val="20"/>
                <w:szCs w:val="20"/>
              </w:rPr>
              <w:t>楼</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连云港金色家园便利店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巷梧路</w:t>
            </w:r>
            <w:r w:rsidRPr="00E615B0">
              <w:rPr>
                <w:rFonts w:ascii="微软简仿宋" w:eastAsia="微软简仿宋" w:hAnsi="宋体" w:cs="微软简仿宋"/>
                <w:color w:val="000000"/>
                <w:kern w:val="0"/>
                <w:sz w:val="20"/>
                <w:szCs w:val="20"/>
              </w:rPr>
              <w:t>22</w:t>
            </w:r>
            <w:r w:rsidRPr="00E615B0">
              <w:rPr>
                <w:rFonts w:ascii="微软简仿宋" w:eastAsia="微软简仿宋" w:hAnsi="宋体" w:cs="微软简仿宋" w:hint="eastAsia"/>
                <w:color w:val="000000"/>
                <w:kern w:val="0"/>
                <w:sz w:val="20"/>
                <w:szCs w:val="20"/>
              </w:rPr>
              <w:t>号兴业金色家园</w:t>
            </w:r>
            <w:r w:rsidRPr="00E615B0">
              <w:rPr>
                <w:rFonts w:ascii="微软简仿宋" w:eastAsia="微软简仿宋" w:hAnsi="宋体" w:cs="微软简仿宋"/>
                <w:color w:val="000000"/>
                <w:kern w:val="0"/>
                <w:sz w:val="20"/>
                <w:szCs w:val="20"/>
              </w:rPr>
              <w:t>14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连云港沈圩桥便利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沈圩农贸市场</w:t>
            </w:r>
            <w:r w:rsidRPr="00E615B0">
              <w:rPr>
                <w:rFonts w:ascii="微软简仿宋" w:eastAsia="微软简仿宋" w:hAnsi="宋体" w:cs="微软简仿宋"/>
                <w:color w:val="000000"/>
                <w:kern w:val="0"/>
                <w:sz w:val="20"/>
                <w:szCs w:val="20"/>
              </w:rPr>
              <w:t>A</w:t>
            </w:r>
            <w:r w:rsidRPr="00E615B0">
              <w:rPr>
                <w:rFonts w:ascii="微软简仿宋" w:eastAsia="微软简仿宋" w:hAnsi="宋体" w:cs="微软简仿宋" w:hint="eastAsia"/>
                <w:color w:val="000000"/>
                <w:kern w:val="0"/>
                <w:sz w:val="20"/>
                <w:szCs w:val="20"/>
              </w:rPr>
              <w:t>号楼底层</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连云港盐河南路便利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盐河南路西侧普天安花园</w:t>
            </w:r>
            <w:r w:rsidRPr="00E615B0">
              <w:rPr>
                <w:rFonts w:ascii="微软简仿宋" w:eastAsia="微软简仿宋" w:hAnsi="宋体" w:cs="微软简仿宋"/>
                <w:color w:val="000000"/>
                <w:kern w:val="0"/>
                <w:sz w:val="20"/>
                <w:szCs w:val="20"/>
              </w:rPr>
              <w:t>G-F1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连云港名典公寓便利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人民东路名典公寓</w:t>
            </w:r>
            <w:r w:rsidRPr="00E615B0">
              <w:rPr>
                <w:rFonts w:ascii="微软简仿宋" w:eastAsia="微软简仿宋" w:hAnsi="宋体" w:cs="微软简仿宋"/>
                <w:color w:val="000000"/>
                <w:kern w:val="0"/>
                <w:sz w:val="20"/>
                <w:szCs w:val="20"/>
              </w:rPr>
              <w:t>8-9</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999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连云港朝阳西路便利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朝阳西路</w:t>
            </w:r>
            <w:r w:rsidRPr="00E615B0">
              <w:rPr>
                <w:rFonts w:ascii="微软简仿宋" w:eastAsia="微软简仿宋" w:hAnsi="宋体" w:cs="微软简仿宋"/>
                <w:color w:val="000000"/>
                <w:kern w:val="0"/>
                <w:sz w:val="20"/>
                <w:szCs w:val="20"/>
              </w:rPr>
              <w:t>54</w:t>
            </w:r>
            <w:r w:rsidRPr="00E615B0">
              <w:rPr>
                <w:rFonts w:ascii="微软简仿宋" w:eastAsia="微软简仿宋" w:hAnsi="宋体" w:cs="微软简仿宋" w:hint="eastAsia"/>
                <w:color w:val="000000"/>
                <w:kern w:val="0"/>
                <w:sz w:val="20"/>
                <w:szCs w:val="20"/>
              </w:rPr>
              <w:t>号第</w:t>
            </w:r>
            <w:r w:rsidRPr="00E615B0">
              <w:rPr>
                <w:rFonts w:ascii="微软简仿宋" w:eastAsia="微软简仿宋" w:hAnsi="宋体" w:cs="微软简仿宋"/>
                <w:color w:val="000000"/>
                <w:kern w:val="0"/>
                <w:sz w:val="20"/>
                <w:szCs w:val="20"/>
              </w:rPr>
              <w:t>46-4</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103</w:t>
            </w:r>
            <w:r w:rsidRPr="00E615B0">
              <w:rPr>
                <w:rFonts w:ascii="微软简仿宋" w:eastAsia="微软简仿宋" w:hAnsi="宋体" w:cs="微软简仿宋" w:hint="eastAsia"/>
                <w:color w:val="000000"/>
                <w:kern w:val="0"/>
                <w:sz w:val="20"/>
                <w:szCs w:val="20"/>
              </w:rPr>
              <w:t>号门面房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连云港锦华小区便利店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朝阳西路南侧锦华小区第</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连云港中华西路便利店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墟沟中华西路中华商务大厦</w:t>
            </w:r>
            <w:r w:rsidRPr="00E615B0">
              <w:rPr>
                <w:rFonts w:ascii="微软简仿宋" w:eastAsia="微软简仿宋" w:hAnsi="宋体" w:cs="微软简仿宋"/>
                <w:color w:val="000000"/>
                <w:kern w:val="0"/>
                <w:sz w:val="20"/>
                <w:szCs w:val="20"/>
              </w:rPr>
              <w:t>10</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连云港解放中路便利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市化街解放中路</w:t>
            </w:r>
            <w:r w:rsidRPr="00E615B0">
              <w:rPr>
                <w:rFonts w:ascii="微软简仿宋" w:eastAsia="微软简仿宋" w:hAnsi="宋体" w:cs="微软简仿宋"/>
                <w:color w:val="000000"/>
                <w:kern w:val="0"/>
                <w:sz w:val="20"/>
                <w:szCs w:val="20"/>
              </w:rPr>
              <w:t>37</w:t>
            </w:r>
            <w:r w:rsidRPr="00E615B0">
              <w:rPr>
                <w:rFonts w:ascii="微软简仿宋" w:eastAsia="微软简仿宋" w:hAnsi="宋体" w:cs="微软简仿宋" w:hint="eastAsia"/>
                <w:color w:val="000000"/>
                <w:kern w:val="0"/>
                <w:sz w:val="20"/>
                <w:szCs w:val="20"/>
              </w:rPr>
              <w:t>号东方大厦南</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连云港东新绿苑便利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通灌北路东新绿苑</w:t>
            </w:r>
            <w:r w:rsidRPr="00E615B0">
              <w:rPr>
                <w:rFonts w:ascii="微软简仿宋" w:eastAsia="微软简仿宋" w:hAnsi="宋体" w:cs="微软简仿宋"/>
                <w:color w:val="000000"/>
                <w:kern w:val="0"/>
                <w:sz w:val="20"/>
                <w:szCs w:val="20"/>
              </w:rPr>
              <w:t>B3</w:t>
            </w:r>
            <w:r w:rsidRPr="00E615B0">
              <w:rPr>
                <w:rFonts w:ascii="微软简仿宋" w:eastAsia="微软简仿宋" w:hAnsi="宋体" w:cs="微软简仿宋" w:hint="eastAsia"/>
                <w:color w:val="000000"/>
                <w:kern w:val="0"/>
                <w:sz w:val="20"/>
                <w:szCs w:val="20"/>
              </w:rPr>
              <w:t>幢一层</w:t>
            </w:r>
            <w:r w:rsidRPr="00E615B0">
              <w:rPr>
                <w:rFonts w:ascii="微软简仿宋" w:eastAsia="微软简仿宋" w:hAnsi="宋体" w:cs="微软简仿宋"/>
                <w:color w:val="000000"/>
                <w:kern w:val="0"/>
                <w:sz w:val="20"/>
                <w:szCs w:val="20"/>
              </w:rPr>
              <w:t>07</w:t>
            </w:r>
            <w:r w:rsidRPr="00E615B0">
              <w:rPr>
                <w:rFonts w:ascii="微软简仿宋" w:eastAsia="微软简仿宋" w:hAnsi="宋体" w:cs="微软简仿宋" w:hint="eastAsia"/>
                <w:color w:val="000000"/>
                <w:kern w:val="0"/>
                <w:sz w:val="20"/>
                <w:szCs w:val="20"/>
              </w:rPr>
              <w:t>号房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连云港海昌南路便利店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海昌南路</w:t>
            </w:r>
            <w:r w:rsidRPr="00E615B0">
              <w:rPr>
                <w:rFonts w:ascii="微软简仿宋" w:eastAsia="微软简仿宋" w:hAnsi="宋体" w:cs="微软简仿宋"/>
                <w:color w:val="000000"/>
                <w:kern w:val="0"/>
                <w:sz w:val="20"/>
                <w:szCs w:val="20"/>
              </w:rPr>
              <w:t>43</w:t>
            </w:r>
            <w:r w:rsidRPr="00E615B0">
              <w:rPr>
                <w:rFonts w:ascii="微软简仿宋" w:eastAsia="微软简仿宋" w:hAnsi="宋体" w:cs="微软简仿宋" w:hint="eastAsia"/>
                <w:color w:val="000000"/>
                <w:kern w:val="0"/>
                <w:sz w:val="20"/>
                <w:szCs w:val="20"/>
              </w:rPr>
              <w:t>号社区服务中心综合楼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连云港大港路便利店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墟沟大港路中华大厦</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连云港解放西路便利店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解放西路幸福家园小区出口</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连云港海宁中路生活超市</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海昌南路南侧海宁中路</w:t>
            </w:r>
            <w:r w:rsidRPr="00E615B0">
              <w:rPr>
                <w:rFonts w:ascii="微软简仿宋" w:eastAsia="微软简仿宋" w:hAnsi="宋体" w:cs="微软简仿宋"/>
                <w:color w:val="000000"/>
                <w:kern w:val="0"/>
                <w:sz w:val="20"/>
                <w:szCs w:val="20"/>
              </w:rPr>
              <w:t>52</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52-1#</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连云港连云区中山西路便利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中山西路平山转盘</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1009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连云港龙河北路便利店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龙河北路</w:t>
            </w:r>
            <w:r w:rsidRPr="00E615B0">
              <w:rPr>
                <w:rFonts w:ascii="微软简仿宋" w:eastAsia="微软简仿宋" w:hAnsi="宋体" w:cs="微软简仿宋"/>
                <w:color w:val="000000"/>
                <w:kern w:val="0"/>
                <w:sz w:val="20"/>
                <w:szCs w:val="20"/>
              </w:rPr>
              <w:t>88</w:t>
            </w:r>
            <w:r w:rsidRPr="00E615B0">
              <w:rPr>
                <w:rFonts w:ascii="微软简仿宋" w:eastAsia="微软简仿宋" w:hAnsi="宋体" w:cs="微软简仿宋" w:hint="eastAsia"/>
                <w:color w:val="000000"/>
                <w:kern w:val="0"/>
                <w:sz w:val="20"/>
                <w:szCs w:val="20"/>
              </w:rPr>
              <w:t>号龙</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连云港青年路标超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公园街海昌北路</w:t>
            </w:r>
            <w:r w:rsidRPr="00E615B0">
              <w:rPr>
                <w:rFonts w:ascii="微软简仿宋" w:eastAsia="微软简仿宋" w:hAnsi="宋体" w:cs="微软简仿宋"/>
                <w:color w:val="000000"/>
                <w:kern w:val="0"/>
                <w:sz w:val="20"/>
                <w:szCs w:val="20"/>
              </w:rPr>
              <w:t>21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连云港港利新城标超</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银放西路与盐河路交汇港利新城</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一层</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11</w:t>
            </w:r>
            <w:r w:rsidRPr="00E615B0">
              <w:rPr>
                <w:rFonts w:ascii="微软简仿宋" w:eastAsia="微软简仿宋" w:hAnsi="宋体" w:cs="微软简仿宋" w:hint="eastAsia"/>
                <w:color w:val="000000"/>
                <w:kern w:val="0"/>
                <w:sz w:val="20"/>
                <w:szCs w:val="20"/>
              </w:rPr>
              <w:t>号房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连云港中山大厦便利店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中山路中山大厦底层西边第一间门面房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连云港西小山便利店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中山西路金源金凤凰城</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连云港江南明珠苑便利店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解放东路</w:t>
            </w:r>
            <w:r w:rsidRPr="00E615B0">
              <w:rPr>
                <w:rFonts w:ascii="微软简仿宋" w:eastAsia="微软简仿宋" w:hAnsi="宋体" w:cs="微软简仿宋"/>
                <w:color w:val="000000"/>
                <w:kern w:val="0"/>
                <w:sz w:val="20"/>
                <w:szCs w:val="20"/>
              </w:rPr>
              <w:t>139</w:t>
            </w:r>
            <w:r w:rsidRPr="00E615B0">
              <w:rPr>
                <w:rFonts w:ascii="微软简仿宋" w:eastAsia="微软简仿宋" w:hAnsi="宋体" w:cs="微软简仿宋" w:hint="eastAsia"/>
                <w:color w:val="000000"/>
                <w:kern w:val="0"/>
                <w:sz w:val="20"/>
                <w:szCs w:val="20"/>
              </w:rPr>
              <w:t>号江南明珠苑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连云港金凤凰城便利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金凤凰城一期</w:t>
            </w:r>
            <w:r w:rsidRPr="00E615B0">
              <w:rPr>
                <w:rFonts w:ascii="微软简仿宋" w:eastAsia="微软简仿宋" w:hAnsi="宋体" w:cs="微软简仿宋"/>
                <w:color w:val="000000"/>
                <w:kern w:val="0"/>
                <w:sz w:val="20"/>
                <w:szCs w:val="20"/>
              </w:rPr>
              <w:t>A1</w:t>
            </w:r>
            <w:r w:rsidRPr="00E615B0">
              <w:rPr>
                <w:rFonts w:ascii="微软简仿宋" w:eastAsia="微软简仿宋" w:hAnsi="宋体" w:cs="微软简仿宋" w:hint="eastAsia"/>
                <w:color w:val="000000"/>
                <w:kern w:val="0"/>
                <w:sz w:val="20"/>
                <w:szCs w:val="20"/>
              </w:rPr>
              <w:t>商业</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栋</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连云港日出东方便利店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日出东方小区</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101-11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连云港巨龙南路便利店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巨龙南路</w:t>
            </w:r>
            <w:r w:rsidRPr="00E615B0">
              <w:rPr>
                <w:rFonts w:ascii="微软简仿宋" w:eastAsia="微软简仿宋" w:hAnsi="宋体" w:cs="微软简仿宋"/>
                <w:color w:val="000000"/>
                <w:kern w:val="0"/>
                <w:sz w:val="20"/>
                <w:szCs w:val="20"/>
              </w:rPr>
              <w:t>59</w:t>
            </w:r>
            <w:r w:rsidRPr="00E615B0">
              <w:rPr>
                <w:rFonts w:ascii="微软简仿宋" w:eastAsia="微软简仿宋" w:hAnsi="宋体" w:cs="微软简仿宋" w:hint="eastAsia"/>
                <w:color w:val="000000"/>
                <w:kern w:val="0"/>
                <w:sz w:val="20"/>
                <w:szCs w:val="20"/>
              </w:rPr>
              <w:t>号八佰城市走廊</w:t>
            </w:r>
            <w:r w:rsidRPr="00E615B0">
              <w:rPr>
                <w:rFonts w:ascii="微软简仿宋" w:eastAsia="微软简仿宋" w:hAnsi="宋体" w:cs="微软简仿宋"/>
                <w:color w:val="000000"/>
                <w:kern w:val="0"/>
                <w:sz w:val="20"/>
                <w:szCs w:val="20"/>
              </w:rPr>
              <w:t>1-A3</w:t>
            </w:r>
            <w:r w:rsidRPr="00E615B0">
              <w:rPr>
                <w:rFonts w:ascii="微软简仿宋" w:eastAsia="微软简仿宋" w:hAnsi="宋体" w:cs="微软简仿宋" w:hint="eastAsia"/>
                <w:color w:val="000000"/>
                <w:kern w:val="0"/>
                <w:sz w:val="20"/>
                <w:szCs w:val="20"/>
              </w:rPr>
              <w:t>室</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连云港海天茗苑便利店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中山西路</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号海天茗苑一楼</w:t>
            </w:r>
            <w:r w:rsidRPr="00E615B0">
              <w:rPr>
                <w:rFonts w:ascii="微软简仿宋" w:eastAsia="微软简仿宋" w:hAnsi="宋体" w:cs="微软简仿宋"/>
                <w:color w:val="000000"/>
                <w:kern w:val="0"/>
                <w:sz w:val="20"/>
                <w:szCs w:val="20"/>
              </w:rPr>
              <w:t>B3</w:t>
            </w:r>
            <w:r w:rsidRPr="00E615B0">
              <w:rPr>
                <w:rFonts w:ascii="微软简仿宋" w:eastAsia="微软简仿宋" w:hAnsi="宋体" w:cs="微软简仿宋" w:hint="eastAsia"/>
                <w:color w:val="000000"/>
                <w:kern w:val="0"/>
                <w:sz w:val="20"/>
                <w:szCs w:val="20"/>
              </w:rPr>
              <w:t>沿街门面房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1019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连云港新建东路便利店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新站东路</w:t>
            </w:r>
            <w:r w:rsidRPr="00E615B0">
              <w:rPr>
                <w:rFonts w:ascii="微软简仿宋" w:eastAsia="微软简仿宋" w:hAnsi="宋体" w:cs="微软简仿宋"/>
                <w:color w:val="000000"/>
                <w:kern w:val="0"/>
                <w:sz w:val="20"/>
                <w:szCs w:val="20"/>
              </w:rPr>
              <w:t>8</w:t>
            </w:r>
            <w:r w:rsidRPr="00E615B0">
              <w:rPr>
                <w:rFonts w:ascii="微软简仿宋" w:eastAsia="微软简仿宋" w:hAnsi="宋体" w:cs="微软简仿宋" w:hint="eastAsia"/>
                <w:color w:val="000000"/>
                <w:kern w:val="0"/>
                <w:sz w:val="20"/>
                <w:szCs w:val="20"/>
              </w:rPr>
              <w:t>号鼓楼嘉园</w:t>
            </w:r>
            <w:r w:rsidRPr="00E615B0">
              <w:rPr>
                <w:rFonts w:ascii="微软简仿宋" w:eastAsia="微软简仿宋" w:hAnsi="宋体" w:cs="微软简仿宋"/>
                <w:color w:val="000000"/>
                <w:kern w:val="0"/>
                <w:sz w:val="20"/>
                <w:szCs w:val="20"/>
              </w:rPr>
              <w:t>18-1</w:t>
            </w:r>
            <w:r w:rsidRPr="00E615B0">
              <w:rPr>
                <w:rFonts w:ascii="微软简仿宋" w:eastAsia="微软简仿宋" w:hAnsi="宋体" w:cs="微软简仿宋" w:hint="eastAsia"/>
                <w:color w:val="000000"/>
                <w:kern w:val="0"/>
                <w:sz w:val="20"/>
                <w:szCs w:val="20"/>
              </w:rPr>
              <w:t>室门面房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连云港苍梧小区便利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苍梧小区</w:t>
            </w:r>
            <w:r w:rsidRPr="00E615B0">
              <w:rPr>
                <w:rFonts w:ascii="微软简仿宋" w:eastAsia="微软简仿宋" w:hAnsi="宋体" w:cs="微软简仿宋"/>
                <w:color w:val="000000"/>
                <w:kern w:val="0"/>
                <w:sz w:val="20"/>
                <w:szCs w:val="20"/>
              </w:rPr>
              <w:t>CD1</w:t>
            </w:r>
            <w:r w:rsidRPr="00E615B0">
              <w:rPr>
                <w:rFonts w:ascii="微软简仿宋" w:eastAsia="微软简仿宋" w:hAnsi="宋体" w:cs="微软简仿宋" w:hint="eastAsia"/>
                <w:color w:val="000000"/>
                <w:kern w:val="0"/>
                <w:sz w:val="20"/>
                <w:szCs w:val="20"/>
              </w:rPr>
              <w:t>段</w:t>
            </w:r>
            <w:r w:rsidRPr="00E615B0">
              <w:rPr>
                <w:rFonts w:ascii="微软简仿宋" w:eastAsia="微软简仿宋" w:hAnsi="宋体" w:cs="微软简仿宋"/>
                <w:color w:val="000000"/>
                <w:kern w:val="0"/>
                <w:sz w:val="20"/>
                <w:szCs w:val="20"/>
              </w:rPr>
              <w:t>9-10</w:t>
            </w:r>
            <w:r w:rsidRPr="00E615B0">
              <w:rPr>
                <w:rFonts w:ascii="微软简仿宋" w:eastAsia="微软简仿宋" w:hAnsi="宋体" w:cs="微软简仿宋" w:hint="eastAsia"/>
                <w:color w:val="000000"/>
                <w:kern w:val="0"/>
                <w:sz w:val="20"/>
                <w:szCs w:val="20"/>
              </w:rPr>
              <w:t>轴线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连云港建设东路便利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建设东路</w:t>
            </w:r>
            <w:r w:rsidRPr="00E615B0">
              <w:rPr>
                <w:rFonts w:ascii="微软简仿宋" w:eastAsia="微软简仿宋" w:hAnsi="宋体" w:cs="微软简仿宋"/>
                <w:color w:val="000000"/>
                <w:kern w:val="0"/>
                <w:sz w:val="20"/>
                <w:szCs w:val="20"/>
              </w:rPr>
              <w:t>188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5</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连云港西园小区便利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墟沟镇西园小区港务局</w:t>
            </w:r>
            <w:r w:rsidRPr="00E615B0">
              <w:rPr>
                <w:rFonts w:ascii="微软简仿宋" w:eastAsia="微软简仿宋" w:hAnsi="宋体" w:cs="微软简仿宋"/>
                <w:color w:val="000000"/>
                <w:kern w:val="0"/>
                <w:sz w:val="20"/>
                <w:szCs w:val="20"/>
              </w:rPr>
              <w:t>37</w:t>
            </w:r>
            <w:r w:rsidRPr="00E615B0">
              <w:rPr>
                <w:rFonts w:ascii="微软简仿宋" w:eastAsia="微软简仿宋" w:hAnsi="宋体" w:cs="微软简仿宋" w:hint="eastAsia"/>
                <w:color w:val="000000"/>
                <w:kern w:val="0"/>
                <w:sz w:val="20"/>
                <w:szCs w:val="20"/>
              </w:rPr>
              <w:t>号楼底层</w:t>
            </w:r>
            <w:r w:rsidRPr="00E615B0">
              <w:rPr>
                <w:rFonts w:ascii="微软简仿宋" w:eastAsia="微软简仿宋" w:hAnsi="宋体" w:cs="微软简仿宋"/>
                <w:color w:val="000000"/>
                <w:kern w:val="0"/>
                <w:sz w:val="20"/>
                <w:szCs w:val="20"/>
              </w:rPr>
              <w:t>23</w:t>
            </w:r>
            <w:r w:rsidRPr="00E615B0">
              <w:rPr>
                <w:rFonts w:ascii="微软简仿宋" w:eastAsia="微软简仿宋" w:hAnsi="宋体" w:cs="微软简仿宋" w:hint="eastAsia"/>
                <w:color w:val="000000"/>
                <w:kern w:val="0"/>
                <w:sz w:val="20"/>
                <w:szCs w:val="20"/>
              </w:rPr>
              <w:t>号门面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连云港四海大厦便利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墟沟中山路南四海大厦底层西首</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连云港解放东路便利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解放东路</w:t>
            </w:r>
            <w:r w:rsidRPr="00E615B0">
              <w:rPr>
                <w:rFonts w:ascii="微软简仿宋" w:eastAsia="微软简仿宋" w:hAnsi="宋体" w:cs="微软简仿宋"/>
                <w:color w:val="000000"/>
                <w:kern w:val="0"/>
                <w:sz w:val="20"/>
                <w:szCs w:val="20"/>
              </w:rPr>
              <w:t>138</w:t>
            </w:r>
            <w:r w:rsidRPr="00E615B0">
              <w:rPr>
                <w:rFonts w:ascii="微软简仿宋" w:eastAsia="微软简仿宋" w:hAnsi="宋体" w:cs="微软简仿宋" w:hint="eastAsia"/>
                <w:color w:val="000000"/>
                <w:kern w:val="0"/>
                <w:sz w:val="20"/>
                <w:szCs w:val="20"/>
              </w:rPr>
              <w:t>号（捷安快客站旁）</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连云港科苑路便利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科苑路</w:t>
            </w:r>
            <w:r w:rsidRPr="00E615B0">
              <w:rPr>
                <w:rFonts w:ascii="微软简仿宋" w:eastAsia="微软简仿宋" w:hAnsi="宋体" w:cs="微软简仿宋"/>
                <w:color w:val="000000"/>
                <w:kern w:val="0"/>
                <w:sz w:val="20"/>
                <w:szCs w:val="20"/>
              </w:rPr>
              <w:t>98</w:t>
            </w:r>
            <w:r w:rsidRPr="00E615B0">
              <w:rPr>
                <w:rFonts w:ascii="微软简仿宋" w:eastAsia="微软简仿宋" w:hAnsi="宋体" w:cs="微软简仿宋" w:hint="eastAsia"/>
                <w:color w:val="000000"/>
                <w:kern w:val="0"/>
                <w:sz w:val="20"/>
                <w:szCs w:val="20"/>
              </w:rPr>
              <w:t>号苍梧河滨花园</w:t>
            </w:r>
            <w:r w:rsidRPr="00E615B0">
              <w:rPr>
                <w:rFonts w:ascii="微软简仿宋" w:eastAsia="微软简仿宋" w:hAnsi="宋体" w:cs="微软简仿宋"/>
                <w:color w:val="000000"/>
                <w:kern w:val="0"/>
                <w:sz w:val="20"/>
                <w:szCs w:val="20"/>
              </w:rPr>
              <w:t>25-71</w:t>
            </w:r>
            <w:r w:rsidRPr="00E615B0">
              <w:rPr>
                <w:rFonts w:ascii="微软简仿宋" w:eastAsia="微软简仿宋" w:hAnsi="宋体" w:cs="微软简仿宋" w:hint="eastAsia"/>
                <w:color w:val="000000"/>
                <w:kern w:val="0"/>
                <w:sz w:val="20"/>
                <w:szCs w:val="20"/>
              </w:rPr>
              <w:t>号商业营业用房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连云港云和路便利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云和路</w:t>
            </w:r>
            <w:r w:rsidRPr="00E615B0">
              <w:rPr>
                <w:rFonts w:ascii="微软简仿宋" w:eastAsia="微软简仿宋" w:hAnsi="宋体" w:cs="微软简仿宋"/>
                <w:color w:val="000000"/>
                <w:kern w:val="0"/>
                <w:sz w:val="20"/>
                <w:szCs w:val="20"/>
              </w:rPr>
              <w:t>(</w:t>
            </w:r>
            <w:r w:rsidRPr="00E615B0">
              <w:rPr>
                <w:rFonts w:ascii="微软简仿宋" w:eastAsia="微软简仿宋" w:hAnsi="宋体" w:cs="微软简仿宋" w:hint="eastAsia"/>
                <w:color w:val="000000"/>
                <w:kern w:val="0"/>
                <w:sz w:val="20"/>
                <w:szCs w:val="20"/>
              </w:rPr>
              <w:t>久和三期的门面房）</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连云港中华东路便利</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中华东路</w:t>
            </w:r>
            <w:r w:rsidRPr="00E615B0">
              <w:rPr>
                <w:rFonts w:ascii="微软简仿宋" w:eastAsia="微软简仿宋" w:hAnsi="宋体" w:cs="微软简仿宋"/>
                <w:color w:val="000000"/>
                <w:kern w:val="0"/>
                <w:sz w:val="20"/>
                <w:szCs w:val="20"/>
              </w:rPr>
              <w:t>98</w:t>
            </w:r>
            <w:r w:rsidRPr="00E615B0">
              <w:rPr>
                <w:rFonts w:ascii="微软简仿宋" w:eastAsia="微软简仿宋" w:hAnsi="宋体" w:cs="微软简仿宋" w:hint="eastAsia"/>
                <w:color w:val="000000"/>
                <w:kern w:val="0"/>
                <w:sz w:val="20"/>
                <w:szCs w:val="20"/>
              </w:rPr>
              <w:t>号（人民商场附近）</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赣榆文化东路便利店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新城区文化东路</w:t>
            </w:r>
            <w:r w:rsidRPr="00E615B0">
              <w:rPr>
                <w:rFonts w:ascii="微软简仿宋" w:eastAsia="微软简仿宋" w:hAnsi="宋体" w:cs="微软简仿宋"/>
                <w:color w:val="000000"/>
                <w:kern w:val="0"/>
                <w:sz w:val="20"/>
                <w:szCs w:val="20"/>
              </w:rPr>
              <w:t>305</w:t>
            </w:r>
            <w:r w:rsidRPr="00E615B0">
              <w:rPr>
                <w:rFonts w:ascii="微软简仿宋" w:eastAsia="微软简仿宋" w:hAnsi="宋体" w:cs="微软简仿宋" w:hint="eastAsia"/>
                <w:color w:val="000000"/>
                <w:kern w:val="0"/>
                <w:sz w:val="20"/>
                <w:szCs w:val="20"/>
              </w:rPr>
              <w:t>号金海岸花园南大门西侧</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1029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赣榆文化西路便利店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文化路</w:t>
            </w:r>
            <w:r w:rsidRPr="00E615B0">
              <w:rPr>
                <w:rFonts w:ascii="微软简仿宋" w:eastAsia="微软简仿宋" w:hAnsi="宋体" w:cs="微软简仿宋"/>
                <w:color w:val="000000"/>
                <w:kern w:val="0"/>
                <w:sz w:val="20"/>
                <w:szCs w:val="20"/>
              </w:rPr>
              <w:t>45</w:t>
            </w:r>
            <w:r w:rsidRPr="00E615B0">
              <w:rPr>
                <w:rFonts w:ascii="微软简仿宋" w:eastAsia="微软简仿宋" w:hAnsi="宋体" w:cs="微软简仿宋" w:hint="eastAsia"/>
                <w:color w:val="000000"/>
                <w:kern w:val="0"/>
                <w:sz w:val="20"/>
                <w:szCs w:val="20"/>
              </w:rPr>
              <w:t>号综合楼底层东三间</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连云港大庆西路便利店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大庆西路美麟花样年华第一号楼一单元</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连云港海连西路便利店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海连西路</w:t>
            </w:r>
            <w:r w:rsidRPr="00E615B0">
              <w:rPr>
                <w:rFonts w:ascii="微软简仿宋" w:eastAsia="微软简仿宋" w:hAnsi="宋体" w:cs="微软简仿宋"/>
                <w:color w:val="000000"/>
                <w:kern w:val="0"/>
                <w:sz w:val="20"/>
                <w:szCs w:val="20"/>
              </w:rPr>
              <w:t>36</w:t>
            </w:r>
            <w:r w:rsidRPr="00E615B0">
              <w:rPr>
                <w:rFonts w:ascii="微软简仿宋" w:eastAsia="微软简仿宋" w:hAnsi="宋体" w:cs="微软简仿宋" w:hint="eastAsia"/>
                <w:color w:val="000000"/>
                <w:kern w:val="0"/>
                <w:sz w:val="20"/>
                <w:szCs w:val="20"/>
              </w:rPr>
              <w:t>号东唐江南苑第</w:t>
            </w:r>
            <w:r w:rsidRPr="00E615B0">
              <w:rPr>
                <w:rFonts w:ascii="微软简仿宋" w:eastAsia="微软简仿宋" w:hAnsi="宋体" w:cs="微软简仿宋"/>
                <w:color w:val="000000"/>
                <w:kern w:val="0"/>
                <w:sz w:val="20"/>
                <w:szCs w:val="20"/>
              </w:rPr>
              <w:t>10</w:t>
            </w:r>
            <w:r w:rsidRPr="00E615B0">
              <w:rPr>
                <w:rFonts w:ascii="微软简仿宋" w:eastAsia="微软简仿宋" w:hAnsi="宋体" w:cs="微软简仿宋" w:hint="eastAsia"/>
                <w:color w:val="000000"/>
                <w:kern w:val="0"/>
                <w:sz w:val="20"/>
                <w:szCs w:val="20"/>
              </w:rPr>
              <w:t>幢无单元</w:t>
            </w:r>
            <w:r w:rsidRPr="00E615B0">
              <w:rPr>
                <w:rFonts w:ascii="微软简仿宋" w:eastAsia="微软简仿宋" w:hAnsi="宋体" w:cs="微软简仿宋"/>
                <w:color w:val="000000"/>
                <w:kern w:val="0"/>
                <w:sz w:val="20"/>
                <w:szCs w:val="20"/>
              </w:rPr>
              <w:t>04</w:t>
            </w:r>
            <w:r w:rsidRPr="00E615B0">
              <w:rPr>
                <w:rFonts w:ascii="微软简仿宋" w:eastAsia="微软简仿宋" w:hAnsi="宋体" w:cs="微软简仿宋" w:hint="eastAsia"/>
                <w:color w:val="000000"/>
                <w:kern w:val="0"/>
                <w:sz w:val="20"/>
                <w:szCs w:val="20"/>
              </w:rPr>
              <w:t>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连云港和平桥便利店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解放中路</w:t>
            </w:r>
            <w:r w:rsidRPr="00E615B0">
              <w:rPr>
                <w:rFonts w:ascii="微软简仿宋" w:eastAsia="微软简仿宋" w:hAnsi="宋体" w:cs="微软简仿宋"/>
                <w:color w:val="000000"/>
                <w:kern w:val="0"/>
                <w:sz w:val="20"/>
                <w:szCs w:val="20"/>
              </w:rPr>
              <w:t>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104</w:t>
            </w:r>
            <w:r w:rsidRPr="00E615B0">
              <w:rPr>
                <w:rFonts w:ascii="微软简仿宋" w:eastAsia="微软简仿宋" w:hAnsi="宋体" w:cs="微软简仿宋" w:hint="eastAsia"/>
                <w:color w:val="000000"/>
                <w:kern w:val="0"/>
                <w:sz w:val="20"/>
                <w:szCs w:val="20"/>
              </w:rPr>
              <w:t>号商铺（汉庭快捷酒店旁边）</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连云港明珠皇冠便利店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苍梧路</w:t>
            </w:r>
            <w:r w:rsidRPr="00E615B0">
              <w:rPr>
                <w:rFonts w:ascii="微软简仿宋" w:eastAsia="微软简仿宋" w:hAnsi="宋体" w:cs="微软简仿宋"/>
                <w:color w:val="000000"/>
                <w:kern w:val="0"/>
                <w:sz w:val="20"/>
                <w:szCs w:val="20"/>
              </w:rPr>
              <w:t>30</w:t>
            </w:r>
            <w:r w:rsidRPr="00E615B0">
              <w:rPr>
                <w:rFonts w:ascii="微软简仿宋" w:eastAsia="微软简仿宋" w:hAnsi="宋体" w:cs="微软简仿宋" w:hint="eastAsia"/>
                <w:color w:val="000000"/>
                <w:kern w:val="0"/>
                <w:sz w:val="20"/>
                <w:szCs w:val="20"/>
              </w:rPr>
              <w:t>号明珠皇冠</w:t>
            </w:r>
            <w:r w:rsidRPr="00E615B0">
              <w:rPr>
                <w:rFonts w:ascii="微软简仿宋" w:eastAsia="微软简仿宋" w:hAnsi="宋体" w:cs="微软简仿宋"/>
                <w:color w:val="000000"/>
                <w:kern w:val="0"/>
                <w:sz w:val="20"/>
                <w:szCs w:val="20"/>
              </w:rPr>
              <w:t>2</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赣榆观澜国际便利店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黄海东海</w:t>
            </w:r>
            <w:r w:rsidRPr="00E615B0">
              <w:rPr>
                <w:rFonts w:ascii="微软简仿宋" w:eastAsia="微软简仿宋" w:hAnsi="宋体" w:cs="微软简仿宋"/>
                <w:color w:val="000000"/>
                <w:kern w:val="0"/>
                <w:sz w:val="20"/>
                <w:szCs w:val="20"/>
              </w:rPr>
              <w:t>68</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号楼</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赣榆镇海路便利店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青口镇镇海路锦绣江南会所</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层</w:t>
            </w:r>
            <w:r w:rsidRPr="00E615B0">
              <w:rPr>
                <w:rFonts w:ascii="微软简仿宋" w:eastAsia="微软简仿宋" w:hAnsi="宋体" w:cs="微软简仿宋"/>
                <w:color w:val="000000"/>
                <w:kern w:val="0"/>
                <w:sz w:val="20"/>
                <w:szCs w:val="20"/>
              </w:rPr>
              <w:t>12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连云港汇金广场便利店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汇金市贸广场解放路</w:t>
            </w:r>
            <w:r w:rsidRPr="00E615B0">
              <w:rPr>
                <w:rFonts w:ascii="微软简仿宋" w:eastAsia="微软简仿宋" w:hAnsi="宋体" w:cs="微软简仿宋"/>
                <w:color w:val="000000"/>
                <w:kern w:val="0"/>
                <w:sz w:val="20"/>
                <w:szCs w:val="20"/>
              </w:rPr>
              <w:t>22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连云港中山路东南山便利店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中山西路</w:t>
            </w:r>
            <w:r w:rsidRPr="00E615B0">
              <w:rPr>
                <w:rFonts w:ascii="微软简仿宋" w:eastAsia="微软简仿宋" w:hAnsi="宋体" w:cs="微软简仿宋"/>
                <w:color w:val="000000"/>
                <w:kern w:val="0"/>
                <w:sz w:val="20"/>
                <w:szCs w:val="20"/>
              </w:rPr>
              <w:t>189</w:t>
            </w:r>
            <w:r w:rsidRPr="00E615B0">
              <w:rPr>
                <w:rFonts w:ascii="微软简仿宋" w:eastAsia="微软简仿宋" w:hAnsi="宋体" w:cs="微软简仿宋" w:hint="eastAsia"/>
                <w:color w:val="000000"/>
                <w:kern w:val="0"/>
                <w:sz w:val="20"/>
                <w:szCs w:val="20"/>
              </w:rPr>
              <w:t>号宏业观天大厦第</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幢</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单元</w:t>
            </w:r>
            <w:r w:rsidRPr="00E615B0">
              <w:rPr>
                <w:rFonts w:ascii="微软简仿宋" w:eastAsia="微软简仿宋" w:hAnsi="宋体" w:cs="微软简仿宋"/>
                <w:color w:val="000000"/>
                <w:kern w:val="0"/>
                <w:sz w:val="20"/>
                <w:szCs w:val="20"/>
              </w:rPr>
              <w:t>101-5</w:t>
            </w:r>
            <w:r w:rsidRPr="00E615B0">
              <w:rPr>
                <w:rFonts w:ascii="微软简仿宋" w:eastAsia="微软简仿宋" w:hAnsi="宋体" w:cs="微软简仿宋" w:hint="eastAsia"/>
                <w:color w:val="000000"/>
                <w:kern w:val="0"/>
                <w:sz w:val="20"/>
                <w:szCs w:val="20"/>
              </w:rPr>
              <w:t>室商铺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连云港香溢江南便利店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建设东路</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号香溢江南</w:t>
            </w:r>
            <w:r w:rsidRPr="00E615B0">
              <w:rPr>
                <w:rFonts w:ascii="微软简仿宋" w:eastAsia="微软简仿宋" w:hAnsi="宋体" w:cs="微软简仿宋"/>
                <w:color w:val="000000"/>
                <w:kern w:val="0"/>
                <w:sz w:val="20"/>
                <w:szCs w:val="20"/>
              </w:rPr>
              <w:t>15</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3</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1039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赣榆丽景街便利店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青口镇黄海路青河丽景</w:t>
            </w:r>
            <w:r w:rsidRPr="00E615B0">
              <w:rPr>
                <w:rFonts w:ascii="微软简仿宋" w:eastAsia="微软简仿宋" w:hAnsi="宋体" w:cs="微软简仿宋"/>
                <w:color w:val="000000"/>
                <w:kern w:val="0"/>
                <w:sz w:val="20"/>
                <w:szCs w:val="20"/>
              </w:rPr>
              <w:t>B4</w:t>
            </w:r>
            <w:r w:rsidRPr="00E615B0">
              <w:rPr>
                <w:rFonts w:ascii="微软简仿宋" w:eastAsia="微软简仿宋" w:hAnsi="宋体" w:cs="微软简仿宋" w:hint="eastAsia"/>
                <w:color w:val="000000"/>
                <w:kern w:val="0"/>
                <w:sz w:val="20"/>
                <w:szCs w:val="20"/>
              </w:rPr>
              <w:t>号楼</w:t>
            </w:r>
            <w:r w:rsidRPr="00E615B0">
              <w:rPr>
                <w:rFonts w:ascii="微软简仿宋" w:eastAsia="微软简仿宋" w:hAnsi="宋体" w:cs="微软简仿宋"/>
                <w:color w:val="000000"/>
                <w:kern w:val="0"/>
                <w:sz w:val="20"/>
                <w:szCs w:val="20"/>
              </w:rPr>
              <w:t>83</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赣榆华中路便利店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青口镇华中路金茂大厦</w:t>
            </w:r>
            <w:r w:rsidRPr="00E615B0">
              <w:rPr>
                <w:rFonts w:ascii="微软简仿宋" w:eastAsia="微软简仿宋" w:hAnsi="宋体" w:cs="微软简仿宋"/>
                <w:color w:val="000000"/>
                <w:kern w:val="0"/>
                <w:sz w:val="20"/>
                <w:szCs w:val="20"/>
              </w:rPr>
              <w:t>1</w:t>
            </w:r>
            <w:r w:rsidRPr="00E615B0">
              <w:rPr>
                <w:rFonts w:ascii="微软简仿宋" w:eastAsia="微软简仿宋" w:hAnsi="宋体" w:cs="微软简仿宋" w:hint="eastAsia"/>
                <w:color w:val="000000"/>
                <w:kern w:val="0"/>
                <w:sz w:val="20"/>
                <w:szCs w:val="20"/>
              </w:rPr>
              <w:t>层</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w:t>
            </w:r>
            <w:r w:rsidRPr="00E615B0">
              <w:rPr>
                <w:rFonts w:ascii="微软简仿宋" w:eastAsia="微软简仿宋" w:hAnsi="宋体" w:cs="微软简仿宋"/>
                <w:color w:val="000000"/>
                <w:kern w:val="0"/>
                <w:sz w:val="20"/>
                <w:szCs w:val="20"/>
              </w:rPr>
              <w:t>102</w:t>
            </w:r>
            <w:r w:rsidRPr="00E615B0">
              <w:rPr>
                <w:rFonts w:ascii="微软简仿宋" w:eastAsia="微软简仿宋" w:hAnsi="宋体" w:cs="微软简仿宋" w:hint="eastAsia"/>
                <w:color w:val="000000"/>
                <w:kern w:val="0"/>
                <w:sz w:val="20"/>
                <w:szCs w:val="20"/>
              </w:rPr>
              <w:t>底层北面东起第</w:t>
            </w:r>
            <w:r w:rsidRPr="00E615B0">
              <w:rPr>
                <w:rFonts w:ascii="微软简仿宋" w:eastAsia="微软简仿宋" w:hAnsi="宋体" w:cs="微软简仿宋"/>
                <w:color w:val="000000"/>
                <w:kern w:val="0"/>
                <w:sz w:val="20"/>
                <w:szCs w:val="20"/>
              </w:rPr>
              <w:t>4</w:t>
            </w:r>
            <w:r w:rsidRPr="00E615B0">
              <w:rPr>
                <w:rFonts w:ascii="微软简仿宋" w:eastAsia="微软简仿宋" w:hAnsi="宋体" w:cs="微软简仿宋" w:hint="eastAsia"/>
                <w:color w:val="000000"/>
                <w:kern w:val="0"/>
                <w:sz w:val="20"/>
                <w:szCs w:val="20"/>
              </w:rPr>
              <w:t>间</w:t>
            </w:r>
            <w:r w:rsidRPr="00E615B0">
              <w:rPr>
                <w:rFonts w:ascii="微软简仿宋" w:eastAsia="微软简仿宋" w:hAnsi="宋体" w:cs="微软简仿宋"/>
                <w:color w:val="000000"/>
                <w:kern w:val="0"/>
                <w:sz w:val="20"/>
                <w:szCs w:val="20"/>
              </w:rPr>
              <w:t>128</w:t>
            </w:r>
            <w:r w:rsidRPr="00E615B0">
              <w:rPr>
                <w:rFonts w:ascii="微软简仿宋" w:eastAsia="微软简仿宋" w:hAnsi="宋体" w:cs="微软简仿宋" w:hint="eastAsia"/>
                <w:color w:val="000000"/>
                <w:kern w:val="0"/>
                <w:sz w:val="20"/>
                <w:szCs w:val="20"/>
              </w:rPr>
              <w:t>号门面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连云港解放路蓝天华侨城便利店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解放东路</w:t>
            </w:r>
            <w:r w:rsidRPr="00E615B0">
              <w:rPr>
                <w:rFonts w:ascii="微软简仿宋" w:eastAsia="微软简仿宋" w:hAnsi="宋体" w:cs="微软简仿宋"/>
                <w:color w:val="000000"/>
                <w:kern w:val="0"/>
                <w:sz w:val="20"/>
                <w:szCs w:val="20"/>
              </w:rPr>
              <w:t>202</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C-104</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连云港连海院店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朝阳西路</w:t>
            </w:r>
            <w:r w:rsidRPr="00E615B0">
              <w:rPr>
                <w:rFonts w:ascii="微软简仿宋" w:eastAsia="微软简仿宋" w:hAnsi="宋体" w:cs="微软简仿宋"/>
                <w:color w:val="000000"/>
                <w:kern w:val="0"/>
                <w:sz w:val="20"/>
                <w:szCs w:val="20"/>
              </w:rPr>
              <w:t>51</w:t>
            </w:r>
            <w:r w:rsidRPr="00E615B0">
              <w:rPr>
                <w:rFonts w:ascii="微软简仿宋" w:eastAsia="微软简仿宋" w:hAnsi="宋体" w:cs="微软简仿宋" w:hint="eastAsia"/>
                <w:color w:val="000000"/>
                <w:kern w:val="0"/>
                <w:sz w:val="20"/>
                <w:szCs w:val="20"/>
              </w:rPr>
              <w:t>号中蓝连海公司院内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1043</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赣榆西关路便利店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青口镇西关路</w:t>
            </w:r>
            <w:r w:rsidRPr="00E615B0">
              <w:rPr>
                <w:rFonts w:ascii="微软简仿宋" w:eastAsia="微软简仿宋" w:hAnsi="宋体" w:cs="微软简仿宋"/>
                <w:color w:val="000000"/>
                <w:kern w:val="0"/>
                <w:sz w:val="20"/>
                <w:szCs w:val="20"/>
              </w:rPr>
              <w:t>74</w:t>
            </w:r>
            <w:r w:rsidRPr="00E615B0">
              <w:rPr>
                <w:rFonts w:ascii="微软简仿宋" w:eastAsia="微软简仿宋" w:hAnsi="宋体" w:cs="微软简仿宋" w:hint="eastAsia"/>
                <w:color w:val="000000"/>
                <w:kern w:val="0"/>
                <w:sz w:val="20"/>
                <w:szCs w:val="20"/>
              </w:rPr>
              <w:t>号供电公司院内</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1044</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赣榆金海路便利店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青口镇金海路北侧东城凯亚国际住宅小区商业街</w:t>
            </w:r>
            <w:r w:rsidRPr="00E615B0">
              <w:rPr>
                <w:rFonts w:ascii="微软简仿宋" w:eastAsia="微软简仿宋" w:hAnsi="宋体" w:cs="微软简仿宋"/>
                <w:color w:val="000000"/>
                <w:kern w:val="0"/>
                <w:sz w:val="20"/>
                <w:szCs w:val="20"/>
              </w:rPr>
              <w:t>115</w:t>
            </w:r>
            <w:r w:rsidRPr="00E615B0">
              <w:rPr>
                <w:rFonts w:ascii="微软简仿宋" w:eastAsia="微软简仿宋" w:hAnsi="宋体" w:cs="微软简仿宋" w:hint="eastAsia"/>
                <w:color w:val="000000"/>
                <w:kern w:val="0"/>
                <w:sz w:val="20"/>
                <w:szCs w:val="20"/>
              </w:rPr>
              <w:t>号商铺</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1045</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连云港国大店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解放中路国大花园小区北门</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1046</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连云港福利路店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新站街福利路</w:t>
            </w:r>
            <w:r w:rsidRPr="00E615B0">
              <w:rPr>
                <w:rFonts w:ascii="微软简仿宋" w:eastAsia="微软简仿宋" w:hAnsi="宋体" w:cs="微软简仿宋"/>
                <w:color w:val="000000"/>
                <w:kern w:val="0"/>
                <w:sz w:val="20"/>
                <w:szCs w:val="20"/>
              </w:rPr>
              <w:t>34</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1047</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连云港巨龙北路便利店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巨龙北路</w:t>
            </w:r>
            <w:r w:rsidRPr="00E615B0">
              <w:rPr>
                <w:rFonts w:ascii="微软简仿宋" w:eastAsia="微软简仿宋" w:hAnsi="宋体" w:cs="微软简仿宋"/>
                <w:color w:val="000000"/>
                <w:kern w:val="0"/>
                <w:sz w:val="20"/>
                <w:szCs w:val="20"/>
              </w:rPr>
              <w:t>66</w:t>
            </w:r>
            <w:r w:rsidRPr="00E615B0">
              <w:rPr>
                <w:rFonts w:ascii="微软简仿宋" w:eastAsia="微软简仿宋" w:hAnsi="宋体" w:cs="微软简仿宋" w:hint="eastAsia"/>
                <w:color w:val="000000"/>
                <w:kern w:val="0"/>
                <w:sz w:val="20"/>
                <w:szCs w:val="20"/>
              </w:rPr>
              <w:t>号</w:t>
            </w:r>
            <w:r w:rsidRPr="00E615B0">
              <w:rPr>
                <w:rFonts w:ascii="微软简仿宋" w:eastAsia="微软简仿宋" w:hAnsi="宋体" w:cs="微软简仿宋"/>
                <w:color w:val="000000"/>
                <w:kern w:val="0"/>
                <w:sz w:val="20"/>
                <w:szCs w:val="20"/>
              </w:rPr>
              <w:t>1-102-1</w:t>
            </w:r>
            <w:r w:rsidRPr="00E615B0">
              <w:rPr>
                <w:rFonts w:ascii="微软简仿宋" w:eastAsia="微软简仿宋" w:hAnsi="宋体" w:cs="微软简仿宋" w:hint="eastAsia"/>
                <w:color w:val="000000"/>
                <w:kern w:val="0"/>
                <w:sz w:val="20"/>
                <w:szCs w:val="20"/>
              </w:rPr>
              <w:t>号门面</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1048</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连云港盐河北路便利店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盐河北路</w:t>
            </w:r>
            <w:r w:rsidRPr="00E615B0">
              <w:rPr>
                <w:rFonts w:ascii="微软简仿宋" w:eastAsia="微软简仿宋" w:hAnsi="宋体" w:cs="微软简仿宋"/>
                <w:color w:val="000000"/>
                <w:kern w:val="0"/>
                <w:sz w:val="20"/>
                <w:szCs w:val="20"/>
              </w:rPr>
              <w:t>187</w:t>
            </w:r>
            <w:r w:rsidRPr="00E615B0">
              <w:rPr>
                <w:rFonts w:ascii="微软简仿宋" w:eastAsia="微软简仿宋" w:hAnsi="宋体" w:cs="微软简仿宋" w:hint="eastAsia"/>
                <w:color w:val="000000"/>
                <w:kern w:val="0"/>
                <w:sz w:val="20"/>
                <w:szCs w:val="20"/>
              </w:rPr>
              <w:t>号锦江之星</w:t>
            </w:r>
            <w:r w:rsidRPr="00E615B0">
              <w:rPr>
                <w:rFonts w:ascii="微软简仿宋" w:eastAsia="微软简仿宋" w:hAnsi="宋体" w:cs="微软简仿宋"/>
                <w:color w:val="000000"/>
                <w:kern w:val="0"/>
                <w:sz w:val="20"/>
                <w:szCs w:val="20"/>
              </w:rPr>
              <w:t>101</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1049</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连云港东海县桃林营区便利店</w:t>
            </w:r>
          </w:p>
        </w:tc>
        <w:tc>
          <w:tcPr>
            <w:tcW w:w="5271" w:type="dxa"/>
            <w:tcBorders>
              <w:top w:val="nil"/>
              <w:left w:val="nil"/>
              <w:bottom w:val="single" w:sz="4" w:space="0" w:color="auto"/>
              <w:right w:val="single" w:sz="4" w:space="0" w:color="auto"/>
            </w:tcBorders>
            <w:shd w:val="clear" w:color="000000" w:fill="FFFFFF"/>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连云港东海县桃林镇石埠村</w:t>
            </w:r>
            <w:r w:rsidRPr="00E615B0">
              <w:rPr>
                <w:rFonts w:ascii="微软简仿宋" w:eastAsia="微软简仿宋" w:hAnsi="宋体" w:cs="微软简仿宋"/>
                <w:color w:val="000000"/>
                <w:kern w:val="0"/>
                <w:sz w:val="20"/>
                <w:szCs w:val="20"/>
              </w:rPr>
              <w:t>71625</w:t>
            </w:r>
            <w:r w:rsidRPr="00E615B0">
              <w:rPr>
                <w:rFonts w:ascii="微软简仿宋" w:eastAsia="微软简仿宋" w:hAnsi="宋体" w:cs="微软简仿宋" w:hint="eastAsia"/>
                <w:color w:val="000000"/>
                <w:kern w:val="0"/>
                <w:sz w:val="20"/>
                <w:szCs w:val="20"/>
              </w:rPr>
              <w:t>部队</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1050</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连云港通灌路购物广场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连云港市新浦区通灌路与青年路交叉口</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1051</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连云港赣榆黄海路购物广场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连云港市赣榆区黄海东路</w:t>
            </w:r>
            <w:r w:rsidRPr="00E615B0">
              <w:rPr>
                <w:rFonts w:ascii="微软简仿宋" w:eastAsia="微软简仿宋" w:hAnsi="宋体" w:cs="微软简仿宋"/>
                <w:color w:val="000000"/>
                <w:kern w:val="0"/>
                <w:sz w:val="20"/>
                <w:szCs w:val="20"/>
              </w:rPr>
              <w:t>32</w:t>
            </w:r>
            <w:r w:rsidRPr="00E615B0">
              <w:rPr>
                <w:rFonts w:ascii="微软简仿宋" w:eastAsia="微软简仿宋" w:hAnsi="宋体" w:cs="微软简仿宋" w:hint="eastAsia"/>
                <w:color w:val="000000"/>
                <w:kern w:val="0"/>
                <w:sz w:val="20"/>
                <w:szCs w:val="20"/>
              </w:rPr>
              <w:t>号</w:t>
            </w:r>
          </w:p>
        </w:tc>
      </w:tr>
      <w:tr w:rsidR="00F331CE" w:rsidRPr="00E615B0">
        <w:trPr>
          <w:trHeight w:val="330"/>
        </w:trPr>
        <w:tc>
          <w:tcPr>
            <w:tcW w:w="633" w:type="dxa"/>
            <w:tcBorders>
              <w:top w:val="nil"/>
              <w:left w:val="single" w:sz="4" w:space="0" w:color="auto"/>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color w:val="000000"/>
                <w:kern w:val="0"/>
                <w:sz w:val="20"/>
                <w:szCs w:val="20"/>
              </w:rPr>
              <w:t>1052</w:t>
            </w:r>
          </w:p>
        </w:tc>
        <w:tc>
          <w:tcPr>
            <w:tcW w:w="630"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w:t>
            </w:r>
          </w:p>
        </w:tc>
        <w:tc>
          <w:tcPr>
            <w:tcW w:w="1988" w:type="dxa"/>
            <w:tcBorders>
              <w:top w:val="nil"/>
              <w:left w:val="nil"/>
              <w:bottom w:val="single" w:sz="4" w:space="0" w:color="auto"/>
              <w:right w:val="single" w:sz="4" w:space="0" w:color="auto"/>
            </w:tcBorders>
            <w:noWrap/>
            <w:vAlign w:val="center"/>
          </w:tcPr>
          <w:p w:rsidR="00F331CE" w:rsidRPr="00E615B0" w:rsidRDefault="00F331CE" w:rsidP="00D219DB">
            <w:pPr>
              <w:widowControl/>
              <w:jc w:val="center"/>
              <w:rPr>
                <w:rFonts w:ascii="微软简仿宋" w:eastAsia="微软简仿宋" w:hAnsi="宋体"/>
                <w:kern w:val="0"/>
                <w:sz w:val="20"/>
                <w:szCs w:val="20"/>
              </w:rPr>
            </w:pPr>
            <w:r w:rsidRPr="00E615B0">
              <w:rPr>
                <w:rFonts w:ascii="微软简仿宋" w:eastAsia="微软简仿宋" w:hAnsi="宋体" w:cs="微软简仿宋" w:hint="eastAsia"/>
                <w:kern w:val="0"/>
                <w:sz w:val="20"/>
                <w:szCs w:val="20"/>
              </w:rPr>
              <w:t>连云港灌云人民路购物广场</w:t>
            </w:r>
          </w:p>
        </w:tc>
        <w:tc>
          <w:tcPr>
            <w:tcW w:w="5271" w:type="dxa"/>
            <w:tcBorders>
              <w:top w:val="nil"/>
              <w:left w:val="nil"/>
              <w:bottom w:val="single" w:sz="4" w:space="0" w:color="auto"/>
              <w:right w:val="single" w:sz="4" w:space="0" w:color="auto"/>
            </w:tcBorders>
            <w:noWrap/>
            <w:vAlign w:val="center"/>
          </w:tcPr>
          <w:p w:rsidR="00F331CE" w:rsidRPr="00E615B0" w:rsidRDefault="00F331CE" w:rsidP="00671F46">
            <w:pPr>
              <w:widowControl/>
              <w:jc w:val="center"/>
              <w:rPr>
                <w:rFonts w:ascii="微软简仿宋" w:eastAsia="微软简仿宋" w:hAnsi="宋体"/>
                <w:color w:val="000000"/>
                <w:kern w:val="0"/>
                <w:sz w:val="20"/>
                <w:szCs w:val="20"/>
              </w:rPr>
            </w:pPr>
            <w:r w:rsidRPr="00E615B0">
              <w:rPr>
                <w:rFonts w:ascii="微软简仿宋" w:eastAsia="微软简仿宋" w:hAnsi="宋体" w:cs="微软简仿宋" w:hint="eastAsia"/>
                <w:color w:val="000000"/>
                <w:kern w:val="0"/>
                <w:sz w:val="20"/>
                <w:szCs w:val="20"/>
              </w:rPr>
              <w:t>连云港市灌云县伊山镇伊山南路与人民路交叉口</w:t>
            </w:r>
          </w:p>
        </w:tc>
      </w:tr>
    </w:tbl>
    <w:p w:rsidR="00F331CE" w:rsidRPr="007B06B8" w:rsidRDefault="00F331CE" w:rsidP="007002A3">
      <w:pPr>
        <w:rPr>
          <w:rFonts w:ascii="微软简仿宋" w:eastAsia="微软简仿宋" w:hAnsi="仿宋"/>
          <w:sz w:val="24"/>
          <w:szCs w:val="24"/>
        </w:rPr>
      </w:pPr>
    </w:p>
    <w:sectPr w:rsidR="00F331CE" w:rsidRPr="007B06B8" w:rsidSect="00D46774">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简仿宋">
    <w:altName w:val="仿宋"/>
    <w:panose1 w:val="00000000000000000000"/>
    <w:charset w:val="86"/>
    <w:family w:val="auto"/>
    <w:pitch w:val="variable"/>
    <w:sig w:usb0="00000201" w:usb1="080F0000" w:usb2="00000010" w:usb3="00000000" w:csb0="00160004"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74C1C"/>
    <w:multiLevelType w:val="hybridMultilevel"/>
    <w:tmpl w:val="979A6ECA"/>
    <w:lvl w:ilvl="0" w:tplc="ACFAA37E">
      <w:start w:val="1"/>
      <w:numFmt w:val="decimalEnclosedCircle"/>
      <w:lvlText w:val="%1"/>
      <w:lvlJc w:val="left"/>
      <w:pPr>
        <w:ind w:left="360" w:hanging="360"/>
      </w:pPr>
      <w:rPr>
        <w:rFonts w:ascii="宋体" w:eastAsia="宋体"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1B28724F"/>
    <w:multiLevelType w:val="hybridMultilevel"/>
    <w:tmpl w:val="B874CB34"/>
    <w:lvl w:ilvl="0" w:tplc="8F5AFB48">
      <w:start w:val="1"/>
      <w:numFmt w:val="decimalEnclosedCircle"/>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
    <w:nsid w:val="28993CED"/>
    <w:multiLevelType w:val="hybridMultilevel"/>
    <w:tmpl w:val="4FE68ED6"/>
    <w:lvl w:ilvl="0" w:tplc="40F2F93E">
      <w:start w:val="1"/>
      <w:numFmt w:val="decimalEnclosedCircle"/>
      <w:lvlText w:val="%1"/>
      <w:lvlJc w:val="left"/>
      <w:pPr>
        <w:ind w:left="360" w:hanging="360"/>
      </w:pPr>
      <w:rPr>
        <w:rFonts w:ascii="仿宋_GB2312" w:eastAsia="仿宋_GB2312" w:hint="default"/>
        <w:color w:val="auto"/>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nsid w:val="30E034E9"/>
    <w:multiLevelType w:val="hybridMultilevel"/>
    <w:tmpl w:val="8578C7B8"/>
    <w:lvl w:ilvl="0" w:tplc="66C62FC6">
      <w:start w:val="1"/>
      <w:numFmt w:val="japaneseCounting"/>
      <w:lvlText w:val="%1、"/>
      <w:lvlJc w:val="left"/>
      <w:pPr>
        <w:ind w:left="1347" w:hanging="720"/>
      </w:pPr>
      <w:rPr>
        <w:rFonts w:hint="default"/>
      </w:rPr>
    </w:lvl>
    <w:lvl w:ilvl="1" w:tplc="04090019">
      <w:start w:val="1"/>
      <w:numFmt w:val="lowerLetter"/>
      <w:lvlText w:val="%2)"/>
      <w:lvlJc w:val="left"/>
      <w:pPr>
        <w:ind w:left="1467" w:hanging="420"/>
      </w:pPr>
    </w:lvl>
    <w:lvl w:ilvl="2" w:tplc="0409001B">
      <w:start w:val="1"/>
      <w:numFmt w:val="lowerRoman"/>
      <w:lvlText w:val="%3."/>
      <w:lvlJc w:val="right"/>
      <w:pPr>
        <w:ind w:left="1887" w:hanging="420"/>
      </w:pPr>
    </w:lvl>
    <w:lvl w:ilvl="3" w:tplc="0409000F">
      <w:start w:val="1"/>
      <w:numFmt w:val="decimal"/>
      <w:lvlText w:val="%4."/>
      <w:lvlJc w:val="left"/>
      <w:pPr>
        <w:ind w:left="2307" w:hanging="420"/>
      </w:pPr>
    </w:lvl>
    <w:lvl w:ilvl="4" w:tplc="04090019">
      <w:start w:val="1"/>
      <w:numFmt w:val="lowerLetter"/>
      <w:lvlText w:val="%5)"/>
      <w:lvlJc w:val="left"/>
      <w:pPr>
        <w:ind w:left="2727" w:hanging="420"/>
      </w:pPr>
    </w:lvl>
    <w:lvl w:ilvl="5" w:tplc="0409001B">
      <w:start w:val="1"/>
      <w:numFmt w:val="lowerRoman"/>
      <w:lvlText w:val="%6."/>
      <w:lvlJc w:val="right"/>
      <w:pPr>
        <w:ind w:left="3147" w:hanging="420"/>
      </w:pPr>
    </w:lvl>
    <w:lvl w:ilvl="6" w:tplc="0409000F">
      <w:start w:val="1"/>
      <w:numFmt w:val="decimal"/>
      <w:lvlText w:val="%7."/>
      <w:lvlJc w:val="left"/>
      <w:pPr>
        <w:ind w:left="3567" w:hanging="420"/>
      </w:pPr>
    </w:lvl>
    <w:lvl w:ilvl="7" w:tplc="04090019">
      <w:start w:val="1"/>
      <w:numFmt w:val="lowerLetter"/>
      <w:lvlText w:val="%8)"/>
      <w:lvlJc w:val="left"/>
      <w:pPr>
        <w:ind w:left="3987" w:hanging="420"/>
      </w:pPr>
    </w:lvl>
    <w:lvl w:ilvl="8" w:tplc="0409001B">
      <w:start w:val="1"/>
      <w:numFmt w:val="lowerRoman"/>
      <w:lvlText w:val="%9."/>
      <w:lvlJc w:val="right"/>
      <w:pPr>
        <w:ind w:left="4407" w:hanging="420"/>
      </w:pPr>
    </w:lvl>
  </w:abstractNum>
  <w:abstractNum w:abstractNumId="4">
    <w:nsid w:val="596F50B0"/>
    <w:multiLevelType w:val="hybridMultilevel"/>
    <w:tmpl w:val="A3741642"/>
    <w:lvl w:ilvl="0" w:tplc="04684F96">
      <w:start w:val="1"/>
      <w:numFmt w:val="decimalEnclosedCircle"/>
      <w:lvlText w:val="%1"/>
      <w:lvlJc w:val="left"/>
      <w:pPr>
        <w:ind w:left="360" w:hanging="360"/>
      </w:pPr>
      <w:rPr>
        <w:rFonts w:ascii="仿宋_GB2312" w:eastAsia="仿宋_GB2312" w:hint="default"/>
        <w:color w:val="auto"/>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5">
    <w:nsid w:val="6E9D5087"/>
    <w:multiLevelType w:val="hybridMultilevel"/>
    <w:tmpl w:val="BCAEE318"/>
    <w:lvl w:ilvl="0" w:tplc="18E0B672">
      <w:start w:val="1"/>
      <w:numFmt w:val="decimalEnclosedCircle"/>
      <w:lvlText w:val="%1"/>
      <w:lvlJc w:val="left"/>
      <w:pPr>
        <w:ind w:left="360" w:hanging="360"/>
      </w:pPr>
      <w:rPr>
        <w:rFonts w:ascii="仿宋_GB2312" w:eastAsia="仿宋_GB2312" w:hint="default"/>
        <w:color w:val="auto"/>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72F61609"/>
    <w:multiLevelType w:val="hybridMultilevel"/>
    <w:tmpl w:val="A730892E"/>
    <w:lvl w:ilvl="0" w:tplc="27008F66">
      <w:start w:val="1"/>
      <w:numFmt w:val="decimalEnclosedCircle"/>
      <w:lvlText w:val="%1"/>
      <w:lvlJc w:val="left"/>
      <w:pPr>
        <w:ind w:left="360" w:hanging="360"/>
      </w:pPr>
      <w:rPr>
        <w:rFonts w:ascii="宋体"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7F675BBC"/>
    <w:multiLevelType w:val="hybridMultilevel"/>
    <w:tmpl w:val="7A3CD7CE"/>
    <w:lvl w:ilvl="0" w:tplc="CD4C92A6">
      <w:start w:val="1"/>
      <w:numFmt w:val="decimalEnclosedCircle"/>
      <w:lvlText w:val="（%1"/>
      <w:lvlJc w:val="left"/>
      <w:pPr>
        <w:ind w:left="480" w:hanging="48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7"/>
  </w:num>
  <w:num w:numId="6">
    <w:abstractNumId w:val="0"/>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6D6B"/>
    <w:rsid w:val="000104E5"/>
    <w:rsid w:val="000111F1"/>
    <w:rsid w:val="00014EB7"/>
    <w:rsid w:val="00022C6E"/>
    <w:rsid w:val="000241F0"/>
    <w:rsid w:val="00030FE0"/>
    <w:rsid w:val="00036157"/>
    <w:rsid w:val="00036E16"/>
    <w:rsid w:val="00041E05"/>
    <w:rsid w:val="00043F7D"/>
    <w:rsid w:val="00047B3B"/>
    <w:rsid w:val="00047EEF"/>
    <w:rsid w:val="00050D52"/>
    <w:rsid w:val="00053DE9"/>
    <w:rsid w:val="00055D7E"/>
    <w:rsid w:val="00061B8A"/>
    <w:rsid w:val="00063E82"/>
    <w:rsid w:val="00066F6E"/>
    <w:rsid w:val="00067A9D"/>
    <w:rsid w:val="0007165F"/>
    <w:rsid w:val="00073789"/>
    <w:rsid w:val="00073E02"/>
    <w:rsid w:val="0007777C"/>
    <w:rsid w:val="00083DDD"/>
    <w:rsid w:val="00084F61"/>
    <w:rsid w:val="00084FF2"/>
    <w:rsid w:val="000866CB"/>
    <w:rsid w:val="00086731"/>
    <w:rsid w:val="0008730F"/>
    <w:rsid w:val="00093C74"/>
    <w:rsid w:val="00096534"/>
    <w:rsid w:val="000973F4"/>
    <w:rsid w:val="000A41E1"/>
    <w:rsid w:val="000B1E55"/>
    <w:rsid w:val="000B201A"/>
    <w:rsid w:val="000B4598"/>
    <w:rsid w:val="000B74A3"/>
    <w:rsid w:val="000C4B8B"/>
    <w:rsid w:val="000C58E1"/>
    <w:rsid w:val="000D01DB"/>
    <w:rsid w:val="000D3ED4"/>
    <w:rsid w:val="000D4CD4"/>
    <w:rsid w:val="000D6C40"/>
    <w:rsid w:val="000D7E89"/>
    <w:rsid w:val="000E2EDF"/>
    <w:rsid w:val="000E32B9"/>
    <w:rsid w:val="000E3805"/>
    <w:rsid w:val="000E6D6B"/>
    <w:rsid w:val="000E7230"/>
    <w:rsid w:val="000F04BC"/>
    <w:rsid w:val="000F4822"/>
    <w:rsid w:val="000F5183"/>
    <w:rsid w:val="000F7A58"/>
    <w:rsid w:val="001002AE"/>
    <w:rsid w:val="001004C6"/>
    <w:rsid w:val="00101ECA"/>
    <w:rsid w:val="0010211A"/>
    <w:rsid w:val="00106E75"/>
    <w:rsid w:val="0010721F"/>
    <w:rsid w:val="001124B9"/>
    <w:rsid w:val="00113F46"/>
    <w:rsid w:val="00125CE7"/>
    <w:rsid w:val="00126C22"/>
    <w:rsid w:val="001275DE"/>
    <w:rsid w:val="00131C8D"/>
    <w:rsid w:val="00132801"/>
    <w:rsid w:val="001369BA"/>
    <w:rsid w:val="00141B25"/>
    <w:rsid w:val="00141FBA"/>
    <w:rsid w:val="00143C0F"/>
    <w:rsid w:val="0014410F"/>
    <w:rsid w:val="00150CB6"/>
    <w:rsid w:val="00150D1E"/>
    <w:rsid w:val="00153E1F"/>
    <w:rsid w:val="00155F23"/>
    <w:rsid w:val="001745B1"/>
    <w:rsid w:val="00174E10"/>
    <w:rsid w:val="001760C3"/>
    <w:rsid w:val="001817C5"/>
    <w:rsid w:val="00181FCF"/>
    <w:rsid w:val="001927A8"/>
    <w:rsid w:val="00194114"/>
    <w:rsid w:val="001A6DB0"/>
    <w:rsid w:val="001B1B3A"/>
    <w:rsid w:val="001C3630"/>
    <w:rsid w:val="001C3B07"/>
    <w:rsid w:val="001D2181"/>
    <w:rsid w:val="001D21F2"/>
    <w:rsid w:val="001D37FB"/>
    <w:rsid w:val="001D483A"/>
    <w:rsid w:val="001D4C8A"/>
    <w:rsid w:val="001D7B3A"/>
    <w:rsid w:val="001E708B"/>
    <w:rsid w:val="001F142E"/>
    <w:rsid w:val="001F1445"/>
    <w:rsid w:val="001F1F71"/>
    <w:rsid w:val="001F2636"/>
    <w:rsid w:val="001F3A97"/>
    <w:rsid w:val="001F579E"/>
    <w:rsid w:val="001F5F8D"/>
    <w:rsid w:val="002012F8"/>
    <w:rsid w:val="00215237"/>
    <w:rsid w:val="00216EC6"/>
    <w:rsid w:val="0022155D"/>
    <w:rsid w:val="00222FED"/>
    <w:rsid w:val="00223B4D"/>
    <w:rsid w:val="002253A6"/>
    <w:rsid w:val="00226318"/>
    <w:rsid w:val="00232B06"/>
    <w:rsid w:val="00232CE1"/>
    <w:rsid w:val="002438B4"/>
    <w:rsid w:val="002446F8"/>
    <w:rsid w:val="0024473F"/>
    <w:rsid w:val="002478BF"/>
    <w:rsid w:val="00251773"/>
    <w:rsid w:val="00260541"/>
    <w:rsid w:val="00261C78"/>
    <w:rsid w:val="0026767D"/>
    <w:rsid w:val="00267C6F"/>
    <w:rsid w:val="00282247"/>
    <w:rsid w:val="00283135"/>
    <w:rsid w:val="002844A2"/>
    <w:rsid w:val="00284B68"/>
    <w:rsid w:val="0029428E"/>
    <w:rsid w:val="002A1C0A"/>
    <w:rsid w:val="002A5859"/>
    <w:rsid w:val="002B0023"/>
    <w:rsid w:val="002B5424"/>
    <w:rsid w:val="002B5532"/>
    <w:rsid w:val="002B5832"/>
    <w:rsid w:val="002B6689"/>
    <w:rsid w:val="002B6DD2"/>
    <w:rsid w:val="002B7E06"/>
    <w:rsid w:val="002C3D09"/>
    <w:rsid w:val="002C7613"/>
    <w:rsid w:val="002D0E46"/>
    <w:rsid w:val="002D357F"/>
    <w:rsid w:val="002D40DD"/>
    <w:rsid w:val="002E2039"/>
    <w:rsid w:val="002E4BD9"/>
    <w:rsid w:val="002E4DA2"/>
    <w:rsid w:val="002E7940"/>
    <w:rsid w:val="002F4688"/>
    <w:rsid w:val="00304C7B"/>
    <w:rsid w:val="003103A0"/>
    <w:rsid w:val="00312E1F"/>
    <w:rsid w:val="003163ED"/>
    <w:rsid w:val="00321DCB"/>
    <w:rsid w:val="00324472"/>
    <w:rsid w:val="00332C67"/>
    <w:rsid w:val="00337C1C"/>
    <w:rsid w:val="0034067E"/>
    <w:rsid w:val="00344734"/>
    <w:rsid w:val="00346CA5"/>
    <w:rsid w:val="00350E52"/>
    <w:rsid w:val="00351197"/>
    <w:rsid w:val="00353443"/>
    <w:rsid w:val="00355DAC"/>
    <w:rsid w:val="00362B2B"/>
    <w:rsid w:val="003630D6"/>
    <w:rsid w:val="003657B6"/>
    <w:rsid w:val="00366C00"/>
    <w:rsid w:val="003679C1"/>
    <w:rsid w:val="003679EA"/>
    <w:rsid w:val="00377BEA"/>
    <w:rsid w:val="00384CE2"/>
    <w:rsid w:val="00395F48"/>
    <w:rsid w:val="003A10BA"/>
    <w:rsid w:val="003B2116"/>
    <w:rsid w:val="003B58B8"/>
    <w:rsid w:val="003B59F8"/>
    <w:rsid w:val="003B77B8"/>
    <w:rsid w:val="003C3333"/>
    <w:rsid w:val="003C365D"/>
    <w:rsid w:val="003D0A23"/>
    <w:rsid w:val="003D5376"/>
    <w:rsid w:val="003D61EE"/>
    <w:rsid w:val="003E2ABC"/>
    <w:rsid w:val="003F304A"/>
    <w:rsid w:val="003F50F6"/>
    <w:rsid w:val="00413B8C"/>
    <w:rsid w:val="004144DA"/>
    <w:rsid w:val="004164EE"/>
    <w:rsid w:val="004255EE"/>
    <w:rsid w:val="00425882"/>
    <w:rsid w:val="004329BF"/>
    <w:rsid w:val="00434779"/>
    <w:rsid w:val="004376AE"/>
    <w:rsid w:val="00440E54"/>
    <w:rsid w:val="00455017"/>
    <w:rsid w:val="0045657D"/>
    <w:rsid w:val="00462032"/>
    <w:rsid w:val="004660C5"/>
    <w:rsid w:val="00470322"/>
    <w:rsid w:val="00473B41"/>
    <w:rsid w:val="004750E8"/>
    <w:rsid w:val="00481729"/>
    <w:rsid w:val="00483F58"/>
    <w:rsid w:val="0049360B"/>
    <w:rsid w:val="0049539D"/>
    <w:rsid w:val="004A2B56"/>
    <w:rsid w:val="004A3D42"/>
    <w:rsid w:val="004A4154"/>
    <w:rsid w:val="004A41A7"/>
    <w:rsid w:val="004A4B1C"/>
    <w:rsid w:val="004B107A"/>
    <w:rsid w:val="004B385F"/>
    <w:rsid w:val="004C0AD5"/>
    <w:rsid w:val="004C51F8"/>
    <w:rsid w:val="004C7C62"/>
    <w:rsid w:val="004D6424"/>
    <w:rsid w:val="004D77F4"/>
    <w:rsid w:val="004D793B"/>
    <w:rsid w:val="004E237E"/>
    <w:rsid w:val="004E64AB"/>
    <w:rsid w:val="004F2CCC"/>
    <w:rsid w:val="004F4844"/>
    <w:rsid w:val="00500688"/>
    <w:rsid w:val="00501DDE"/>
    <w:rsid w:val="00510657"/>
    <w:rsid w:val="0051137B"/>
    <w:rsid w:val="00513CB5"/>
    <w:rsid w:val="00517AC7"/>
    <w:rsid w:val="00521516"/>
    <w:rsid w:val="00526764"/>
    <w:rsid w:val="00533C94"/>
    <w:rsid w:val="00534C86"/>
    <w:rsid w:val="005416DA"/>
    <w:rsid w:val="00541D71"/>
    <w:rsid w:val="00542FA3"/>
    <w:rsid w:val="0054397D"/>
    <w:rsid w:val="005442A2"/>
    <w:rsid w:val="00546F14"/>
    <w:rsid w:val="00552B38"/>
    <w:rsid w:val="005563D0"/>
    <w:rsid w:val="00561537"/>
    <w:rsid w:val="00564772"/>
    <w:rsid w:val="00570E31"/>
    <w:rsid w:val="00571320"/>
    <w:rsid w:val="00577B91"/>
    <w:rsid w:val="0058102D"/>
    <w:rsid w:val="00584F7D"/>
    <w:rsid w:val="00585899"/>
    <w:rsid w:val="00586065"/>
    <w:rsid w:val="00586B2A"/>
    <w:rsid w:val="00590326"/>
    <w:rsid w:val="00592851"/>
    <w:rsid w:val="005941A1"/>
    <w:rsid w:val="0059517A"/>
    <w:rsid w:val="00596281"/>
    <w:rsid w:val="005A2460"/>
    <w:rsid w:val="005A3915"/>
    <w:rsid w:val="005B022A"/>
    <w:rsid w:val="005B0AB4"/>
    <w:rsid w:val="005B10A1"/>
    <w:rsid w:val="005B1267"/>
    <w:rsid w:val="005B13EC"/>
    <w:rsid w:val="005B5946"/>
    <w:rsid w:val="005B6500"/>
    <w:rsid w:val="005C13EF"/>
    <w:rsid w:val="005C39BE"/>
    <w:rsid w:val="005C4230"/>
    <w:rsid w:val="005C4B8B"/>
    <w:rsid w:val="005C7797"/>
    <w:rsid w:val="005C7E43"/>
    <w:rsid w:val="005D388D"/>
    <w:rsid w:val="005D3E13"/>
    <w:rsid w:val="005D56D7"/>
    <w:rsid w:val="005D64CE"/>
    <w:rsid w:val="005D7794"/>
    <w:rsid w:val="005E5098"/>
    <w:rsid w:val="005F3DF2"/>
    <w:rsid w:val="006072A3"/>
    <w:rsid w:val="00607C43"/>
    <w:rsid w:val="00610FEE"/>
    <w:rsid w:val="00611AC0"/>
    <w:rsid w:val="00611C58"/>
    <w:rsid w:val="0061501A"/>
    <w:rsid w:val="00615215"/>
    <w:rsid w:val="00622CDC"/>
    <w:rsid w:val="00623631"/>
    <w:rsid w:val="00627142"/>
    <w:rsid w:val="006304BA"/>
    <w:rsid w:val="00630F40"/>
    <w:rsid w:val="00631667"/>
    <w:rsid w:val="00633100"/>
    <w:rsid w:val="00637B0A"/>
    <w:rsid w:val="0064488E"/>
    <w:rsid w:val="0064540E"/>
    <w:rsid w:val="00646468"/>
    <w:rsid w:val="00647A88"/>
    <w:rsid w:val="00655A75"/>
    <w:rsid w:val="00660DD3"/>
    <w:rsid w:val="006650D1"/>
    <w:rsid w:val="00671F46"/>
    <w:rsid w:val="0067204D"/>
    <w:rsid w:val="0067220F"/>
    <w:rsid w:val="00682DA1"/>
    <w:rsid w:val="00684E1D"/>
    <w:rsid w:val="00686CA7"/>
    <w:rsid w:val="0069032D"/>
    <w:rsid w:val="00692238"/>
    <w:rsid w:val="00692ACF"/>
    <w:rsid w:val="006A6620"/>
    <w:rsid w:val="006B2ACD"/>
    <w:rsid w:val="006B53C8"/>
    <w:rsid w:val="006B704F"/>
    <w:rsid w:val="006D4FD2"/>
    <w:rsid w:val="006E3E5A"/>
    <w:rsid w:val="006F3104"/>
    <w:rsid w:val="006F71AB"/>
    <w:rsid w:val="007002A3"/>
    <w:rsid w:val="00703B87"/>
    <w:rsid w:val="00704E6A"/>
    <w:rsid w:val="00711F1E"/>
    <w:rsid w:val="007142D9"/>
    <w:rsid w:val="00714F81"/>
    <w:rsid w:val="0071522A"/>
    <w:rsid w:val="00717728"/>
    <w:rsid w:val="0072689D"/>
    <w:rsid w:val="0072691A"/>
    <w:rsid w:val="00726E02"/>
    <w:rsid w:val="007313CD"/>
    <w:rsid w:val="0073453F"/>
    <w:rsid w:val="00744292"/>
    <w:rsid w:val="0074668B"/>
    <w:rsid w:val="0075697A"/>
    <w:rsid w:val="00760120"/>
    <w:rsid w:val="007614FA"/>
    <w:rsid w:val="00766D01"/>
    <w:rsid w:val="00770C8B"/>
    <w:rsid w:val="007717BF"/>
    <w:rsid w:val="0077257F"/>
    <w:rsid w:val="00774A13"/>
    <w:rsid w:val="00777D23"/>
    <w:rsid w:val="00783396"/>
    <w:rsid w:val="007846C8"/>
    <w:rsid w:val="00793F7E"/>
    <w:rsid w:val="00795B62"/>
    <w:rsid w:val="007972F7"/>
    <w:rsid w:val="007A4687"/>
    <w:rsid w:val="007A76D8"/>
    <w:rsid w:val="007B06B8"/>
    <w:rsid w:val="007B2141"/>
    <w:rsid w:val="007B7D35"/>
    <w:rsid w:val="007C5417"/>
    <w:rsid w:val="007D0BDB"/>
    <w:rsid w:val="007D1062"/>
    <w:rsid w:val="007D2904"/>
    <w:rsid w:val="007D531C"/>
    <w:rsid w:val="007D7C02"/>
    <w:rsid w:val="007F0058"/>
    <w:rsid w:val="007F1A0B"/>
    <w:rsid w:val="0080472A"/>
    <w:rsid w:val="00805FC5"/>
    <w:rsid w:val="00805FCD"/>
    <w:rsid w:val="0082156B"/>
    <w:rsid w:val="008259C0"/>
    <w:rsid w:val="008266DB"/>
    <w:rsid w:val="00827EFF"/>
    <w:rsid w:val="00830007"/>
    <w:rsid w:val="008311D8"/>
    <w:rsid w:val="008353AC"/>
    <w:rsid w:val="00842443"/>
    <w:rsid w:val="00845ADA"/>
    <w:rsid w:val="0084621A"/>
    <w:rsid w:val="008548B3"/>
    <w:rsid w:val="00856E5D"/>
    <w:rsid w:val="00861863"/>
    <w:rsid w:val="00862ABB"/>
    <w:rsid w:val="0086434D"/>
    <w:rsid w:val="00867C97"/>
    <w:rsid w:val="00873D13"/>
    <w:rsid w:val="008841BA"/>
    <w:rsid w:val="00886AB8"/>
    <w:rsid w:val="00891824"/>
    <w:rsid w:val="008934A4"/>
    <w:rsid w:val="0089776F"/>
    <w:rsid w:val="008A4199"/>
    <w:rsid w:val="008B133C"/>
    <w:rsid w:val="008B1E26"/>
    <w:rsid w:val="008B1F51"/>
    <w:rsid w:val="008B5BCC"/>
    <w:rsid w:val="008B5BF5"/>
    <w:rsid w:val="008C0A32"/>
    <w:rsid w:val="008C5E73"/>
    <w:rsid w:val="008C660F"/>
    <w:rsid w:val="008D0C7A"/>
    <w:rsid w:val="008D4D62"/>
    <w:rsid w:val="008E5C76"/>
    <w:rsid w:val="008E694F"/>
    <w:rsid w:val="008F030B"/>
    <w:rsid w:val="008F3B63"/>
    <w:rsid w:val="008F5325"/>
    <w:rsid w:val="009003D2"/>
    <w:rsid w:val="00901071"/>
    <w:rsid w:val="0090440B"/>
    <w:rsid w:val="0090537F"/>
    <w:rsid w:val="00923AC6"/>
    <w:rsid w:val="00932CD3"/>
    <w:rsid w:val="00937B46"/>
    <w:rsid w:val="00940616"/>
    <w:rsid w:val="00940A5F"/>
    <w:rsid w:val="00942F32"/>
    <w:rsid w:val="00946DD0"/>
    <w:rsid w:val="00951CB4"/>
    <w:rsid w:val="0096234C"/>
    <w:rsid w:val="009651EE"/>
    <w:rsid w:val="00967030"/>
    <w:rsid w:val="009722B5"/>
    <w:rsid w:val="00976A03"/>
    <w:rsid w:val="009872D4"/>
    <w:rsid w:val="00987952"/>
    <w:rsid w:val="00991D9E"/>
    <w:rsid w:val="009925E6"/>
    <w:rsid w:val="0099352E"/>
    <w:rsid w:val="0099446F"/>
    <w:rsid w:val="00997B3C"/>
    <w:rsid w:val="009A2CC4"/>
    <w:rsid w:val="009A405E"/>
    <w:rsid w:val="009A6C06"/>
    <w:rsid w:val="009B4FF4"/>
    <w:rsid w:val="009C5C36"/>
    <w:rsid w:val="009C7152"/>
    <w:rsid w:val="009D20E8"/>
    <w:rsid w:val="009D28F3"/>
    <w:rsid w:val="009D6EF0"/>
    <w:rsid w:val="009D7FA2"/>
    <w:rsid w:val="009E2B7A"/>
    <w:rsid w:val="009F0890"/>
    <w:rsid w:val="009F0C0A"/>
    <w:rsid w:val="009F0E16"/>
    <w:rsid w:val="009F2210"/>
    <w:rsid w:val="009F7FD4"/>
    <w:rsid w:val="00A03464"/>
    <w:rsid w:val="00A1059B"/>
    <w:rsid w:val="00A11E8D"/>
    <w:rsid w:val="00A1352E"/>
    <w:rsid w:val="00A14229"/>
    <w:rsid w:val="00A1578A"/>
    <w:rsid w:val="00A30E3E"/>
    <w:rsid w:val="00A33F45"/>
    <w:rsid w:val="00A370CD"/>
    <w:rsid w:val="00A40E88"/>
    <w:rsid w:val="00A429EB"/>
    <w:rsid w:val="00A4344A"/>
    <w:rsid w:val="00A45E47"/>
    <w:rsid w:val="00A47834"/>
    <w:rsid w:val="00A52CA8"/>
    <w:rsid w:val="00A60F81"/>
    <w:rsid w:val="00A611D6"/>
    <w:rsid w:val="00A613C6"/>
    <w:rsid w:val="00A63AC4"/>
    <w:rsid w:val="00A71A16"/>
    <w:rsid w:val="00A86B1C"/>
    <w:rsid w:val="00A9036A"/>
    <w:rsid w:val="00A960FA"/>
    <w:rsid w:val="00A96EBA"/>
    <w:rsid w:val="00AA1023"/>
    <w:rsid w:val="00AA451D"/>
    <w:rsid w:val="00AA646E"/>
    <w:rsid w:val="00AB1AA6"/>
    <w:rsid w:val="00AB2F8E"/>
    <w:rsid w:val="00AB3D20"/>
    <w:rsid w:val="00AB518C"/>
    <w:rsid w:val="00AC1792"/>
    <w:rsid w:val="00AC4C0F"/>
    <w:rsid w:val="00AC6EF1"/>
    <w:rsid w:val="00AC7394"/>
    <w:rsid w:val="00AD142C"/>
    <w:rsid w:val="00AE2609"/>
    <w:rsid w:val="00AE3193"/>
    <w:rsid w:val="00AE638D"/>
    <w:rsid w:val="00AF1912"/>
    <w:rsid w:val="00AF1D89"/>
    <w:rsid w:val="00AF32B9"/>
    <w:rsid w:val="00B02963"/>
    <w:rsid w:val="00B049BA"/>
    <w:rsid w:val="00B05828"/>
    <w:rsid w:val="00B1492B"/>
    <w:rsid w:val="00B16D4C"/>
    <w:rsid w:val="00B2189A"/>
    <w:rsid w:val="00B23015"/>
    <w:rsid w:val="00B233F9"/>
    <w:rsid w:val="00B2456C"/>
    <w:rsid w:val="00B250C5"/>
    <w:rsid w:val="00B25BE1"/>
    <w:rsid w:val="00B32755"/>
    <w:rsid w:val="00B3281E"/>
    <w:rsid w:val="00B34CFC"/>
    <w:rsid w:val="00B363A9"/>
    <w:rsid w:val="00B4129B"/>
    <w:rsid w:val="00B45716"/>
    <w:rsid w:val="00B50957"/>
    <w:rsid w:val="00B5603F"/>
    <w:rsid w:val="00B5665B"/>
    <w:rsid w:val="00B70A5B"/>
    <w:rsid w:val="00B70A69"/>
    <w:rsid w:val="00B771A8"/>
    <w:rsid w:val="00B8786B"/>
    <w:rsid w:val="00B8792A"/>
    <w:rsid w:val="00B90D96"/>
    <w:rsid w:val="00B9373A"/>
    <w:rsid w:val="00B9373D"/>
    <w:rsid w:val="00B94C15"/>
    <w:rsid w:val="00B96211"/>
    <w:rsid w:val="00BA1260"/>
    <w:rsid w:val="00BA60EE"/>
    <w:rsid w:val="00BA744B"/>
    <w:rsid w:val="00BB3B2E"/>
    <w:rsid w:val="00BB4C7F"/>
    <w:rsid w:val="00BC1FBB"/>
    <w:rsid w:val="00BD1DB7"/>
    <w:rsid w:val="00BE0CBC"/>
    <w:rsid w:val="00BE1137"/>
    <w:rsid w:val="00BE7D48"/>
    <w:rsid w:val="00BF5A10"/>
    <w:rsid w:val="00C017DA"/>
    <w:rsid w:val="00C04B57"/>
    <w:rsid w:val="00C05054"/>
    <w:rsid w:val="00C140F1"/>
    <w:rsid w:val="00C15BD3"/>
    <w:rsid w:val="00C16011"/>
    <w:rsid w:val="00C21878"/>
    <w:rsid w:val="00C2372D"/>
    <w:rsid w:val="00C25347"/>
    <w:rsid w:val="00C35521"/>
    <w:rsid w:val="00C356A7"/>
    <w:rsid w:val="00C4248B"/>
    <w:rsid w:val="00C453EA"/>
    <w:rsid w:val="00C4573A"/>
    <w:rsid w:val="00C53763"/>
    <w:rsid w:val="00C61C64"/>
    <w:rsid w:val="00C6205F"/>
    <w:rsid w:val="00C629D6"/>
    <w:rsid w:val="00C70616"/>
    <w:rsid w:val="00C728F1"/>
    <w:rsid w:val="00C80ADB"/>
    <w:rsid w:val="00C81DD5"/>
    <w:rsid w:val="00C94BBD"/>
    <w:rsid w:val="00C978E5"/>
    <w:rsid w:val="00CB239B"/>
    <w:rsid w:val="00CB5024"/>
    <w:rsid w:val="00CB74BB"/>
    <w:rsid w:val="00CB766E"/>
    <w:rsid w:val="00CC10A7"/>
    <w:rsid w:val="00CC24CE"/>
    <w:rsid w:val="00CC3E72"/>
    <w:rsid w:val="00CC3EB0"/>
    <w:rsid w:val="00CC5239"/>
    <w:rsid w:val="00CD0DC9"/>
    <w:rsid w:val="00CD1249"/>
    <w:rsid w:val="00CE0ADE"/>
    <w:rsid w:val="00CE4959"/>
    <w:rsid w:val="00CE6030"/>
    <w:rsid w:val="00CF463C"/>
    <w:rsid w:val="00CF592E"/>
    <w:rsid w:val="00D05477"/>
    <w:rsid w:val="00D065F0"/>
    <w:rsid w:val="00D06E51"/>
    <w:rsid w:val="00D074E8"/>
    <w:rsid w:val="00D1312D"/>
    <w:rsid w:val="00D170DC"/>
    <w:rsid w:val="00D219DB"/>
    <w:rsid w:val="00D23418"/>
    <w:rsid w:val="00D25D23"/>
    <w:rsid w:val="00D26A5C"/>
    <w:rsid w:val="00D304BF"/>
    <w:rsid w:val="00D36617"/>
    <w:rsid w:val="00D45E37"/>
    <w:rsid w:val="00D46774"/>
    <w:rsid w:val="00D56434"/>
    <w:rsid w:val="00D608A5"/>
    <w:rsid w:val="00D679BA"/>
    <w:rsid w:val="00D75D0E"/>
    <w:rsid w:val="00D76610"/>
    <w:rsid w:val="00D81730"/>
    <w:rsid w:val="00D87ECD"/>
    <w:rsid w:val="00D978AA"/>
    <w:rsid w:val="00DA1641"/>
    <w:rsid w:val="00DA2D25"/>
    <w:rsid w:val="00DB1DBB"/>
    <w:rsid w:val="00DB36D1"/>
    <w:rsid w:val="00DB7108"/>
    <w:rsid w:val="00DB738E"/>
    <w:rsid w:val="00DC6934"/>
    <w:rsid w:val="00DD1FA9"/>
    <w:rsid w:val="00DD5518"/>
    <w:rsid w:val="00DD7FDD"/>
    <w:rsid w:val="00DE599B"/>
    <w:rsid w:val="00DF0C86"/>
    <w:rsid w:val="00DF173C"/>
    <w:rsid w:val="00DF3117"/>
    <w:rsid w:val="00DF6F54"/>
    <w:rsid w:val="00E029EC"/>
    <w:rsid w:val="00E04F15"/>
    <w:rsid w:val="00E13E78"/>
    <w:rsid w:val="00E1735D"/>
    <w:rsid w:val="00E17907"/>
    <w:rsid w:val="00E2307D"/>
    <w:rsid w:val="00E238B4"/>
    <w:rsid w:val="00E239E6"/>
    <w:rsid w:val="00E23CA2"/>
    <w:rsid w:val="00E25358"/>
    <w:rsid w:val="00E2746E"/>
    <w:rsid w:val="00E322D7"/>
    <w:rsid w:val="00E328A8"/>
    <w:rsid w:val="00E3303D"/>
    <w:rsid w:val="00E35C6A"/>
    <w:rsid w:val="00E3778F"/>
    <w:rsid w:val="00E40243"/>
    <w:rsid w:val="00E44D40"/>
    <w:rsid w:val="00E47E98"/>
    <w:rsid w:val="00E50900"/>
    <w:rsid w:val="00E51A8F"/>
    <w:rsid w:val="00E54F42"/>
    <w:rsid w:val="00E56BC5"/>
    <w:rsid w:val="00E615B0"/>
    <w:rsid w:val="00E627DD"/>
    <w:rsid w:val="00E63F38"/>
    <w:rsid w:val="00E64C78"/>
    <w:rsid w:val="00E65098"/>
    <w:rsid w:val="00E66011"/>
    <w:rsid w:val="00E67F8D"/>
    <w:rsid w:val="00E72AD1"/>
    <w:rsid w:val="00E754FF"/>
    <w:rsid w:val="00E80DCD"/>
    <w:rsid w:val="00E81FA8"/>
    <w:rsid w:val="00E82184"/>
    <w:rsid w:val="00E848F7"/>
    <w:rsid w:val="00E86FCE"/>
    <w:rsid w:val="00E90DE3"/>
    <w:rsid w:val="00E943C7"/>
    <w:rsid w:val="00E9560C"/>
    <w:rsid w:val="00E95EE7"/>
    <w:rsid w:val="00EB1222"/>
    <w:rsid w:val="00EB2245"/>
    <w:rsid w:val="00EC1C21"/>
    <w:rsid w:val="00ED0BC9"/>
    <w:rsid w:val="00ED157F"/>
    <w:rsid w:val="00ED2576"/>
    <w:rsid w:val="00EE32C8"/>
    <w:rsid w:val="00EE3400"/>
    <w:rsid w:val="00EE5F7B"/>
    <w:rsid w:val="00EF04E2"/>
    <w:rsid w:val="00EF0880"/>
    <w:rsid w:val="00EF60CC"/>
    <w:rsid w:val="00EF79E4"/>
    <w:rsid w:val="00F01E84"/>
    <w:rsid w:val="00F03710"/>
    <w:rsid w:val="00F0580C"/>
    <w:rsid w:val="00F10C51"/>
    <w:rsid w:val="00F11451"/>
    <w:rsid w:val="00F11625"/>
    <w:rsid w:val="00F141DE"/>
    <w:rsid w:val="00F143C6"/>
    <w:rsid w:val="00F158B9"/>
    <w:rsid w:val="00F21430"/>
    <w:rsid w:val="00F21ED6"/>
    <w:rsid w:val="00F27D1C"/>
    <w:rsid w:val="00F30F41"/>
    <w:rsid w:val="00F331CE"/>
    <w:rsid w:val="00F34291"/>
    <w:rsid w:val="00F36C4B"/>
    <w:rsid w:val="00F4320F"/>
    <w:rsid w:val="00F45280"/>
    <w:rsid w:val="00F54751"/>
    <w:rsid w:val="00F555FA"/>
    <w:rsid w:val="00F55D8C"/>
    <w:rsid w:val="00F657F0"/>
    <w:rsid w:val="00F71C9E"/>
    <w:rsid w:val="00F7641C"/>
    <w:rsid w:val="00F775DB"/>
    <w:rsid w:val="00F813C4"/>
    <w:rsid w:val="00F8348A"/>
    <w:rsid w:val="00F87880"/>
    <w:rsid w:val="00F87987"/>
    <w:rsid w:val="00F93088"/>
    <w:rsid w:val="00F93A35"/>
    <w:rsid w:val="00FA4E0C"/>
    <w:rsid w:val="00FA545D"/>
    <w:rsid w:val="00FB03D0"/>
    <w:rsid w:val="00FB5FC7"/>
    <w:rsid w:val="00FB72BA"/>
    <w:rsid w:val="00FC1725"/>
    <w:rsid w:val="00FC5B7E"/>
    <w:rsid w:val="00FD22A7"/>
    <w:rsid w:val="00FD6727"/>
    <w:rsid w:val="00FE114A"/>
    <w:rsid w:val="00FE1E60"/>
    <w:rsid w:val="00FE2F58"/>
    <w:rsid w:val="00FF3B08"/>
    <w:rsid w:val="00FF4410"/>
    <w:rsid w:val="00FF56EC"/>
    <w:rsid w:val="00FF5F3C"/>
    <w:rsid w:val="00FF6125"/>
    <w:rsid w:val="00FF7EA4"/>
    <w:rsid w:val="012E1D7E"/>
    <w:rsid w:val="01CA5480"/>
    <w:rsid w:val="03BF0DB3"/>
    <w:rsid w:val="03CE13CD"/>
    <w:rsid w:val="04F81DB4"/>
    <w:rsid w:val="050104C5"/>
    <w:rsid w:val="05056ECB"/>
    <w:rsid w:val="064268D3"/>
    <w:rsid w:val="06A52D74"/>
    <w:rsid w:val="077943D1"/>
    <w:rsid w:val="080674B8"/>
    <w:rsid w:val="08143B22"/>
    <w:rsid w:val="08A15138"/>
    <w:rsid w:val="08A460BD"/>
    <w:rsid w:val="09B55EFA"/>
    <w:rsid w:val="0AED147A"/>
    <w:rsid w:val="0B7329D8"/>
    <w:rsid w:val="0BDF7B09"/>
    <w:rsid w:val="0C483CB5"/>
    <w:rsid w:val="0FAC0AC3"/>
    <w:rsid w:val="10AB6468"/>
    <w:rsid w:val="10F320DF"/>
    <w:rsid w:val="12B87441"/>
    <w:rsid w:val="13244572"/>
    <w:rsid w:val="134273A6"/>
    <w:rsid w:val="13A51648"/>
    <w:rsid w:val="13AB6DD5"/>
    <w:rsid w:val="13D11213"/>
    <w:rsid w:val="146A010D"/>
    <w:rsid w:val="156D25D8"/>
    <w:rsid w:val="1617364B"/>
    <w:rsid w:val="16D85C88"/>
    <w:rsid w:val="17841624"/>
    <w:rsid w:val="17AB3A62"/>
    <w:rsid w:val="1A936D28"/>
    <w:rsid w:val="1E9601BD"/>
    <w:rsid w:val="1EB1426A"/>
    <w:rsid w:val="20A63420"/>
    <w:rsid w:val="219C4C32"/>
    <w:rsid w:val="21C41578"/>
    <w:rsid w:val="23264738"/>
    <w:rsid w:val="239372EB"/>
    <w:rsid w:val="2579170A"/>
    <w:rsid w:val="25C81489"/>
    <w:rsid w:val="2637745A"/>
    <w:rsid w:val="278739E8"/>
    <w:rsid w:val="27EE4691"/>
    <w:rsid w:val="28691DDD"/>
    <w:rsid w:val="286D07E3"/>
    <w:rsid w:val="29493649"/>
    <w:rsid w:val="29615230"/>
    <w:rsid w:val="29BD5B86"/>
    <w:rsid w:val="2A15789A"/>
    <w:rsid w:val="2AA45E84"/>
    <w:rsid w:val="2F4D5528"/>
    <w:rsid w:val="2FA801C0"/>
    <w:rsid w:val="2FDC6090"/>
    <w:rsid w:val="30006650"/>
    <w:rsid w:val="315A1D85"/>
    <w:rsid w:val="334915B0"/>
    <w:rsid w:val="33A61450"/>
    <w:rsid w:val="349415D2"/>
    <w:rsid w:val="375F74E7"/>
    <w:rsid w:val="37C6490D"/>
    <w:rsid w:val="37F863E1"/>
    <w:rsid w:val="3BED055F"/>
    <w:rsid w:val="3C007580"/>
    <w:rsid w:val="3C053A08"/>
    <w:rsid w:val="3D681FCA"/>
    <w:rsid w:val="3DBB3FD3"/>
    <w:rsid w:val="3E266F05"/>
    <w:rsid w:val="3EF822D7"/>
    <w:rsid w:val="3F3725C6"/>
    <w:rsid w:val="3F4C288A"/>
    <w:rsid w:val="41177258"/>
    <w:rsid w:val="415D1F4B"/>
    <w:rsid w:val="426104F4"/>
    <w:rsid w:val="44220155"/>
    <w:rsid w:val="44B21FC2"/>
    <w:rsid w:val="44C9546A"/>
    <w:rsid w:val="45A13E49"/>
    <w:rsid w:val="48C82477"/>
    <w:rsid w:val="496B7702"/>
    <w:rsid w:val="4A570604"/>
    <w:rsid w:val="4AC431B7"/>
    <w:rsid w:val="4B170A42"/>
    <w:rsid w:val="4B6068B8"/>
    <w:rsid w:val="4BA17322"/>
    <w:rsid w:val="4C575B4B"/>
    <w:rsid w:val="4DB22585"/>
    <w:rsid w:val="4F876C88"/>
    <w:rsid w:val="50716C05"/>
    <w:rsid w:val="50BD1283"/>
    <w:rsid w:val="52391A74"/>
    <w:rsid w:val="52730954"/>
    <w:rsid w:val="527C7F5F"/>
    <w:rsid w:val="528662F0"/>
    <w:rsid w:val="535321C1"/>
    <w:rsid w:val="53BC416F"/>
    <w:rsid w:val="541A6706"/>
    <w:rsid w:val="565E4742"/>
    <w:rsid w:val="59EE5898"/>
    <w:rsid w:val="5A1C50E2"/>
    <w:rsid w:val="5AB3215E"/>
    <w:rsid w:val="5AE470AA"/>
    <w:rsid w:val="5BF63A6F"/>
    <w:rsid w:val="5BFE45C9"/>
    <w:rsid w:val="5C025303"/>
    <w:rsid w:val="5C2D3BC9"/>
    <w:rsid w:val="5C3979DB"/>
    <w:rsid w:val="5C717B35"/>
    <w:rsid w:val="5D4D621E"/>
    <w:rsid w:val="5DE04894"/>
    <w:rsid w:val="5E6D1EF9"/>
    <w:rsid w:val="5FDF4359"/>
    <w:rsid w:val="61146955"/>
    <w:rsid w:val="61254671"/>
    <w:rsid w:val="62A27060"/>
    <w:rsid w:val="62E245C6"/>
    <w:rsid w:val="63845454"/>
    <w:rsid w:val="64526DA7"/>
    <w:rsid w:val="649C04A0"/>
    <w:rsid w:val="651E51F6"/>
    <w:rsid w:val="66696111"/>
    <w:rsid w:val="67246844"/>
    <w:rsid w:val="6C5B6DD1"/>
    <w:rsid w:val="6E3C4D68"/>
    <w:rsid w:val="6EDA00EA"/>
    <w:rsid w:val="70647BF1"/>
    <w:rsid w:val="73BD4470"/>
    <w:rsid w:val="74450ED1"/>
    <w:rsid w:val="74AA6677"/>
    <w:rsid w:val="74E8615B"/>
    <w:rsid w:val="752D7B49"/>
    <w:rsid w:val="7566482B"/>
    <w:rsid w:val="760E5F3E"/>
    <w:rsid w:val="77EB41CA"/>
    <w:rsid w:val="79BC1EC7"/>
    <w:rsid w:val="7AA07F3B"/>
    <w:rsid w:val="7B1227F8"/>
    <w:rsid w:val="7B203D0C"/>
    <w:rsid w:val="7D672CCD"/>
    <w:rsid w:val="7EF91D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774"/>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46774"/>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D46774"/>
    <w:pPr>
      <w:keepNext/>
      <w:keepLines/>
      <w:spacing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46774"/>
    <w:rPr>
      <w:b/>
      <w:bCs/>
      <w:kern w:val="44"/>
      <w:sz w:val="44"/>
      <w:szCs w:val="44"/>
    </w:rPr>
  </w:style>
  <w:style w:type="character" w:customStyle="1" w:styleId="Heading2Char">
    <w:name w:val="Heading 2 Char"/>
    <w:basedOn w:val="DefaultParagraphFont"/>
    <w:link w:val="Heading2"/>
    <w:uiPriority w:val="99"/>
    <w:semiHidden/>
    <w:locked/>
    <w:rsid w:val="00717728"/>
    <w:rPr>
      <w:rFonts w:ascii="Cambria" w:eastAsia="宋体" w:hAnsi="Cambria" w:cs="Cambria"/>
      <w:b/>
      <w:bCs/>
      <w:sz w:val="32"/>
      <w:szCs w:val="32"/>
    </w:rPr>
  </w:style>
  <w:style w:type="paragraph" w:styleId="Date">
    <w:name w:val="Date"/>
    <w:basedOn w:val="Normal"/>
    <w:next w:val="Normal"/>
    <w:link w:val="DateChar"/>
    <w:uiPriority w:val="99"/>
    <w:rsid w:val="00D46774"/>
    <w:pPr>
      <w:ind w:leftChars="2500" w:left="100"/>
    </w:pPr>
    <w:rPr>
      <w:rFonts w:ascii="Times New Roman" w:hAnsi="Times New Roman" w:cs="Times New Roman"/>
    </w:rPr>
  </w:style>
  <w:style w:type="character" w:customStyle="1" w:styleId="DateChar">
    <w:name w:val="Date Char"/>
    <w:basedOn w:val="DefaultParagraphFont"/>
    <w:link w:val="Date"/>
    <w:uiPriority w:val="99"/>
    <w:locked/>
    <w:rsid w:val="00D46774"/>
    <w:rPr>
      <w:rFonts w:ascii="Times New Roman" w:eastAsia="宋体" w:hAnsi="Times New Roman" w:cs="Times New Roman"/>
      <w:sz w:val="20"/>
      <w:szCs w:val="20"/>
    </w:rPr>
  </w:style>
  <w:style w:type="paragraph" w:styleId="BalloonText">
    <w:name w:val="Balloon Text"/>
    <w:basedOn w:val="Normal"/>
    <w:link w:val="BalloonTextChar"/>
    <w:uiPriority w:val="99"/>
    <w:semiHidden/>
    <w:rsid w:val="00D46774"/>
    <w:rPr>
      <w:sz w:val="18"/>
      <w:szCs w:val="18"/>
    </w:rPr>
  </w:style>
  <w:style w:type="character" w:customStyle="1" w:styleId="BalloonTextChar">
    <w:name w:val="Balloon Text Char"/>
    <w:basedOn w:val="DefaultParagraphFont"/>
    <w:link w:val="BalloonText"/>
    <w:uiPriority w:val="99"/>
    <w:semiHidden/>
    <w:locked/>
    <w:rsid w:val="00D46774"/>
    <w:rPr>
      <w:sz w:val="18"/>
      <w:szCs w:val="18"/>
    </w:rPr>
  </w:style>
  <w:style w:type="paragraph" w:styleId="Footer">
    <w:name w:val="footer"/>
    <w:basedOn w:val="Normal"/>
    <w:link w:val="FooterChar"/>
    <w:uiPriority w:val="99"/>
    <w:rsid w:val="00D4677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46774"/>
    <w:rPr>
      <w:sz w:val="18"/>
      <w:szCs w:val="18"/>
    </w:rPr>
  </w:style>
  <w:style w:type="paragraph" w:styleId="Header">
    <w:name w:val="header"/>
    <w:basedOn w:val="Normal"/>
    <w:link w:val="HeaderChar"/>
    <w:uiPriority w:val="99"/>
    <w:rsid w:val="00D4677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46774"/>
    <w:rPr>
      <w:sz w:val="18"/>
      <w:szCs w:val="18"/>
    </w:rPr>
  </w:style>
  <w:style w:type="character" w:styleId="Strong">
    <w:name w:val="Strong"/>
    <w:basedOn w:val="DefaultParagraphFont"/>
    <w:uiPriority w:val="99"/>
    <w:qFormat/>
    <w:rsid w:val="00D46774"/>
    <w:rPr>
      <w:b/>
      <w:bCs/>
    </w:rPr>
  </w:style>
  <w:style w:type="character" w:styleId="FollowedHyperlink">
    <w:name w:val="FollowedHyperlink"/>
    <w:basedOn w:val="DefaultParagraphFont"/>
    <w:uiPriority w:val="99"/>
    <w:rsid w:val="00D46774"/>
    <w:rPr>
      <w:color w:val="800080"/>
      <w:u w:val="single"/>
    </w:rPr>
  </w:style>
  <w:style w:type="character" w:styleId="Hyperlink">
    <w:name w:val="Hyperlink"/>
    <w:basedOn w:val="DefaultParagraphFont"/>
    <w:uiPriority w:val="99"/>
    <w:rsid w:val="00D46774"/>
    <w:rPr>
      <w:color w:val="0000FF"/>
      <w:u w:val="single"/>
    </w:rPr>
  </w:style>
  <w:style w:type="paragraph" w:customStyle="1" w:styleId="ListParagraph1">
    <w:name w:val="List Paragraph1"/>
    <w:basedOn w:val="Normal"/>
    <w:uiPriority w:val="99"/>
    <w:rsid w:val="00D46774"/>
    <w:pPr>
      <w:ind w:firstLineChars="200" w:firstLine="420"/>
    </w:pPr>
  </w:style>
  <w:style w:type="paragraph" w:customStyle="1" w:styleId="xl67">
    <w:name w:val="xl67"/>
    <w:basedOn w:val="Normal"/>
    <w:uiPriority w:val="99"/>
    <w:rsid w:val="00D467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简仿宋" w:eastAsia="微软简仿宋" w:hAnsi="宋体" w:cs="微软简仿宋"/>
      <w:kern w:val="0"/>
      <w:sz w:val="20"/>
      <w:szCs w:val="20"/>
    </w:rPr>
  </w:style>
  <w:style w:type="paragraph" w:customStyle="1" w:styleId="xl68">
    <w:name w:val="xl68"/>
    <w:basedOn w:val="Normal"/>
    <w:uiPriority w:val="99"/>
    <w:rsid w:val="00D467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简仿宋" w:eastAsia="微软简仿宋" w:hAnsi="宋体" w:cs="微软简仿宋"/>
      <w:kern w:val="0"/>
      <w:sz w:val="20"/>
      <w:szCs w:val="20"/>
    </w:rPr>
  </w:style>
  <w:style w:type="paragraph" w:customStyle="1" w:styleId="xl69">
    <w:name w:val="xl69"/>
    <w:basedOn w:val="Normal"/>
    <w:uiPriority w:val="99"/>
    <w:rsid w:val="00D46774"/>
    <w:pPr>
      <w:widowControl/>
      <w:spacing w:before="100" w:beforeAutospacing="1" w:after="100" w:afterAutospacing="1"/>
      <w:jc w:val="left"/>
      <w:textAlignment w:val="center"/>
    </w:pPr>
    <w:rPr>
      <w:rFonts w:ascii="微软简仿宋" w:eastAsia="微软简仿宋" w:hAnsi="宋体" w:cs="微软简仿宋"/>
      <w:kern w:val="0"/>
      <w:sz w:val="24"/>
      <w:szCs w:val="24"/>
    </w:rPr>
  </w:style>
  <w:style w:type="paragraph" w:customStyle="1" w:styleId="xl70">
    <w:name w:val="xl70"/>
    <w:basedOn w:val="Normal"/>
    <w:uiPriority w:val="99"/>
    <w:rsid w:val="00D467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简仿宋" w:eastAsia="微软简仿宋" w:hAnsi="宋体" w:cs="微软简仿宋"/>
      <w:color w:val="000000"/>
      <w:kern w:val="0"/>
      <w:sz w:val="20"/>
      <w:szCs w:val="20"/>
    </w:rPr>
  </w:style>
  <w:style w:type="paragraph" w:customStyle="1" w:styleId="xl71">
    <w:name w:val="xl71"/>
    <w:basedOn w:val="Normal"/>
    <w:uiPriority w:val="99"/>
    <w:rsid w:val="00D4677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简仿宋" w:eastAsia="微软简仿宋" w:hAnsi="宋体" w:cs="微软简仿宋"/>
      <w:color w:val="000000"/>
      <w:kern w:val="0"/>
      <w:sz w:val="20"/>
      <w:szCs w:val="20"/>
    </w:rPr>
  </w:style>
  <w:style w:type="paragraph" w:customStyle="1" w:styleId="xl72">
    <w:name w:val="xl72"/>
    <w:basedOn w:val="Normal"/>
    <w:uiPriority w:val="99"/>
    <w:rsid w:val="00D46774"/>
    <w:pPr>
      <w:widowControl/>
      <w:spacing w:before="100" w:beforeAutospacing="1" w:after="100" w:afterAutospacing="1"/>
      <w:jc w:val="left"/>
    </w:pPr>
    <w:rPr>
      <w:rFonts w:ascii="微软简仿宋" w:eastAsia="微软简仿宋" w:hAnsi="宋体" w:cs="微软简仿宋"/>
      <w:kern w:val="0"/>
      <w:sz w:val="24"/>
      <w:szCs w:val="24"/>
    </w:rPr>
  </w:style>
  <w:style w:type="paragraph" w:customStyle="1" w:styleId="xl73">
    <w:name w:val="xl73"/>
    <w:basedOn w:val="Normal"/>
    <w:uiPriority w:val="99"/>
    <w:rsid w:val="00D46774"/>
    <w:pPr>
      <w:widowControl/>
      <w:spacing w:before="100" w:beforeAutospacing="1" w:after="100" w:afterAutospacing="1"/>
      <w:jc w:val="left"/>
    </w:pPr>
    <w:rPr>
      <w:rFonts w:ascii="微软简仿宋" w:eastAsia="微软简仿宋" w:hAnsi="宋体" w:cs="微软简仿宋"/>
      <w:kern w:val="0"/>
      <w:sz w:val="24"/>
      <w:szCs w:val="24"/>
    </w:rPr>
  </w:style>
  <w:style w:type="paragraph" w:customStyle="1" w:styleId="xl74">
    <w:name w:val="xl74"/>
    <w:basedOn w:val="Normal"/>
    <w:uiPriority w:val="99"/>
    <w:rsid w:val="00D46774"/>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微软简仿宋" w:eastAsia="微软简仿宋" w:hAnsi="宋体" w:cs="微软简仿宋"/>
      <w:b/>
      <w:bCs/>
      <w:kern w:val="0"/>
      <w:sz w:val="20"/>
      <w:szCs w:val="20"/>
    </w:rPr>
  </w:style>
  <w:style w:type="paragraph" w:customStyle="1" w:styleId="xl75">
    <w:name w:val="xl75"/>
    <w:basedOn w:val="Normal"/>
    <w:uiPriority w:val="99"/>
    <w:rsid w:val="00D46774"/>
    <w:pPr>
      <w:widowControl/>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微软简仿宋" w:eastAsia="微软简仿宋" w:hAnsi="宋体" w:cs="微软简仿宋"/>
      <w:b/>
      <w:bCs/>
      <w:kern w:val="0"/>
      <w:sz w:val="20"/>
      <w:szCs w:val="20"/>
    </w:rPr>
  </w:style>
  <w:style w:type="paragraph" w:customStyle="1" w:styleId="TOCHeading1">
    <w:name w:val="TOC Heading1"/>
    <w:basedOn w:val="Heading1"/>
    <w:next w:val="Normal"/>
    <w:uiPriority w:val="99"/>
    <w:rsid w:val="00D46774"/>
    <w:pPr>
      <w:widowControl/>
      <w:spacing w:before="240" w:after="0" w:line="259" w:lineRule="auto"/>
      <w:jc w:val="left"/>
      <w:outlineLvl w:val="9"/>
    </w:pPr>
    <w:rPr>
      <w:rFonts w:ascii="Calibri Light" w:hAnsi="Calibri Light" w:cs="Calibri Light"/>
      <w:b w:val="0"/>
      <w:bCs w:val="0"/>
      <w:color w:val="2D73B3"/>
      <w:kern w:val="0"/>
      <w:sz w:val="32"/>
      <w:szCs w:val="32"/>
    </w:rPr>
  </w:style>
  <w:style w:type="paragraph" w:customStyle="1" w:styleId="CharChar3CharCharCharChar">
    <w:name w:val="Char Char3 Char Char Char Char"/>
    <w:basedOn w:val="Normal"/>
    <w:uiPriority w:val="99"/>
    <w:rsid w:val="00D46774"/>
    <w:pPr>
      <w:adjustRightInd w:val="0"/>
      <w:spacing w:after="160" w:line="240" w:lineRule="exact"/>
    </w:pPr>
    <w:rPr>
      <w:rFonts w:ascii="Verdana" w:hAnsi="Verdana" w:cs="Verdana"/>
      <w:kern w:val="0"/>
      <w:sz w:val="20"/>
      <w:szCs w:val="20"/>
      <w:lang w:eastAsia="en-US"/>
    </w:rPr>
  </w:style>
  <w:style w:type="paragraph" w:customStyle="1" w:styleId="CharChar">
    <w:name w:val="Char Char"/>
    <w:basedOn w:val="Normal"/>
    <w:uiPriority w:val="99"/>
    <w:rsid w:val="00D46774"/>
    <w:pPr>
      <w:adjustRightInd w:val="0"/>
      <w:spacing w:after="160" w:line="240" w:lineRule="exact"/>
    </w:pPr>
    <w:rPr>
      <w:rFonts w:ascii="Verdana" w:hAnsi="Verdana" w:cs="Verdana"/>
      <w:kern w:val="0"/>
      <w:sz w:val="20"/>
      <w:szCs w:val="20"/>
      <w:lang w:eastAsia="en-US"/>
    </w:rPr>
  </w:style>
  <w:style w:type="paragraph" w:customStyle="1" w:styleId="CharCharCharChar">
    <w:name w:val="Char Char Char Char"/>
    <w:basedOn w:val="Normal"/>
    <w:uiPriority w:val="99"/>
    <w:rsid w:val="00D46774"/>
    <w:pPr>
      <w:tabs>
        <w:tab w:val="left" w:pos="360"/>
      </w:tabs>
    </w:pPr>
    <w:rPr>
      <w:rFonts w:ascii="Times New Roman" w:hAnsi="Times New Roman" w:cs="Times New Roman"/>
    </w:rPr>
  </w:style>
  <w:style w:type="paragraph" w:customStyle="1" w:styleId="CharChar3">
    <w:name w:val="Char Char3"/>
    <w:basedOn w:val="Normal"/>
    <w:uiPriority w:val="99"/>
    <w:rsid w:val="00D46774"/>
    <w:pPr>
      <w:adjustRightInd w:val="0"/>
      <w:spacing w:after="160" w:line="240" w:lineRule="exact"/>
    </w:pPr>
    <w:rPr>
      <w:rFonts w:ascii="Verdana" w:hAnsi="Verdana" w:cs="Verdana"/>
      <w:kern w:val="0"/>
      <w:sz w:val="20"/>
      <w:szCs w:val="20"/>
      <w:lang w:eastAsia="en-US"/>
    </w:rPr>
  </w:style>
  <w:style w:type="paragraph" w:customStyle="1" w:styleId="font5">
    <w:name w:val="font5"/>
    <w:basedOn w:val="Normal"/>
    <w:uiPriority w:val="99"/>
    <w:rsid w:val="00D46774"/>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Normal"/>
    <w:uiPriority w:val="99"/>
    <w:rsid w:val="00D46774"/>
    <w:pPr>
      <w:widowControl/>
      <w:spacing w:before="100" w:beforeAutospacing="1" w:after="100" w:afterAutospacing="1"/>
      <w:jc w:val="left"/>
    </w:pPr>
    <w:rPr>
      <w:rFonts w:ascii="宋体" w:hAnsi="宋体" w:cs="宋体"/>
      <w:kern w:val="0"/>
      <w:sz w:val="18"/>
      <w:szCs w:val="18"/>
    </w:rPr>
  </w:style>
  <w:style w:type="paragraph" w:customStyle="1" w:styleId="xl63">
    <w:name w:val="xl63"/>
    <w:basedOn w:val="Normal"/>
    <w:uiPriority w:val="99"/>
    <w:rsid w:val="00D4677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4">
    <w:name w:val="xl64"/>
    <w:basedOn w:val="Normal"/>
    <w:uiPriority w:val="99"/>
    <w:rsid w:val="00D4677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5">
    <w:name w:val="xl65"/>
    <w:basedOn w:val="Normal"/>
    <w:uiPriority w:val="99"/>
    <w:rsid w:val="00D4677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0"/>
      <w:szCs w:val="20"/>
    </w:rPr>
  </w:style>
  <w:style w:type="paragraph" w:customStyle="1" w:styleId="xl66">
    <w:name w:val="xl66"/>
    <w:basedOn w:val="Normal"/>
    <w:uiPriority w:val="99"/>
    <w:rsid w:val="00D4677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0"/>
      <w:szCs w:val="20"/>
    </w:rPr>
  </w:style>
  <w:style w:type="paragraph" w:customStyle="1" w:styleId="xl76">
    <w:name w:val="xl76"/>
    <w:basedOn w:val="Normal"/>
    <w:uiPriority w:val="99"/>
    <w:rsid w:val="00D46774"/>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7">
    <w:name w:val="xl77"/>
    <w:basedOn w:val="Normal"/>
    <w:uiPriority w:val="99"/>
    <w:rsid w:val="00D46774"/>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Char3CharCharCharChar1">
    <w:name w:val="Char Char3 Char Char Char Char1"/>
    <w:basedOn w:val="Normal"/>
    <w:uiPriority w:val="99"/>
    <w:rsid w:val="00D46774"/>
    <w:pPr>
      <w:adjustRightInd w:val="0"/>
      <w:spacing w:after="160" w:line="240" w:lineRule="exact"/>
    </w:pPr>
    <w:rPr>
      <w:rFonts w:ascii="Verdana" w:hAnsi="Verdana" w:cs="Verdana"/>
      <w:kern w:val="0"/>
      <w:sz w:val="20"/>
      <w:szCs w:val="20"/>
      <w:lang w:eastAsia="en-US"/>
    </w:rPr>
  </w:style>
  <w:style w:type="paragraph" w:customStyle="1" w:styleId="CharChar31">
    <w:name w:val="Char Char31"/>
    <w:basedOn w:val="Normal"/>
    <w:uiPriority w:val="99"/>
    <w:rsid w:val="00D46774"/>
    <w:pPr>
      <w:adjustRightInd w:val="0"/>
      <w:spacing w:after="160" w:line="240" w:lineRule="exact"/>
    </w:pPr>
    <w:rPr>
      <w:rFonts w:ascii="Verdana" w:hAnsi="Verdana" w:cs="Verdana"/>
      <w:kern w:val="0"/>
      <w:sz w:val="20"/>
      <w:szCs w:val="20"/>
      <w:lang w:eastAsia="en-US"/>
    </w:rPr>
  </w:style>
  <w:style w:type="paragraph" w:customStyle="1" w:styleId="font7">
    <w:name w:val="font7"/>
    <w:basedOn w:val="Normal"/>
    <w:uiPriority w:val="99"/>
    <w:rsid w:val="00D46774"/>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Normal"/>
    <w:uiPriority w:val="99"/>
    <w:rsid w:val="00D46774"/>
    <w:pPr>
      <w:widowControl/>
      <w:spacing w:before="100" w:beforeAutospacing="1" w:after="100" w:afterAutospacing="1"/>
      <w:jc w:val="left"/>
    </w:pPr>
    <w:rPr>
      <w:rFonts w:ascii="宋体" w:hAnsi="宋体" w:cs="宋体"/>
      <w:color w:val="333333"/>
      <w:kern w:val="0"/>
      <w:sz w:val="18"/>
      <w:szCs w:val="18"/>
    </w:rPr>
  </w:style>
  <w:style w:type="paragraph" w:customStyle="1" w:styleId="1">
    <w:name w:val="列出段落1"/>
    <w:uiPriority w:val="99"/>
    <w:rsid w:val="00D46774"/>
    <w:pPr>
      <w:ind w:firstLineChars="200" w:firstLine="420"/>
    </w:pPr>
    <w:rPr>
      <w:kern w:val="0"/>
      <w:sz w:val="20"/>
      <w:szCs w:val="20"/>
    </w:rPr>
  </w:style>
  <w:style w:type="character" w:customStyle="1" w:styleId="CharChar2">
    <w:name w:val="Char Char2"/>
    <w:uiPriority w:val="99"/>
    <w:locked/>
    <w:rsid w:val="00E615B0"/>
    <w:rPr>
      <w:sz w:val="18"/>
      <w:szCs w:val="18"/>
    </w:rPr>
  </w:style>
  <w:style w:type="character" w:customStyle="1" w:styleId="CharChar1">
    <w:name w:val="Char Char1"/>
    <w:uiPriority w:val="99"/>
    <w:locked/>
    <w:rsid w:val="00E615B0"/>
    <w:rPr>
      <w:sz w:val="18"/>
      <w:szCs w:val="18"/>
    </w:rPr>
  </w:style>
  <w:style w:type="character" w:customStyle="1" w:styleId="CharChar4">
    <w:name w:val="Char Char4"/>
    <w:uiPriority w:val="99"/>
    <w:rsid w:val="00E615B0"/>
    <w:rPr>
      <w:rFonts w:ascii="Times New Roman" w:hAnsi="Times New Roman" w:cs="Times New Roman"/>
      <w:kern w:val="2"/>
      <w:sz w:val="21"/>
      <w:szCs w:val="21"/>
    </w:rPr>
  </w:style>
  <w:style w:type="paragraph" w:customStyle="1" w:styleId="CharChar32">
    <w:name w:val="Char Char32"/>
    <w:basedOn w:val="Normal"/>
    <w:uiPriority w:val="99"/>
    <w:rsid w:val="00E615B0"/>
    <w:pPr>
      <w:adjustRightInd w:val="0"/>
      <w:spacing w:after="160" w:line="240" w:lineRule="exact"/>
    </w:pPr>
    <w:rPr>
      <w:rFonts w:ascii="Verdana" w:hAnsi="Verdana" w:cs="Verdana"/>
      <w:kern w:val="0"/>
      <w:sz w:val="20"/>
      <w:szCs w:val="20"/>
      <w:lang w:eastAsia="en-US"/>
    </w:rPr>
  </w:style>
  <w:style w:type="paragraph" w:customStyle="1" w:styleId="xl78">
    <w:name w:val="xl78"/>
    <w:basedOn w:val="Normal"/>
    <w:uiPriority w:val="99"/>
    <w:rsid w:val="00E615B0"/>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9">
    <w:name w:val="xl79"/>
    <w:basedOn w:val="Normal"/>
    <w:uiPriority w:val="99"/>
    <w:rsid w:val="00E615B0"/>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80">
    <w:name w:val="xl80"/>
    <w:basedOn w:val="Normal"/>
    <w:uiPriority w:val="99"/>
    <w:rsid w:val="00E615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1">
    <w:name w:val="xl81"/>
    <w:basedOn w:val="Normal"/>
    <w:uiPriority w:val="99"/>
    <w:rsid w:val="00E615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82">
    <w:name w:val="xl82"/>
    <w:basedOn w:val="Normal"/>
    <w:uiPriority w:val="99"/>
    <w:rsid w:val="00E615B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szCs w:val="22"/>
    </w:rPr>
  </w:style>
  <w:style w:type="paragraph" w:customStyle="1" w:styleId="xl83">
    <w:name w:val="xl83"/>
    <w:basedOn w:val="Normal"/>
    <w:uiPriority w:val="99"/>
    <w:rsid w:val="00E615B0"/>
    <w:pPr>
      <w:widowControl/>
      <w:spacing w:before="100" w:beforeAutospacing="1" w:after="100" w:afterAutospacing="1"/>
      <w:jc w:val="center"/>
    </w:pPr>
    <w:rPr>
      <w:rFonts w:ascii="宋体" w:hAnsi="宋体" w:cs="宋体"/>
      <w:kern w:val="0"/>
      <w:sz w:val="24"/>
      <w:szCs w:val="24"/>
    </w:rPr>
  </w:style>
  <w:style w:type="paragraph" w:customStyle="1" w:styleId="xl84">
    <w:name w:val="xl84"/>
    <w:basedOn w:val="Normal"/>
    <w:uiPriority w:val="99"/>
    <w:rsid w:val="00E615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85">
    <w:name w:val="xl85"/>
    <w:basedOn w:val="Normal"/>
    <w:uiPriority w:val="99"/>
    <w:rsid w:val="00E615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86">
    <w:name w:val="xl86"/>
    <w:basedOn w:val="Normal"/>
    <w:uiPriority w:val="99"/>
    <w:rsid w:val="00E615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xl87">
    <w:name w:val="xl87"/>
    <w:basedOn w:val="Normal"/>
    <w:uiPriority w:val="99"/>
    <w:rsid w:val="00E615B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styleId="DocumentMap">
    <w:name w:val="Document Map"/>
    <w:basedOn w:val="Normal"/>
    <w:link w:val="DocumentMapChar"/>
    <w:uiPriority w:val="99"/>
    <w:semiHidden/>
    <w:locked/>
    <w:rsid w:val="007002A3"/>
    <w:pPr>
      <w:shd w:val="clear" w:color="auto" w:fill="000080"/>
    </w:pPr>
  </w:style>
  <w:style w:type="character" w:customStyle="1" w:styleId="DocumentMapChar">
    <w:name w:val="Document Map Char"/>
    <w:basedOn w:val="DefaultParagraphFont"/>
    <w:link w:val="DocumentMap"/>
    <w:uiPriority w:val="99"/>
    <w:semiHidden/>
    <w:locked/>
    <w:rPr>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35</Pages>
  <Words>4990</Words>
  <Characters>28446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user</dc:creator>
  <cp:keywords/>
  <dc:description/>
  <cp:lastModifiedBy>彭李马</cp:lastModifiedBy>
  <cp:revision>60</cp:revision>
  <cp:lastPrinted>2018-03-14T01:19:00Z</cp:lastPrinted>
  <dcterms:created xsi:type="dcterms:W3CDTF">2018-05-14T08:17:00Z</dcterms:created>
  <dcterms:modified xsi:type="dcterms:W3CDTF">2019-04-10T09:12:00Z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